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7FF773" w14:textId="77777777" w:rsidR="00112137" w:rsidRPr="005246F6" w:rsidRDefault="00DB1546" w:rsidP="0018521B">
      <w:r w:rsidRPr="005246F6">
        <w:rPr>
          <w:noProof/>
        </w:rPr>
        <mc:AlternateContent>
          <mc:Choice Requires="wpg">
            <w:drawing>
              <wp:anchor distT="0" distB="0" distL="114300" distR="114300" simplePos="0" relativeHeight="251658240" behindDoc="1" locked="1" layoutInCell="1" allowOverlap="1" wp14:anchorId="49900C28" wp14:editId="362F3771">
                <wp:simplePos x="0" y="0"/>
                <wp:positionH relativeFrom="margin">
                  <wp:align>center</wp:align>
                </wp:positionH>
                <wp:positionV relativeFrom="margin">
                  <wp:posOffset>0</wp:posOffset>
                </wp:positionV>
                <wp:extent cx="7296912" cy="9573768"/>
                <wp:effectExtent l="0" t="0" r="0" b="8890"/>
                <wp:wrapNone/>
                <wp:docPr id="6" name="Group 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7296912" cy="9573768"/>
                          <a:chOff x="0" y="0"/>
                          <a:chExt cx="7299325" cy="9805876"/>
                        </a:xfrm>
                      </wpg:grpSpPr>
                      <wps:wsp>
                        <wps:cNvPr id="33" name="Rectangle 33">
                          <a:extLst>
                            <a:ext uri="{C183D7F6-B498-43B3-948B-1728B52AA6E4}">
                              <adec:decorative xmlns:adec="http://schemas.microsoft.com/office/drawing/2017/decorative" val="1"/>
                            </a:ext>
                          </a:extLst>
                        </wps:cNvPr>
                        <wps:cNvSpPr/>
                        <wps:spPr>
                          <a:xfrm>
                            <a:off x="9525" y="1257300"/>
                            <a:ext cx="7289800" cy="8548576"/>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4" name="Rectangle 34">
                          <a:extLst>
                            <a:ext uri="{C183D7F6-B498-43B3-948B-1728B52AA6E4}">
                              <adec:decorative xmlns:adec="http://schemas.microsoft.com/office/drawing/2017/decorative" val="1"/>
                            </a:ext>
                          </a:extLst>
                        </wps:cNvPr>
                        <wps:cNvSpPr/>
                        <wps:spPr>
                          <a:xfrm>
                            <a:off x="6924675" y="57150"/>
                            <a:ext cx="324484" cy="324556"/>
                          </a:xfrm>
                          <a:prstGeom prst="rect">
                            <a:avLst/>
                          </a:prstGeom>
                          <a:solidFill>
                            <a:schemeClr val="tx2">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pic:pic xmlns:pic="http://schemas.openxmlformats.org/drawingml/2006/picture">
                        <pic:nvPicPr>
                          <pic:cNvPr id="51" name="Picture 51">
                            <a:extLst>
                              <a:ext uri="{C183D7F6-B498-43B3-948B-1728B52AA6E4}">
                                <adec:decorative xmlns:adec="http://schemas.microsoft.com/office/drawing/2017/decorative" val="1"/>
                              </a:ext>
                            </a:extLst>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289165" cy="1258570"/>
                          </a:xfrm>
                          <a:prstGeom prst="snip1Rect">
                            <a:avLst>
                              <a:gd name="adj" fmla="val 31795"/>
                            </a:avLst>
                          </a:prstGeom>
                        </pic:spPr>
                      </pic:pic>
                      <wps:wsp>
                        <wps:cNvPr id="36" name="Oval 36">
                          <a:extLst>
                            <a:ext uri="{C183D7F6-B498-43B3-948B-1728B52AA6E4}">
                              <adec:decorative xmlns:adec="http://schemas.microsoft.com/office/drawing/2017/decorative" val="1"/>
                            </a:ext>
                          </a:extLst>
                        </wps:cNvPr>
                        <wps:cNvSpPr/>
                        <wps:spPr>
                          <a:xfrm>
                            <a:off x="209550" y="333375"/>
                            <a:ext cx="644418" cy="644412"/>
                          </a:xfrm>
                          <a:prstGeom prst="ellipse">
                            <a:avLst/>
                          </a:prstGeom>
                          <a:solidFill>
                            <a:schemeClr val="bg1">
                              <a:alpha val="24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8" name="Graphic 8" descr="Icon Email"/>
                        <wps:cNvSpPr>
                          <a:spLocks noChangeAspect="1"/>
                        </wps:cNvSpPr>
                        <wps:spPr>
                          <a:xfrm>
                            <a:off x="352425" y="457200"/>
                            <a:ext cx="356170" cy="360000"/>
                          </a:xfrm>
                          <a:custGeom>
                            <a:avLst/>
                            <a:gdLst>
                              <a:gd name="connsiteX0" fmla="*/ 91154 w 885825"/>
                              <a:gd name="connsiteY0" fmla="*/ 897636 h 895350"/>
                              <a:gd name="connsiteX1" fmla="*/ 799433 w 885825"/>
                              <a:gd name="connsiteY1" fmla="*/ 897636 h 895350"/>
                              <a:gd name="connsiteX2" fmla="*/ 883444 w 885825"/>
                              <a:gd name="connsiteY2" fmla="*/ 813530 h 895350"/>
                              <a:gd name="connsiteX3" fmla="*/ 883444 w 885825"/>
                              <a:gd name="connsiteY3" fmla="*/ 363760 h 895350"/>
                              <a:gd name="connsiteX4" fmla="*/ 874967 w 885825"/>
                              <a:gd name="connsiteY4" fmla="*/ 345567 h 895350"/>
                              <a:gd name="connsiteX5" fmla="*/ 757714 w 885825"/>
                              <a:gd name="connsiteY5" fmla="*/ 246507 h 895350"/>
                              <a:gd name="connsiteX6" fmla="*/ 757714 w 885825"/>
                              <a:gd name="connsiteY6" fmla="*/ 73819 h 895350"/>
                              <a:gd name="connsiteX7" fmla="*/ 691039 w 885825"/>
                              <a:gd name="connsiteY7" fmla="*/ 7144 h 895350"/>
                              <a:gd name="connsiteX8" fmla="*/ 204216 w 885825"/>
                              <a:gd name="connsiteY8" fmla="*/ 7144 h 895350"/>
                              <a:gd name="connsiteX9" fmla="*/ 137541 w 885825"/>
                              <a:gd name="connsiteY9" fmla="*/ 73819 h 895350"/>
                              <a:gd name="connsiteX10" fmla="*/ 137541 w 885825"/>
                              <a:gd name="connsiteY10" fmla="*/ 242888 h 895350"/>
                              <a:gd name="connsiteX11" fmla="*/ 15621 w 885825"/>
                              <a:gd name="connsiteY11" fmla="*/ 345567 h 895350"/>
                              <a:gd name="connsiteX12" fmla="*/ 7144 w 885825"/>
                              <a:gd name="connsiteY12" fmla="*/ 363760 h 895350"/>
                              <a:gd name="connsiteX13" fmla="*/ 7144 w 885825"/>
                              <a:gd name="connsiteY13" fmla="*/ 813530 h 895350"/>
                              <a:gd name="connsiteX14" fmla="*/ 91154 w 885825"/>
                              <a:gd name="connsiteY14" fmla="*/ 897636 h 895350"/>
                              <a:gd name="connsiteX15" fmla="*/ 799338 w 885825"/>
                              <a:gd name="connsiteY15" fmla="*/ 850011 h 895350"/>
                              <a:gd name="connsiteX16" fmla="*/ 91154 w 885825"/>
                              <a:gd name="connsiteY16" fmla="*/ 850011 h 895350"/>
                              <a:gd name="connsiteX17" fmla="*/ 54769 w 885825"/>
                              <a:gd name="connsiteY17" fmla="*/ 813530 h 895350"/>
                              <a:gd name="connsiteX18" fmla="*/ 54769 w 885825"/>
                              <a:gd name="connsiteY18" fmla="*/ 409194 h 895350"/>
                              <a:gd name="connsiteX19" fmla="*/ 326231 w 885825"/>
                              <a:gd name="connsiteY19" fmla="*/ 601218 h 895350"/>
                              <a:gd name="connsiteX20" fmla="*/ 133541 w 885825"/>
                              <a:gd name="connsiteY20" fmla="*/ 748665 h 895350"/>
                              <a:gd name="connsiteX21" fmla="*/ 128778 w 885825"/>
                              <a:gd name="connsiteY21" fmla="*/ 782003 h 895350"/>
                              <a:gd name="connsiteX22" fmla="*/ 162116 w 885825"/>
                              <a:gd name="connsiteY22" fmla="*/ 786765 h 895350"/>
                              <a:gd name="connsiteX23" fmla="*/ 366998 w 885825"/>
                              <a:gd name="connsiteY23" fmla="*/ 629984 h 895350"/>
                              <a:gd name="connsiteX24" fmla="*/ 433673 w 885825"/>
                              <a:gd name="connsiteY24" fmla="*/ 677609 h 895350"/>
                              <a:gd name="connsiteX25" fmla="*/ 461200 w 885825"/>
                              <a:gd name="connsiteY25" fmla="*/ 677609 h 895350"/>
                              <a:gd name="connsiteX26" fmla="*/ 527876 w 885825"/>
                              <a:gd name="connsiteY26" fmla="*/ 629984 h 895350"/>
                              <a:gd name="connsiteX27" fmla="*/ 732854 w 885825"/>
                              <a:gd name="connsiteY27" fmla="*/ 786479 h 895350"/>
                              <a:gd name="connsiteX28" fmla="*/ 766191 w 885825"/>
                              <a:gd name="connsiteY28" fmla="*/ 781717 h 895350"/>
                              <a:gd name="connsiteX29" fmla="*/ 761429 w 885825"/>
                              <a:gd name="connsiteY29" fmla="*/ 748379 h 895350"/>
                              <a:gd name="connsiteX30" fmla="*/ 569119 w 885825"/>
                              <a:gd name="connsiteY30" fmla="*/ 601218 h 895350"/>
                              <a:gd name="connsiteX31" fmla="*/ 835819 w 885825"/>
                              <a:gd name="connsiteY31" fmla="*/ 412623 h 895350"/>
                              <a:gd name="connsiteX32" fmla="*/ 835819 w 885825"/>
                              <a:gd name="connsiteY32" fmla="*/ 813626 h 895350"/>
                              <a:gd name="connsiteX33" fmla="*/ 799433 w 885825"/>
                              <a:gd name="connsiteY33" fmla="*/ 850011 h 895350"/>
                              <a:gd name="connsiteX34" fmla="*/ 822484 w 885825"/>
                              <a:gd name="connsiteY34" fmla="*/ 363665 h 895350"/>
                              <a:gd name="connsiteX35" fmla="*/ 757714 w 885825"/>
                              <a:gd name="connsiteY35" fmla="*/ 409480 h 895350"/>
                              <a:gd name="connsiteX36" fmla="*/ 757714 w 885825"/>
                              <a:gd name="connsiteY36" fmla="*/ 308800 h 895350"/>
                              <a:gd name="connsiteX37" fmla="*/ 204216 w 885825"/>
                              <a:gd name="connsiteY37" fmla="*/ 54864 h 895350"/>
                              <a:gd name="connsiteX38" fmla="*/ 691134 w 885825"/>
                              <a:gd name="connsiteY38" fmla="*/ 54864 h 895350"/>
                              <a:gd name="connsiteX39" fmla="*/ 710184 w 885825"/>
                              <a:gd name="connsiteY39" fmla="*/ 73914 h 895350"/>
                              <a:gd name="connsiteX40" fmla="*/ 710184 w 885825"/>
                              <a:gd name="connsiteY40" fmla="*/ 442913 h 895350"/>
                              <a:gd name="connsiteX41" fmla="*/ 447675 w 885825"/>
                              <a:gd name="connsiteY41" fmla="*/ 628745 h 895350"/>
                              <a:gd name="connsiteX42" fmla="*/ 185261 w 885825"/>
                              <a:gd name="connsiteY42" fmla="*/ 442913 h 895350"/>
                              <a:gd name="connsiteX43" fmla="*/ 185261 w 885825"/>
                              <a:gd name="connsiteY43" fmla="*/ 73819 h 895350"/>
                              <a:gd name="connsiteX44" fmla="*/ 204216 w 885825"/>
                              <a:gd name="connsiteY44" fmla="*/ 54864 h 895350"/>
                              <a:gd name="connsiteX45" fmla="*/ 137541 w 885825"/>
                              <a:gd name="connsiteY45" fmla="*/ 409480 h 895350"/>
                              <a:gd name="connsiteX46" fmla="*/ 70104 w 885825"/>
                              <a:gd name="connsiteY46" fmla="*/ 361855 h 895350"/>
                              <a:gd name="connsiteX47" fmla="*/ 137541 w 885825"/>
                              <a:gd name="connsiteY47" fmla="*/ 304705 h 895350"/>
                              <a:gd name="connsiteX48" fmla="*/ 445294 w 885825"/>
                              <a:gd name="connsiteY48" fmla="*/ 506444 h 895350"/>
                              <a:gd name="connsiteX49" fmla="*/ 451390 w 885825"/>
                              <a:gd name="connsiteY49" fmla="*/ 506444 h 895350"/>
                              <a:gd name="connsiteX50" fmla="*/ 475202 w 885825"/>
                              <a:gd name="connsiteY50" fmla="*/ 482632 h 895350"/>
                              <a:gd name="connsiteX51" fmla="*/ 451390 w 885825"/>
                              <a:gd name="connsiteY51" fmla="*/ 458819 h 895350"/>
                              <a:gd name="connsiteX52" fmla="*/ 445294 w 885825"/>
                              <a:gd name="connsiteY52" fmla="*/ 458819 h 895350"/>
                              <a:gd name="connsiteX53" fmla="*/ 293465 w 885825"/>
                              <a:gd name="connsiteY53" fmla="*/ 306991 h 895350"/>
                              <a:gd name="connsiteX54" fmla="*/ 445294 w 885825"/>
                              <a:gd name="connsiteY54" fmla="*/ 155162 h 895350"/>
                              <a:gd name="connsiteX55" fmla="*/ 597122 w 885825"/>
                              <a:gd name="connsiteY55" fmla="*/ 306991 h 895350"/>
                              <a:gd name="connsiteX56" fmla="*/ 597122 w 885825"/>
                              <a:gd name="connsiteY56" fmla="*/ 347663 h 895350"/>
                              <a:gd name="connsiteX57" fmla="*/ 569004 w 885825"/>
                              <a:gd name="connsiteY57" fmla="*/ 372599 h 895350"/>
                              <a:gd name="connsiteX58" fmla="*/ 544068 w 885825"/>
                              <a:gd name="connsiteY58" fmla="*/ 347663 h 895350"/>
                              <a:gd name="connsiteX59" fmla="*/ 544068 w 885825"/>
                              <a:gd name="connsiteY59" fmla="*/ 306991 h 895350"/>
                              <a:gd name="connsiteX60" fmla="*/ 445656 w 885825"/>
                              <a:gd name="connsiteY60" fmla="*/ 207288 h 895350"/>
                              <a:gd name="connsiteX61" fmla="*/ 345952 w 885825"/>
                              <a:gd name="connsiteY61" fmla="*/ 305700 h 895350"/>
                              <a:gd name="connsiteX62" fmla="*/ 444365 w 885825"/>
                              <a:gd name="connsiteY62" fmla="*/ 405403 h 895350"/>
                              <a:gd name="connsiteX63" fmla="*/ 505968 w 885825"/>
                              <a:gd name="connsiteY63" fmla="*/ 384429 h 895350"/>
                              <a:gd name="connsiteX64" fmla="*/ 606816 w 885825"/>
                              <a:gd name="connsiteY64" fmla="*/ 412935 h 895350"/>
                              <a:gd name="connsiteX65" fmla="*/ 644747 w 885825"/>
                              <a:gd name="connsiteY65" fmla="*/ 347663 h 895350"/>
                              <a:gd name="connsiteX66" fmla="*/ 644747 w 885825"/>
                              <a:gd name="connsiteY66" fmla="*/ 306991 h 895350"/>
                              <a:gd name="connsiteX67" fmla="*/ 445294 w 885825"/>
                              <a:gd name="connsiteY67" fmla="*/ 107537 h 895350"/>
                              <a:gd name="connsiteX68" fmla="*/ 245840 w 885825"/>
                              <a:gd name="connsiteY68" fmla="*/ 306991 h 895350"/>
                              <a:gd name="connsiteX69" fmla="*/ 445294 w 885825"/>
                              <a:gd name="connsiteY69" fmla="*/ 506444 h 895350"/>
                              <a:gd name="connsiteX70" fmla="*/ 445294 w 885825"/>
                              <a:gd name="connsiteY70" fmla="*/ 358140 h 895350"/>
                              <a:gd name="connsiteX71" fmla="*/ 394145 w 885825"/>
                              <a:gd name="connsiteY71" fmla="*/ 306991 h 895350"/>
                              <a:gd name="connsiteX72" fmla="*/ 445294 w 885825"/>
                              <a:gd name="connsiteY72" fmla="*/ 255842 h 895350"/>
                              <a:gd name="connsiteX73" fmla="*/ 496443 w 885825"/>
                              <a:gd name="connsiteY73" fmla="*/ 306991 h 895350"/>
                              <a:gd name="connsiteX74" fmla="*/ 445294 w 885825"/>
                              <a:gd name="connsiteY74" fmla="*/ 358140 h 8953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 ang="0">
                                <a:pos x="connsiteX67" y="connsiteY67"/>
                              </a:cxn>
                              <a:cxn ang="0">
                                <a:pos x="connsiteX68" y="connsiteY68"/>
                              </a:cxn>
                              <a:cxn ang="0">
                                <a:pos x="connsiteX69" y="connsiteY69"/>
                              </a:cxn>
                              <a:cxn ang="0">
                                <a:pos x="connsiteX70" y="connsiteY70"/>
                              </a:cxn>
                              <a:cxn ang="0">
                                <a:pos x="connsiteX71" y="connsiteY71"/>
                              </a:cxn>
                              <a:cxn ang="0">
                                <a:pos x="connsiteX72" y="connsiteY72"/>
                              </a:cxn>
                              <a:cxn ang="0">
                                <a:pos x="connsiteX73" y="connsiteY73"/>
                              </a:cxn>
                              <a:cxn ang="0">
                                <a:pos x="connsiteX74" y="connsiteY74"/>
                              </a:cxn>
                            </a:cxnLst>
                            <a:rect l="l" t="t" r="r" b="b"/>
                            <a:pathLst>
                              <a:path w="885825" h="895350">
                                <a:moveTo>
                                  <a:pt x="91154" y="897636"/>
                                </a:moveTo>
                                <a:lnTo>
                                  <a:pt x="799433" y="897636"/>
                                </a:lnTo>
                                <a:cubicBezTo>
                                  <a:pt x="845847" y="897584"/>
                                  <a:pt x="883444" y="859944"/>
                                  <a:pt x="883444" y="813530"/>
                                </a:cubicBezTo>
                                <a:lnTo>
                                  <a:pt x="883444" y="363760"/>
                                </a:lnTo>
                                <a:cubicBezTo>
                                  <a:pt x="883436" y="356743"/>
                                  <a:pt x="880335" y="350086"/>
                                  <a:pt x="874967" y="345567"/>
                                </a:cubicBezTo>
                                <a:lnTo>
                                  <a:pt x="757714" y="246507"/>
                                </a:lnTo>
                                <a:lnTo>
                                  <a:pt x="757714" y="73819"/>
                                </a:lnTo>
                                <a:cubicBezTo>
                                  <a:pt x="757714" y="36995"/>
                                  <a:pt x="727862" y="7144"/>
                                  <a:pt x="691039" y="7144"/>
                                </a:cubicBezTo>
                                <a:lnTo>
                                  <a:pt x="204216" y="7144"/>
                                </a:lnTo>
                                <a:cubicBezTo>
                                  <a:pt x="167392" y="7144"/>
                                  <a:pt x="137541" y="36995"/>
                                  <a:pt x="137541" y="73819"/>
                                </a:cubicBezTo>
                                <a:lnTo>
                                  <a:pt x="137541" y="242888"/>
                                </a:lnTo>
                                <a:lnTo>
                                  <a:pt x="15621" y="345567"/>
                                </a:lnTo>
                                <a:cubicBezTo>
                                  <a:pt x="10253" y="350086"/>
                                  <a:pt x="7151" y="356743"/>
                                  <a:pt x="7144" y="363760"/>
                                </a:cubicBezTo>
                                <a:lnTo>
                                  <a:pt x="7144" y="813530"/>
                                </a:lnTo>
                                <a:cubicBezTo>
                                  <a:pt x="7144" y="859944"/>
                                  <a:pt x="44741" y="897584"/>
                                  <a:pt x="91154" y="897636"/>
                                </a:cubicBezTo>
                                <a:close/>
                                <a:moveTo>
                                  <a:pt x="799338" y="850011"/>
                                </a:moveTo>
                                <a:lnTo>
                                  <a:pt x="91154" y="850011"/>
                                </a:lnTo>
                                <a:cubicBezTo>
                                  <a:pt x="71044" y="849959"/>
                                  <a:pt x="54769" y="833640"/>
                                  <a:pt x="54769" y="813530"/>
                                </a:cubicBezTo>
                                <a:lnTo>
                                  <a:pt x="54769" y="409194"/>
                                </a:lnTo>
                                <a:lnTo>
                                  <a:pt x="326231" y="601218"/>
                                </a:lnTo>
                                <a:lnTo>
                                  <a:pt x="133541" y="748665"/>
                                </a:lnTo>
                                <a:cubicBezTo>
                                  <a:pt x="123019" y="756556"/>
                                  <a:pt x="120887" y="771481"/>
                                  <a:pt x="128778" y="782003"/>
                                </a:cubicBezTo>
                                <a:cubicBezTo>
                                  <a:pt x="136669" y="792524"/>
                                  <a:pt x="151594" y="794656"/>
                                  <a:pt x="162116" y="786765"/>
                                </a:cubicBezTo>
                                <a:lnTo>
                                  <a:pt x="366998" y="629984"/>
                                </a:lnTo>
                                <a:lnTo>
                                  <a:pt x="433673" y="677609"/>
                                </a:lnTo>
                                <a:cubicBezTo>
                                  <a:pt x="441919" y="683449"/>
                                  <a:pt x="452954" y="683449"/>
                                  <a:pt x="461200" y="677609"/>
                                </a:cubicBezTo>
                                <a:lnTo>
                                  <a:pt x="527876" y="629984"/>
                                </a:lnTo>
                                <a:lnTo>
                                  <a:pt x="732854" y="786479"/>
                                </a:lnTo>
                                <a:cubicBezTo>
                                  <a:pt x="743375" y="794370"/>
                                  <a:pt x="758301" y="792238"/>
                                  <a:pt x="766191" y="781717"/>
                                </a:cubicBezTo>
                                <a:cubicBezTo>
                                  <a:pt x="774082" y="771195"/>
                                  <a:pt x="771950" y="756270"/>
                                  <a:pt x="761429" y="748379"/>
                                </a:cubicBezTo>
                                <a:lnTo>
                                  <a:pt x="569119" y="601218"/>
                                </a:lnTo>
                                <a:lnTo>
                                  <a:pt x="835819" y="412623"/>
                                </a:lnTo>
                                <a:lnTo>
                                  <a:pt x="835819" y="813626"/>
                                </a:lnTo>
                                <a:cubicBezTo>
                                  <a:pt x="835766" y="833698"/>
                                  <a:pt x="819506" y="849959"/>
                                  <a:pt x="799433" y="850011"/>
                                </a:cubicBezTo>
                                <a:close/>
                                <a:moveTo>
                                  <a:pt x="822484" y="363665"/>
                                </a:moveTo>
                                <a:lnTo>
                                  <a:pt x="757714" y="409480"/>
                                </a:lnTo>
                                <a:lnTo>
                                  <a:pt x="757714" y="308800"/>
                                </a:lnTo>
                                <a:close/>
                                <a:moveTo>
                                  <a:pt x="204216" y="54864"/>
                                </a:moveTo>
                                <a:lnTo>
                                  <a:pt x="691134" y="54864"/>
                                </a:lnTo>
                                <a:cubicBezTo>
                                  <a:pt x="701655" y="54864"/>
                                  <a:pt x="710184" y="63393"/>
                                  <a:pt x="710184" y="73914"/>
                                </a:cubicBezTo>
                                <a:lnTo>
                                  <a:pt x="710184" y="442913"/>
                                </a:lnTo>
                                <a:lnTo>
                                  <a:pt x="447675" y="628745"/>
                                </a:lnTo>
                                <a:lnTo>
                                  <a:pt x="185261" y="442913"/>
                                </a:lnTo>
                                <a:lnTo>
                                  <a:pt x="185261" y="73819"/>
                                </a:lnTo>
                                <a:cubicBezTo>
                                  <a:pt x="185314" y="63372"/>
                                  <a:pt x="193769" y="54916"/>
                                  <a:pt x="204216" y="54864"/>
                                </a:cubicBezTo>
                                <a:close/>
                                <a:moveTo>
                                  <a:pt x="137541" y="409480"/>
                                </a:moveTo>
                                <a:lnTo>
                                  <a:pt x="70104" y="361855"/>
                                </a:lnTo>
                                <a:lnTo>
                                  <a:pt x="137541" y="304705"/>
                                </a:lnTo>
                                <a:close/>
                                <a:moveTo>
                                  <a:pt x="445294" y="506444"/>
                                </a:moveTo>
                                <a:lnTo>
                                  <a:pt x="451390" y="506444"/>
                                </a:lnTo>
                                <a:cubicBezTo>
                                  <a:pt x="464541" y="506444"/>
                                  <a:pt x="475202" y="495783"/>
                                  <a:pt x="475202" y="482632"/>
                                </a:cubicBezTo>
                                <a:cubicBezTo>
                                  <a:pt x="475202" y="469481"/>
                                  <a:pt x="464541" y="458819"/>
                                  <a:pt x="451390" y="458819"/>
                                </a:cubicBezTo>
                                <a:lnTo>
                                  <a:pt x="445294" y="458819"/>
                                </a:lnTo>
                                <a:cubicBezTo>
                                  <a:pt x="361441" y="458819"/>
                                  <a:pt x="293465" y="390843"/>
                                  <a:pt x="293465" y="306991"/>
                                </a:cubicBezTo>
                                <a:cubicBezTo>
                                  <a:pt x="293465" y="223138"/>
                                  <a:pt x="361441" y="155162"/>
                                  <a:pt x="445294" y="155162"/>
                                </a:cubicBezTo>
                                <a:cubicBezTo>
                                  <a:pt x="529146" y="155162"/>
                                  <a:pt x="597122" y="223138"/>
                                  <a:pt x="597122" y="306991"/>
                                </a:cubicBezTo>
                                <a:lnTo>
                                  <a:pt x="597122" y="347663"/>
                                </a:lnTo>
                                <a:cubicBezTo>
                                  <a:pt x="596244" y="362313"/>
                                  <a:pt x="583656" y="373478"/>
                                  <a:pt x="569004" y="372599"/>
                                </a:cubicBezTo>
                                <a:cubicBezTo>
                                  <a:pt x="555580" y="371795"/>
                                  <a:pt x="544873" y="361087"/>
                                  <a:pt x="544068" y="347663"/>
                                </a:cubicBezTo>
                                <a:lnTo>
                                  <a:pt x="544068" y="306991"/>
                                </a:lnTo>
                                <a:cubicBezTo>
                                  <a:pt x="544424" y="252283"/>
                                  <a:pt x="500364" y="207644"/>
                                  <a:pt x="445656" y="207288"/>
                                </a:cubicBezTo>
                                <a:cubicBezTo>
                                  <a:pt x="390947" y="206932"/>
                                  <a:pt x="346308" y="250992"/>
                                  <a:pt x="345952" y="305700"/>
                                </a:cubicBezTo>
                                <a:cubicBezTo>
                                  <a:pt x="345596" y="360409"/>
                                  <a:pt x="389656" y="405047"/>
                                  <a:pt x="444365" y="405403"/>
                                </a:cubicBezTo>
                                <a:cubicBezTo>
                                  <a:pt x="466675" y="405549"/>
                                  <a:pt x="488382" y="398158"/>
                                  <a:pt x="505968" y="384429"/>
                                </a:cubicBezTo>
                                <a:cubicBezTo>
                                  <a:pt x="525945" y="420150"/>
                                  <a:pt x="571096" y="432912"/>
                                  <a:pt x="606816" y="412935"/>
                                </a:cubicBezTo>
                                <a:cubicBezTo>
                                  <a:pt x="630426" y="399732"/>
                                  <a:pt x="644964" y="374713"/>
                                  <a:pt x="644747" y="347663"/>
                                </a:cubicBezTo>
                                <a:lnTo>
                                  <a:pt x="644747" y="306991"/>
                                </a:lnTo>
                                <a:cubicBezTo>
                                  <a:pt x="644747" y="196836"/>
                                  <a:pt x="555449" y="107537"/>
                                  <a:pt x="445294" y="107537"/>
                                </a:cubicBezTo>
                                <a:cubicBezTo>
                                  <a:pt x="335139" y="107537"/>
                                  <a:pt x="245840" y="196836"/>
                                  <a:pt x="245840" y="306991"/>
                                </a:cubicBezTo>
                                <a:cubicBezTo>
                                  <a:pt x="245840" y="417145"/>
                                  <a:pt x="335139" y="506444"/>
                                  <a:pt x="445294" y="506444"/>
                                </a:cubicBezTo>
                                <a:close/>
                                <a:moveTo>
                                  <a:pt x="445294" y="358140"/>
                                </a:moveTo>
                                <a:cubicBezTo>
                                  <a:pt x="417045" y="358140"/>
                                  <a:pt x="394145" y="335240"/>
                                  <a:pt x="394145" y="306991"/>
                                </a:cubicBezTo>
                                <a:cubicBezTo>
                                  <a:pt x="394145" y="278742"/>
                                  <a:pt x="417045" y="255842"/>
                                  <a:pt x="445294" y="255842"/>
                                </a:cubicBezTo>
                                <a:cubicBezTo>
                                  <a:pt x="473543" y="255842"/>
                                  <a:pt x="496443" y="278742"/>
                                  <a:pt x="496443" y="306991"/>
                                </a:cubicBezTo>
                                <a:cubicBezTo>
                                  <a:pt x="496443" y="335240"/>
                                  <a:pt x="473543" y="358140"/>
                                  <a:pt x="445294" y="358140"/>
                                </a:cubicBezTo>
                                <a:close/>
                              </a:path>
                            </a:pathLst>
                          </a:custGeom>
                          <a:solidFill>
                            <a:schemeClr val="bg1"/>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3B8708B" id="Group 6" o:spid="_x0000_s1026" alt="&quot;&quot;" style="position:absolute;margin-left:0;margin-top:0;width:574.55pt;height:753.85pt;z-index:-251658240;mso-position-horizontal:center;mso-position-horizontal-relative:margin;mso-position-vertical-relative:margin;mso-width-relative:margin;mso-height-relative:margin" coordsize="72993,9805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">
                <v:rect id="Rectangle 33" o:spid="_x0000_s1027" alt="&quot;&quot;" style="position:absolute;left:95;top:12573;width:72898;height:85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" fillcolor="#f2f2f2 [3052]" stroked="f" strokeweight="1pt"/>
                <v:rect id="Rectangle 34" o:spid="_x0000_s1028" alt="&quot;&quot;" style="position:absolute;left:69246;top:571;width:3245;height:324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" fillcolor="#548dd4 [1951]"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1" o:spid="_x0000_s1029" type="#_x0000_t75" alt="&quot;&quot;" style="position:absolute;width:72891;height:12585;visibility:visible;mso-wrap-style:square" coordsize="7289165,12585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" path="m,l6889003,r400162,400162l7289165,1258570,,1258570,,xe">
                  <v:imagedata r:id="rId11" o:title=""/>
                  <v:formulas/>
                  <v:path o:extrusionok="t" o:connecttype="custom" o:connectlocs="0,0;6889003,0;7289165,400162;7289165,1258570;0,1258570;0,0" o:connectangles="0,0,0,0,0,0"/>
                </v:shape>
                <v:oval id="Oval 36" o:spid="_x0000_s1030" alt="&quot;&quot;" style="position:absolute;left:2095;top:3333;width:6444;height:64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" fillcolor="white [3212]" stroked="f" strokeweight="1pt">
                  <v:fill opacity="15677f"/>
                </v:oval>
                <v:shape id="Graphic 8" o:spid="_x0000_s1031" alt="Icon Email" style="position:absolute;left:3524;top:4572;width:3561;height:3600;visibility:visible;mso-wrap-style:square;v-text-anchor:middle" coordsize="885825,895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" path="m91154,897636r708279,c845847,897584,883444,859944,883444,813530r,-449770c883436,356743,880335,350086,874967,345567l757714,246507r,-172688c757714,36995,727862,7144,691039,7144r-486823,c167392,7144,137541,36995,137541,73819r,169069l15621,345567v-5368,4519,-8470,11176,-8477,18193l7144,813530v,46414,37597,84054,84010,84106xm799338,850011r-708184,c71044,849959,54769,833640,54769,813530r,-404336l326231,601218,133541,748665v-10522,7891,-12654,22816,-4763,33338c136669,792524,151594,794656,162116,786765l366998,629984r66675,47625c441919,683449,452954,683449,461200,677609r66676,-47625l732854,786479v10521,7891,25447,5759,33337,-4762c774082,771195,771950,756270,761429,748379l569119,601218,835819,412623r,401003c835766,833698,819506,849959,799433,850011r-95,xm822484,363665r-64770,45815l757714,308800r64770,54865xm204216,54864r486918,c701655,54864,710184,63393,710184,73914r,368999l447675,628745,185261,442913r,-369094c185314,63372,193769,54916,204216,54864xm137541,409480l70104,361855r67437,-57150l137541,409480xm445294,506444r6096,c464541,506444,475202,495783,475202,482632v,-13151,-10661,-23813,-23812,-23813l445294,458819v-83853,,-151829,-67976,-151829,-151828c293465,223138,361441,155162,445294,155162v83852,,151828,67976,151828,151829l597122,347663v-878,14650,-13466,25815,-28118,24936c555580,371795,544873,361087,544068,347663r,-40672c544424,252283,500364,207644,445656,207288v-54709,-356,-99348,43704,-99704,98412c345596,360409,389656,405047,444365,405403v22310,146,44017,-7245,61603,-20974c525945,420150,571096,432912,606816,412935v23610,-13203,38148,-38222,37931,-65272l644747,306991v,-110155,-89298,-199454,-199453,-199454c335139,107537,245840,196836,245840,306991v,110154,89299,199453,199454,199453xm445294,358140v-28249,,-51149,-22900,-51149,-51149c394145,278742,417045,255842,445294,255842v28249,,51149,22900,51149,51149c496443,335240,473543,358140,445294,358140xe" fillcolor="white [3212]" stroked="f">
                  <v:stroke joinstyle="miter"/>
                  <v:path arrowok="t" o:connecttype="custom" o:connectlocs="36651,360919;321434,360919;355213,327102;355213,146260;351804,138945;304659,99115;304659,29681;277851,2872;82111,2872;55302,29681;55302,97660;6281,138945;2872,146260;2872,327102;36651,360919;321396,341770;36651,341770;22021,327102;22021,164528;131170,241736;53694,301021;51779,314426;65183,316340;147562,253302;174370,272451;185438,272451;212247,253302;294664,316225;308068,314311;306153,300906;228830,241736;336064,165906;336064,327141;321434,341770;330702,146221;304659,164643;304659,124162;82111,22060;277889,22060;285549,29719;285549,178085;180000,252804;74489,178085;74489,29681;82111,22060;55302,164643;28187,145494;55302,122515;179043,203630;181494,203630;191068,194055;181494,184481;179043,184481;117996,123434;179043,62387;240089,123434;240089,139787;228784,149814;218757,139787;218757,123434;179188,83346;139099,122915;178669,163003;203438,154570;243987,166032;259238,139787;259238,123434;179043,43238;98847,123434;179043,203630;179043,144000;158477,123434;179043,102868;199608,123434;179043,144000" o:connectangles="0,0,0,0,0,0,0,0,0,0,0,0,0,0,0,0,0,0,0,0,0,0,0,0,0,0,0,0,0,0,0,0,0,0,0,0,0,0,0,0,0,0,0,0,0,0,0,0,0,0,0,0,0,0,0,0,0,0,0,0,0,0,0,0,0,0,0,0,0,0,0,0,0,0,0"/>
                  <o:lock v:ext="edit" aspectratio="t"/>
                </v:shape>
                <w10:wrap anchorx="margin" anchory="margin"/>
                <w10:anchorlock/>
              </v:group>
            </w:pict>
          </mc:Fallback>
        </mc:AlternateConten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30"/>
        <w:gridCol w:w="2060"/>
      </w:tblGrid>
      <w:tr w:rsidR="009A4EED" w:rsidRPr="005246F6" w14:paraId="30EB6A69" w14:textId="77777777" w:rsidTr="00090F21">
        <w:trPr>
          <w:trHeight w:val="1728"/>
        </w:trPr>
        <w:tc>
          <w:tcPr>
            <w:tcW w:w="8730" w:type="dxa"/>
          </w:tcPr>
          <w:p w14:paraId="4E44C91F" w14:textId="77777777" w:rsidR="009A4EED" w:rsidRPr="005246F6" w:rsidRDefault="00CE130F" w:rsidP="007C5EFB">
            <w:pPr>
              <w:spacing w:before="120"/>
              <w:ind w:left="1065"/>
            </w:pPr>
            <w:sdt>
              <w:sdtPr>
                <w:id w:val="-270316023"/>
                <w:placeholder>
                  <w:docPart w:val="1DA328B7A8DF4873912E538B98EA57C6"/>
                </w:placeholder>
                <w:temporary/>
                <w:showingPlcHdr/>
                <w15:appearance w15:val="hidden"/>
              </w:sdtPr>
              <w:sdtEndPr/>
              <w:sdtContent>
                <w:r w:rsidR="009A4EED" w:rsidRPr="005246F6">
                  <w:rPr>
                    <w:rStyle w:val="TitleChar"/>
                  </w:rPr>
                  <w:t>Email Newsletter</w:t>
                </w:r>
              </w:sdtContent>
            </w:sdt>
          </w:p>
          <w:sdt>
            <w:sdtPr>
              <w:id w:val="-1062873268"/>
              <w:placeholder>
                <w:docPart w:val="2A1ADD7918484CB686497DFACC56E2C6"/>
              </w:placeholder>
              <w:temporary/>
              <w:showingPlcHdr/>
              <w15:appearance w15:val="hidden"/>
            </w:sdtPr>
            <w:sdtEndPr/>
            <w:sdtContent>
              <w:p w14:paraId="3FE49C01" w14:textId="77777777" w:rsidR="009A4EED" w:rsidRPr="005246F6" w:rsidRDefault="007C5EFB" w:rsidP="007C5EFB">
                <w:pPr>
                  <w:pStyle w:val="Subtitle"/>
                  <w:spacing w:after="160"/>
                  <w:ind w:left="4575"/>
                  <w:rPr>
                    <w:rFonts w:eastAsiaTheme="minorHAnsi"/>
                    <w:color w:val="auto"/>
                  </w:rPr>
                </w:pPr>
                <w:r w:rsidRPr="005246F6">
                  <w:t>MMMM YYYY  |  Volume 1, Number 1</w:t>
                </w:r>
              </w:p>
            </w:sdtContent>
          </w:sdt>
        </w:tc>
        <w:tc>
          <w:tcPr>
            <w:tcW w:w="2060" w:type="dxa"/>
          </w:tcPr>
          <w:p w14:paraId="4041A1DD" w14:textId="77777777" w:rsidR="009A4EED" w:rsidRPr="005246F6" w:rsidRDefault="009A4EED" w:rsidP="00EF4A85">
            <w:pPr>
              <w:jc w:val="right"/>
            </w:pPr>
            <w:r w:rsidRPr="005246F6">
              <w:rPr>
                <w:noProof/>
              </w:rPr>
              <w:drawing>
                <wp:inline distT="0" distB="0" distL="0" distR="0" wp14:anchorId="4C6ECCE1" wp14:editId="51B6C3FB">
                  <wp:extent cx="864870" cy="916940"/>
                  <wp:effectExtent l="0" t="0" r="0" b="0"/>
                  <wp:docPr id="78" name="Picture 78" descr="Placeholde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Picture 78" descr="Placeholder Logo"/>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864870" cy="916940"/>
                          </a:xfrm>
                          <a:prstGeom prst="rect">
                            <a:avLst/>
                          </a:prstGeom>
                        </pic:spPr>
                      </pic:pic>
                    </a:graphicData>
                  </a:graphic>
                </wp:inline>
              </w:drawing>
            </w:r>
          </w:p>
        </w:tc>
      </w:tr>
    </w:tbl>
    <w:p w14:paraId="525E10CA" w14:textId="77777777" w:rsidR="00090F21" w:rsidRDefault="00090F21"/>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15"/>
        <w:gridCol w:w="7375"/>
      </w:tblGrid>
      <w:tr w:rsidR="00DB1546" w:rsidRPr="005246F6" w14:paraId="7006B83A" w14:textId="77777777" w:rsidTr="007B0AC5">
        <w:trPr>
          <w:trHeight w:val="720"/>
        </w:trPr>
        <w:tc>
          <w:tcPr>
            <w:tcW w:w="10790" w:type="dxa"/>
            <w:gridSpan w:val="2"/>
            <w:vAlign w:val="center"/>
          </w:tcPr>
          <w:sdt>
            <w:sdtPr>
              <w:id w:val="-350108676"/>
              <w:placeholder>
                <w:docPart w:val="4658ACC31572455DBFD1D772A8D08171"/>
              </w:placeholder>
              <w:temporary/>
              <w:showingPlcHdr/>
              <w15:appearance w15:val="hidden"/>
            </w:sdtPr>
            <w:sdtEndPr/>
            <w:sdtContent>
              <w:p w14:paraId="7DB6FCA1" w14:textId="77777777" w:rsidR="00DB1546" w:rsidRPr="005246F6" w:rsidRDefault="00DB1546" w:rsidP="00E473F7">
                <w:pPr>
                  <w:pStyle w:val="Heading1"/>
                  <w:spacing w:after="160"/>
                  <w:rPr>
                    <w:noProof w:val="0"/>
                    <w:color w:val="auto"/>
                    <w:sz w:val="22"/>
                    <w:szCs w:val="22"/>
                  </w:rPr>
                </w:pPr>
                <w:r w:rsidRPr="005246F6">
                  <w:t>Staying in Touch with Customers</w:t>
                </w:r>
              </w:p>
            </w:sdtContent>
          </w:sdt>
        </w:tc>
      </w:tr>
      <w:tr w:rsidR="00DB1546" w:rsidRPr="005246F6" w14:paraId="5BFE63F4" w14:textId="77777777" w:rsidTr="007B0AC5">
        <w:trPr>
          <w:trHeight w:val="720"/>
        </w:trPr>
        <w:tc>
          <w:tcPr>
            <w:tcW w:w="10790" w:type="dxa"/>
            <w:gridSpan w:val="2"/>
            <w:vAlign w:val="center"/>
          </w:tcPr>
          <w:sdt>
            <w:sdtPr>
              <w:id w:val="1575626405"/>
              <w:placeholder>
                <w:docPart w:val="8A6EAEA7834B4FA68A8605B196F373FB"/>
              </w:placeholder>
              <w:temporary/>
              <w:showingPlcHdr/>
              <w15:appearance w15:val="hidden"/>
            </w:sdtPr>
            <w:sdtEndPr/>
            <w:sdtContent>
              <w:p w14:paraId="4CD68022" w14:textId="77777777" w:rsidR="00DB1546" w:rsidRPr="005246F6" w:rsidRDefault="00DB1546" w:rsidP="00D629B8">
                <w:pPr>
                  <w:pStyle w:val="Introduction"/>
                  <w:rPr>
                    <w:sz w:val="22"/>
                    <w:szCs w:val="22"/>
                  </w:rPr>
                </w:pPr>
                <w:r w:rsidRPr="005246F6">
                  <w:t>Often businesses spend as much time and effort gathering new customers as they do on anything else. It is also one of the costliest functions of doing business. So, it is important to make sure you do not lose the customers you have spent so much energy to acquire. The alternative is to continue with the time-consuming process of finding new customers from an ever-shrinking pool of prospects. Since it costs much less to keep existing customers instead of constantly replacing them, it makes good business sense to do what it takes to keep customers coming back.</w:t>
                </w:r>
              </w:p>
            </w:sdtContent>
          </w:sdt>
        </w:tc>
      </w:tr>
      <w:tr w:rsidR="00DB1546" w:rsidRPr="005246F6" w14:paraId="13645CF2" w14:textId="77777777" w:rsidTr="007B71B2">
        <w:trPr>
          <w:trHeight w:val="8208"/>
        </w:trPr>
        <w:tc>
          <w:tcPr>
            <w:tcW w:w="3415"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58" w:type="dxa"/>
                <w:right w:w="115" w:type="dxa"/>
              </w:tblCellMar>
              <w:tblLook w:val="04A0" w:firstRow="1" w:lastRow="0" w:firstColumn="1" w:lastColumn="0" w:noHBand="0" w:noVBand="1"/>
            </w:tblPr>
            <w:tblGrid>
              <w:gridCol w:w="3045"/>
            </w:tblGrid>
            <w:tr w:rsidR="008D79D4" w:rsidRPr="005246F6" w14:paraId="3A36CB1F" w14:textId="77777777" w:rsidTr="008D79D4">
              <w:trPr>
                <w:trHeight w:val="1613"/>
              </w:trPr>
              <w:tc>
                <w:tcPr>
                  <w:tcW w:w="3045" w:type="dxa"/>
                  <w:shd w:val="clear" w:color="auto" w:fill="EEECE1" w:themeFill="background2"/>
                </w:tcPr>
                <w:p w14:paraId="494D6C0B" w14:textId="77777777" w:rsidR="008D79D4" w:rsidRPr="005246F6" w:rsidRDefault="00CE130F" w:rsidP="008D79D4">
                  <w:pPr>
                    <w:pStyle w:val="Quote"/>
                    <w:spacing w:before="60" w:after="160"/>
                    <w:rPr>
                      <w:i w:val="0"/>
                      <w:iCs w:val="0"/>
                      <w:color w:val="auto"/>
                      <w:sz w:val="22"/>
                    </w:rPr>
                  </w:pPr>
                  <w:sdt>
                    <w:sdtPr>
                      <w:id w:val="1028757395"/>
                      <w:placeholder>
                        <w:docPart w:val="72EE9F74CA4F4DCB84EDD9BB283D6568"/>
                      </w:placeholder>
                      <w:temporary/>
                      <w:showingPlcHdr/>
                      <w15:appearance w15:val="hidden"/>
                    </w:sdtPr>
                    <w:sdtEndPr/>
                    <w:sdtContent>
                      <w:r w:rsidR="008D79D4" w:rsidRPr="005246F6">
                        <w:t>“Make sure you do not lose the customers you have spent so much energy to acquire.”</w:t>
                      </w:r>
                    </w:sdtContent>
                  </w:sdt>
                </w:p>
              </w:tc>
            </w:tr>
            <w:tr w:rsidR="008D79D4" w:rsidRPr="005246F6" w14:paraId="06805FA8" w14:textId="77777777" w:rsidTr="008D79D4">
              <w:trPr>
                <w:trHeight w:val="5553"/>
              </w:trPr>
              <w:tc>
                <w:tcPr>
                  <w:tcW w:w="3045" w:type="dxa"/>
                  <w:shd w:val="clear" w:color="auto" w:fill="FFFFFF" w:themeFill="background1"/>
                </w:tcPr>
                <w:p w14:paraId="631B3808" w14:textId="77777777" w:rsidR="008D79D4" w:rsidRPr="005246F6" w:rsidRDefault="008D79D4" w:rsidP="008D79D4">
                  <w:pPr>
                    <w:spacing w:before="160"/>
                    <w:rPr>
                      <w:noProof/>
                    </w:rPr>
                  </w:pPr>
                  <w:r w:rsidRPr="005246F6">
                    <w:rPr>
                      <w:noProof/>
                    </w:rPr>
                    <w:drawing>
                      <wp:inline distT="0" distB="0" distL="0" distR="0" wp14:anchorId="6B8951C4" wp14:editId="0E12C763">
                        <wp:extent cx="1711960" cy="1137920"/>
                        <wp:effectExtent l="0" t="0" r="2540" b="5080"/>
                        <wp:docPr id="1" name="Picture 1" descr="Photo placeholder, man looking at inventory in warehou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1711960" cy="1137920"/>
                                </a:xfrm>
                                <a:prstGeom prst="rect">
                                  <a:avLst/>
                                </a:prstGeom>
                                <a:noFill/>
                                <a:ln>
                                  <a:noFill/>
                                </a:ln>
                              </pic:spPr>
                            </pic:pic>
                          </a:graphicData>
                        </a:graphic>
                      </wp:inline>
                    </w:drawing>
                  </w:r>
                </w:p>
                <w:p w14:paraId="26416798" w14:textId="77777777" w:rsidR="008D79D4" w:rsidRPr="005246F6" w:rsidRDefault="008D79D4" w:rsidP="008D79D4">
                  <w:pPr>
                    <w:rPr>
                      <w:noProof/>
                      <w:sz w:val="18"/>
                    </w:rPr>
                  </w:pPr>
                </w:p>
                <w:sdt>
                  <w:sdtPr>
                    <w:id w:val="1010185524"/>
                    <w:placeholder>
                      <w:docPart w:val="D0F2049F73CB4DE6A27EC16C219345A6"/>
                    </w:placeholder>
                    <w:temporary/>
                    <w:showingPlcHdr/>
                    <w15:appearance w15:val="hidden"/>
                  </w:sdtPr>
                  <w:sdtEndPr/>
                  <w:sdtContent>
                    <w:p w14:paraId="36300025" w14:textId="77777777" w:rsidR="008D79D4" w:rsidRPr="005246F6" w:rsidRDefault="008D79D4" w:rsidP="008D79D4">
                      <w:pPr>
                        <w:pStyle w:val="ListNumber"/>
                      </w:pPr>
                      <w:r w:rsidRPr="005246F6">
                        <w:t>Use big headlines.</w:t>
                      </w:r>
                    </w:p>
                    <w:p w14:paraId="6A8261AE" w14:textId="77777777" w:rsidR="008D79D4" w:rsidRPr="005246F6" w:rsidRDefault="008D79D4" w:rsidP="008D79D4">
                      <w:pPr>
                        <w:pStyle w:val="ListNumber"/>
                      </w:pPr>
                      <w:r w:rsidRPr="005246F6">
                        <w:t>Make your articles short and to the point.</w:t>
                      </w:r>
                    </w:p>
                    <w:p w14:paraId="26EA530A" w14:textId="77777777" w:rsidR="008D79D4" w:rsidRPr="005246F6" w:rsidRDefault="008D79D4" w:rsidP="008D79D4">
                      <w:pPr>
                        <w:pStyle w:val="ListNumber"/>
                      </w:pPr>
                      <w:r w:rsidRPr="005246F6">
                        <w:t>All information should be of value to the customer.</w:t>
                      </w:r>
                    </w:p>
                  </w:sdtContent>
                </w:sdt>
              </w:tc>
            </w:tr>
          </w:tbl>
          <w:p w14:paraId="05E26C47" w14:textId="77777777" w:rsidR="00DB1546" w:rsidRPr="005246F6" w:rsidRDefault="00DB1546" w:rsidP="00D629B8">
            <w:pPr>
              <w:pStyle w:val="Introduction"/>
            </w:pPr>
          </w:p>
        </w:tc>
        <w:tc>
          <w:tcPr>
            <w:tcW w:w="7375" w:type="dxa"/>
          </w:tcPr>
          <w:p w14:paraId="5A6094C4" w14:textId="77777777" w:rsidR="00DB1546" w:rsidRPr="005246F6" w:rsidRDefault="00CE130F" w:rsidP="001549CD">
            <w:sdt>
              <w:sdtPr>
                <w:id w:val="-1431582516"/>
                <w:placeholder>
                  <w:docPart w:val="472356DDA18E467ABED1A7AA22F537DA"/>
                </w:placeholder>
                <w:temporary/>
                <w:showingPlcHdr/>
                <w15:appearance w15:val="hidden"/>
              </w:sdtPr>
              <w:sdtEndPr/>
              <w:sdtContent>
                <w:r w:rsidR="007C5EFB" w:rsidRPr="005246F6">
                  <w:t>Regular communication with your customers lets them know how much you value them and their business. Show them that you care by offering valuable information such as tips on how to use your products and services more effectively, event announcements, information on upcoming new products and expanded services, and special discounts on existing ones.</w:t>
                </w:r>
              </w:sdtContent>
            </w:sdt>
          </w:p>
          <w:sdt>
            <w:sdtPr>
              <w:id w:val="-1148129033"/>
              <w:placeholder>
                <w:docPart w:val="79106931EC9C4F0E86E1631330C1CEFB"/>
              </w:placeholder>
              <w:temporary/>
              <w:showingPlcHdr/>
              <w15:appearance w15:val="hidden"/>
            </w:sdtPr>
            <w:sdtEndPr/>
            <w:sdtContent>
              <w:p w14:paraId="46380D27" w14:textId="77777777" w:rsidR="00DB1546" w:rsidRPr="005246F6" w:rsidRDefault="00DB1546" w:rsidP="00CE4402">
                <w:pPr>
                  <w:pStyle w:val="Heading2"/>
                  <w:spacing w:before="160" w:after="160"/>
                </w:pPr>
                <w:r w:rsidRPr="005246F6">
                  <w:t>E-mail newsletters —quick, easy</w:t>
                </w:r>
              </w:p>
            </w:sdtContent>
          </w:sdt>
          <w:sdt>
            <w:sdtPr>
              <w:id w:val="-957102723"/>
              <w:placeholder>
                <w:docPart w:val="24D4B78391CB486E91D17C5467324C03"/>
              </w:placeholder>
              <w:temporary/>
              <w:showingPlcHdr/>
              <w15:appearance w15:val="hidden"/>
            </w:sdtPr>
            <w:sdtEndPr/>
            <w:sdtContent>
              <w:p w14:paraId="6F5D64DC" w14:textId="77777777" w:rsidR="00CF7D4E" w:rsidRPr="005246F6" w:rsidRDefault="00CF7D4E" w:rsidP="001549CD">
                <w:r w:rsidRPr="005246F6">
                  <w:t>Using an e-mail newsletter can be an effective, low-cost method for staying in touch with your customers. It helps reduce churn and can easily generate more business from customers you have already spent a great deal of effort to win. Since there are no mailing and printing costs involved, it is also very gentle to your bottom-line. Another benefit is the almost instantaneous delivery that e-mail affords. You do not have to worry whether the Post Office will get the newsletter to your customers in time for them to take advantage of a special offer.</w:t>
                </w:r>
              </w:p>
              <w:p w14:paraId="6CF34800" w14:textId="77777777" w:rsidR="00CF7D4E" w:rsidRPr="005246F6" w:rsidRDefault="00CF7D4E" w:rsidP="001549CD">
                <w:r w:rsidRPr="005246F6">
                  <w:t>Microsoft Office Word makes it simple to create and send e-mail newsletters. Customers will appreciate the regular communication and you could be rewarded with more business from your existing customer base.</w:t>
                </w:r>
              </w:p>
            </w:sdtContent>
          </w:sdt>
          <w:sdt>
            <w:sdtPr>
              <w:id w:val="658811997"/>
              <w:placeholder>
                <w:docPart w:val="02977E48E908494E9939FB12B574ED88"/>
              </w:placeholder>
              <w:temporary/>
              <w:showingPlcHdr/>
              <w15:appearance w15:val="hidden"/>
            </w:sdtPr>
            <w:sdtEndPr/>
            <w:sdtContent>
              <w:p w14:paraId="4C1E2069" w14:textId="77777777" w:rsidR="00DB1546" w:rsidRPr="005246F6" w:rsidRDefault="00DB1546" w:rsidP="00CE4402">
                <w:pPr>
                  <w:pStyle w:val="Heading3"/>
                  <w:spacing w:before="160" w:after="160"/>
                </w:pPr>
                <w:r w:rsidRPr="005246F6">
                  <w:t>Create a customized template</w:t>
                </w:r>
              </w:p>
            </w:sdtContent>
          </w:sdt>
          <w:p w14:paraId="3ACE3217" w14:textId="77777777" w:rsidR="00DB1546" w:rsidRPr="005246F6" w:rsidRDefault="00CE130F" w:rsidP="001549CD">
            <w:sdt>
              <w:sdtPr>
                <w:id w:val="1315371092"/>
                <w:placeholder>
                  <w:docPart w:val="9B126E49F3374D269AF5AE81F2B95455"/>
                </w:placeholder>
                <w:temporary/>
                <w:showingPlcHdr/>
                <w15:appearance w15:val="hidden"/>
              </w:sdtPr>
              <w:sdtEndPr/>
              <w:sdtContent>
                <w:r w:rsidR="00DB1546" w:rsidRPr="005246F6">
                  <w:t>Add your company logo, change the colors to reflect the ones your business uses, put in your business address, phone numbers, and web site address—in other words, develop a basic template reflecting your company’s look that will stay the same for each issue.</w:t>
                </w:r>
              </w:sdtContent>
            </w:sdt>
          </w:p>
        </w:tc>
      </w:tr>
    </w:tbl>
    <w:p w14:paraId="0C4E796C" w14:textId="77777777" w:rsidR="00DB1546" w:rsidRPr="005246F6" w:rsidRDefault="00DB1546" w:rsidP="0018521B"/>
    <w:p w14:paraId="3994DEFB" w14:textId="77777777" w:rsidR="005C7559" w:rsidRPr="005246F6" w:rsidRDefault="00C516CC" w:rsidP="0018521B">
      <w:r w:rsidRPr="005246F6">
        <w:rPr>
          <w:noProof/>
        </w:rPr>
        <w:lastRenderedPageBreak/>
        <mc:AlternateContent>
          <mc:Choice Requires="wps">
            <w:drawing>
              <wp:anchor distT="0" distB="0" distL="114300" distR="114300" simplePos="0" relativeHeight="251660288" behindDoc="1" locked="1" layoutInCell="1" allowOverlap="1" wp14:anchorId="0177EC1F" wp14:editId="70AA1BDA">
                <wp:simplePos x="0" y="0"/>
                <wp:positionH relativeFrom="margin">
                  <wp:align>center</wp:align>
                </wp:positionH>
                <wp:positionV relativeFrom="margin">
                  <wp:align>bottom</wp:align>
                </wp:positionV>
                <wp:extent cx="7287768" cy="10149840"/>
                <wp:effectExtent l="0" t="0" r="8890" b="3810"/>
                <wp:wrapNone/>
                <wp:docPr id="3" name="Rectangle 3">
                  <a:extLst xmlns:a="http://schemas.openxmlformats.org/drawingml/2006/main">
                    <a:ext uri="{FF2B5EF4-FFF2-40B4-BE49-F238E27FC236}">
                      <a16:creationId xmlns:a16="http://schemas.microsoft.com/office/drawing/2014/main" id="{4FB03EB0-31AC-464A-A4CF-52AA945A224D}"/>
                    </a:ext>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287768" cy="10149840"/>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416DECDA" id="Rectangle 3" o:spid="_x0000_s1026" alt="&quot;&quot;" style="position:absolute;margin-left:0;margin-top:0;width:573.85pt;height:799.2pt;z-index:-251656192;visibility:visible;mso-wrap-style:square;mso-width-percent:0;mso-height-percent:0;mso-wrap-distance-left:9pt;mso-wrap-distance-top:0;mso-wrap-distance-right:9pt;mso-wrap-distance-bottom:0;mso-position-horizontal:center;mso-position-horizontal-relative:margin;mso-position-vertical:bottom;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" fillcolor="#f2f2f2 [3052]" stroked="f" strokeweight="1pt">
                <w10:wrap anchorx="margin" anchory="margin"/>
                <w10:anchorlock/>
              </v:rect>
            </w:pict>
          </mc:Fallback>
        </mc:AlternateContent>
      </w:r>
    </w:p>
    <w:tbl>
      <w:tblPr>
        <w:tblW w:w="5000" w:type="pct"/>
        <w:tblLayout w:type="fixed"/>
        <w:tblCellMar>
          <w:left w:w="115" w:type="dxa"/>
          <w:right w:w="115" w:type="dxa"/>
        </w:tblCellMar>
        <w:tblLook w:val="0600" w:firstRow="0" w:lastRow="0" w:firstColumn="0" w:lastColumn="0" w:noHBand="1" w:noVBand="1"/>
      </w:tblPr>
      <w:tblGrid>
        <w:gridCol w:w="3601"/>
        <w:gridCol w:w="3602"/>
        <w:gridCol w:w="3597"/>
      </w:tblGrid>
      <w:tr w:rsidR="005C7559" w:rsidRPr="005246F6" w14:paraId="3D04AA6C" w14:textId="77777777" w:rsidTr="00C1368E">
        <w:trPr>
          <w:cantSplit/>
          <w:trHeight w:val="3438"/>
        </w:trPr>
        <w:tc>
          <w:tcPr>
            <w:tcW w:w="3597" w:type="dxa"/>
            <w:shd w:val="clear" w:color="auto" w:fill="1F497D" w:themeFill="text2"/>
          </w:tcPr>
          <w:sdt>
            <w:sdtPr>
              <w:rPr>
                <w:rFonts w:asciiTheme="majorHAnsi" w:hAnsiTheme="majorHAnsi"/>
                <w:i w:val="0"/>
                <w:color w:val="FFFFFF" w:themeColor="background1"/>
                <w:sz w:val="32"/>
              </w:rPr>
              <w:id w:val="130294356"/>
              <w:placeholder>
                <w:docPart w:val="66EE8EE25D924CE88D66E8464BE66BD9"/>
              </w:placeholder>
              <w:temporary/>
              <w:showingPlcHdr/>
              <w15:appearance w15:val="hidden"/>
            </w:sdtPr>
            <w:sdtEndPr/>
            <w:sdtContent>
              <w:p w14:paraId="1F3B063F" w14:textId="77777777" w:rsidR="005C7559" w:rsidRPr="005246F6" w:rsidRDefault="00E57079" w:rsidP="00C1368E">
                <w:pPr>
                  <w:pStyle w:val="CalloutText"/>
                  <w:spacing w:before="240" w:line="276" w:lineRule="auto"/>
                  <w:ind w:right="240"/>
                  <w:rPr>
                    <w:rFonts w:asciiTheme="majorHAnsi" w:hAnsiTheme="majorHAnsi"/>
                    <w:i w:val="0"/>
                    <w:color w:val="FFFFFF" w:themeColor="background1"/>
                    <w:sz w:val="32"/>
                  </w:rPr>
                </w:pPr>
                <w:r w:rsidRPr="005246F6">
                  <w:rPr>
                    <w:rFonts w:asciiTheme="majorHAnsi" w:hAnsiTheme="majorHAnsi"/>
                    <w:i w:val="0"/>
                    <w:color w:val="FFFFFF" w:themeColor="background1"/>
                    <w:sz w:val="32"/>
                  </w:rPr>
                  <w:t>Here’s an easy way to use text you have already formatted as the basis for a new paragraph, character, or list style:</w:t>
                </w:r>
              </w:p>
            </w:sdtContent>
          </w:sdt>
        </w:tc>
        <w:tc>
          <w:tcPr>
            <w:tcW w:w="3599" w:type="dxa"/>
            <w:shd w:val="clear" w:color="auto" w:fill="FFFFFF" w:themeFill="background1"/>
            <w:vAlign w:val="center"/>
          </w:tcPr>
          <w:sdt>
            <w:sdtPr>
              <w:id w:val="-586386698"/>
              <w:placeholder>
                <w:docPart w:val="166A6299F21B42CF83B7760B76DADF70"/>
              </w:placeholder>
              <w:temporary/>
              <w:showingPlcHdr/>
              <w15:appearance w15:val="hidden"/>
            </w:sdtPr>
            <w:sdtEndPr/>
            <w:sdtContent>
              <w:p w14:paraId="366B682B" w14:textId="77777777" w:rsidR="00E57079" w:rsidRPr="005246F6" w:rsidRDefault="00E57079" w:rsidP="00E57079">
                <w:pPr>
                  <w:pStyle w:val="ListContinue"/>
                </w:pPr>
                <w:r w:rsidRPr="005246F6">
                  <w:t xml:space="preserve">Select the text. On the Home ribbon, </w:t>
                </w:r>
                <w:r w:rsidR="005246F6" w:rsidRPr="005246F6">
                  <w:t xml:space="preserve">expand the Style gallery and select </w:t>
                </w:r>
                <w:r w:rsidRPr="005246F6">
                  <w:t>Create a Style.</w:t>
                </w:r>
              </w:p>
              <w:p w14:paraId="518805D3" w14:textId="77777777" w:rsidR="005C7559" w:rsidRPr="005246F6" w:rsidRDefault="00E57079" w:rsidP="00E57079">
                <w:pPr>
                  <w:pStyle w:val="ListContinue"/>
                </w:pPr>
                <w:r w:rsidRPr="005246F6">
                  <w:t>Name your new style and click OK.</w:t>
                </w:r>
              </w:p>
            </w:sdtContent>
          </w:sdt>
        </w:tc>
        <w:tc>
          <w:tcPr>
            <w:tcW w:w="3594" w:type="dxa"/>
            <w:tcMar>
              <w:left w:w="0" w:type="dxa"/>
              <w:right w:w="0" w:type="dxa"/>
            </w:tcMar>
          </w:tcPr>
          <w:p w14:paraId="6A543F13" w14:textId="77777777" w:rsidR="005C7559" w:rsidRPr="005246F6" w:rsidRDefault="002B2609" w:rsidP="00C1368E">
            <w:pPr>
              <w:rPr>
                <w:b/>
              </w:rPr>
            </w:pPr>
            <w:r w:rsidRPr="005246F6">
              <w:rPr>
                <w:noProof/>
              </w:rPr>
              <w:drawing>
                <wp:inline distT="0" distB="0" distL="0" distR="0" wp14:anchorId="48FB7C0C" wp14:editId="72D2B57E">
                  <wp:extent cx="2322195" cy="2162175"/>
                  <wp:effectExtent l="0" t="0" r="1905" b="9525"/>
                  <wp:docPr id="59" name="Picture 59" descr="abstract image of a wa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a:stretch/>
                        </pic:blipFill>
                        <pic:spPr bwMode="auto">
                          <a:xfrm>
                            <a:off x="0" y="0"/>
                            <a:ext cx="2322195" cy="2162175"/>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2309AC" w:rsidRPr="005246F6" w14:paraId="73A78EE0" w14:textId="77777777" w:rsidTr="00823DE4">
        <w:trPr>
          <w:cantSplit/>
        </w:trPr>
        <w:tc>
          <w:tcPr>
            <w:tcW w:w="10790" w:type="dxa"/>
            <w:gridSpan w:val="3"/>
            <w:shd w:val="clear" w:color="auto" w:fill="auto"/>
            <w:vAlign w:val="center"/>
          </w:tcPr>
          <w:p w14:paraId="770AC800" w14:textId="77777777" w:rsidR="002309AC" w:rsidRPr="005246F6" w:rsidRDefault="002309AC" w:rsidP="003C0E3F">
            <w:pPr>
              <w:rPr>
                <w:noProof/>
              </w:rPr>
            </w:pPr>
          </w:p>
        </w:tc>
      </w:tr>
      <w:tr w:rsidR="002309AC" w:rsidRPr="005246F6" w14:paraId="53CE6B98" w14:textId="77777777" w:rsidTr="003B1688">
        <w:trPr>
          <w:cantSplit/>
          <w:trHeight w:val="2924"/>
        </w:trPr>
        <w:tc>
          <w:tcPr>
            <w:tcW w:w="3597" w:type="dxa"/>
            <w:shd w:val="clear" w:color="auto" w:fill="auto"/>
            <w:vAlign w:val="center"/>
          </w:tcPr>
          <w:p w14:paraId="7E211059" w14:textId="77777777" w:rsidR="00426E04" w:rsidRPr="005246F6" w:rsidRDefault="002309AC" w:rsidP="00426E04">
            <w:pPr>
              <w:jc w:val="center"/>
            </w:pPr>
            <w:r w:rsidRPr="005246F6">
              <w:rPr>
                <w:noProof/>
              </w:rPr>
              <w:drawing>
                <wp:inline distT="0" distB="0" distL="0" distR="0" wp14:anchorId="18899A83" wp14:editId="71F95141">
                  <wp:extent cx="1908810" cy="1671320"/>
                  <wp:effectExtent l="0" t="0" r="0" b="0"/>
                  <wp:docPr id="62" name="Chart 62" descr="placeholder pie chart"/>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c>
          <w:tcPr>
            <w:tcW w:w="7193" w:type="dxa"/>
            <w:gridSpan w:val="2"/>
            <w:shd w:val="clear" w:color="auto" w:fill="auto"/>
          </w:tcPr>
          <w:p w14:paraId="557D129A" w14:textId="77777777" w:rsidR="002309AC" w:rsidRPr="005246F6" w:rsidRDefault="00CE130F" w:rsidP="00AC63E8">
            <w:pPr>
              <w:spacing w:after="160"/>
            </w:pPr>
            <w:sdt>
              <w:sdtPr>
                <w:id w:val="-418869810"/>
                <w:placeholder>
                  <w:docPart w:val="E77A94F89CF24133BD0A75ED907DACE1"/>
                </w:placeholder>
                <w:temporary/>
                <w:showingPlcHdr/>
                <w15:appearance w15:val="hidden"/>
              </w:sdtPr>
              <w:sdtEndPr/>
              <w:sdtContent>
                <w:r w:rsidR="002309AC" w:rsidRPr="005246F6">
                  <w:rPr>
                    <w:rStyle w:val="Heading3Char"/>
                  </w:rPr>
                  <w:t>Fonts</w:t>
                </w:r>
              </w:sdtContent>
            </w:sdt>
          </w:p>
          <w:sdt>
            <w:sdtPr>
              <w:id w:val="1410114083"/>
              <w:placeholder>
                <w:docPart w:val="B2BC91598BB04809B0E6FABCDAD4F791"/>
              </w:placeholder>
              <w:temporary/>
              <w:showingPlcHdr/>
              <w15:appearance w15:val="hidden"/>
            </w:sdtPr>
            <w:sdtEndPr/>
            <w:sdtContent>
              <w:p w14:paraId="3A3F89EB" w14:textId="77777777" w:rsidR="002309AC" w:rsidRPr="005246F6" w:rsidRDefault="002309AC" w:rsidP="002309AC">
                <w:r w:rsidRPr="005246F6">
                  <w:t>When choosing the fonts that you will be using for headlines and body text, a good rule is to never use more than two to three fonts in a newsletter. Too many fonts cause confusion and make your efforts look less professional. Be creative with the fonts you do choose, though. Use different sizes, colors, bold, and italics to add variety without confusing the look of the newsletter. You can add these custom styles to your template’s style palette so that they are instantly available.</w:t>
                </w:r>
              </w:p>
            </w:sdtContent>
          </w:sdt>
          <w:p w14:paraId="329ACC65" w14:textId="77777777" w:rsidR="002309AC" w:rsidRPr="005246F6" w:rsidRDefault="002309AC" w:rsidP="002309AC"/>
          <w:p w14:paraId="77A0183A" w14:textId="77777777" w:rsidR="002309AC" w:rsidRPr="005246F6" w:rsidRDefault="00CE130F" w:rsidP="002309AC">
            <w:sdt>
              <w:sdtPr>
                <w:id w:val="1489981112"/>
                <w:placeholder>
                  <w:docPart w:val="39494B961C8644CA8A77E727340946D6"/>
                </w:placeholder>
                <w:temporary/>
                <w:showingPlcHdr/>
                <w15:appearance w15:val="hidden"/>
              </w:sdtPr>
              <w:sdtEndPr/>
              <w:sdtContent>
                <w:r w:rsidR="002309AC" w:rsidRPr="005246F6">
                  <w:t>Finally, delete any features that you will not be using. Once you are done with these general changes, save the result as a Word template.</w:t>
                </w:r>
              </w:sdtContent>
            </w:sdt>
          </w:p>
        </w:tc>
      </w:tr>
      <w:tr w:rsidR="00867B8C" w:rsidRPr="005246F6" w14:paraId="7B53E69E" w14:textId="77777777" w:rsidTr="003B1688">
        <w:trPr>
          <w:cantSplit/>
          <w:trHeight w:val="7344"/>
        </w:trPr>
        <w:tc>
          <w:tcPr>
            <w:tcW w:w="3597" w:type="dxa"/>
            <w:shd w:val="clear" w:color="auto" w:fill="auto"/>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58" w:type="dxa"/>
                <w:right w:w="115" w:type="dxa"/>
              </w:tblCellMar>
              <w:tblLook w:val="04A0" w:firstRow="1" w:lastRow="0" w:firstColumn="1" w:lastColumn="0" w:noHBand="0" w:noVBand="1"/>
            </w:tblPr>
            <w:tblGrid>
              <w:gridCol w:w="3168"/>
            </w:tblGrid>
            <w:tr w:rsidR="00426E04" w:rsidRPr="005246F6" w14:paraId="48061FB1" w14:textId="77777777" w:rsidTr="008D79D4">
              <w:trPr>
                <w:trHeight w:val="3753"/>
              </w:trPr>
              <w:tc>
                <w:tcPr>
                  <w:tcW w:w="3168" w:type="dxa"/>
                  <w:shd w:val="clear" w:color="auto" w:fill="EEECE1" w:themeFill="background2"/>
                </w:tcPr>
                <w:p w14:paraId="3102903E" w14:textId="77777777" w:rsidR="00426E04" w:rsidRPr="005246F6" w:rsidRDefault="00CE130F" w:rsidP="00426E04">
                  <w:pPr>
                    <w:pStyle w:val="Heading4"/>
                    <w:spacing w:after="160"/>
                  </w:pPr>
                  <w:sdt>
                    <w:sdtPr>
                      <w:id w:val="106470609"/>
                      <w:placeholder>
                        <w:docPart w:val="20E5B8F0F4B64D5F8CB1CCFF9B346623"/>
                      </w:placeholder>
                      <w:temporary/>
                      <w:showingPlcHdr/>
                      <w15:appearance w15:val="hidden"/>
                    </w:sdtPr>
                    <w:sdtEndPr/>
                    <w:sdtContent>
                      <w:r w:rsidR="008D79D4" w:rsidRPr="005246F6">
                        <w:t>Add Graphics</w:t>
                      </w:r>
                      <w:r w:rsidR="008D79D4" w:rsidRPr="005246F6">
                        <w:rPr>
                          <w:rStyle w:val="PlaceholderText"/>
                          <w:color w:val="1F497D" w:themeColor="text2"/>
                        </w:rPr>
                        <w:t xml:space="preserve"> </w:t>
                      </w:r>
                    </w:sdtContent>
                  </w:sdt>
                </w:p>
                <w:sdt>
                  <w:sdtPr>
                    <w:id w:val="478965881"/>
                    <w:placeholder>
                      <w:docPart w:val="7A4D24591E264891A82E16C2B35833FE"/>
                    </w:placeholder>
                    <w:temporary/>
                    <w:showingPlcHdr/>
                    <w15:appearance w15:val="hidden"/>
                  </w:sdtPr>
                  <w:sdtEndPr/>
                  <w:sdtContent>
                    <w:p w14:paraId="4A647530" w14:textId="77777777" w:rsidR="008D79D4" w:rsidRPr="005246F6" w:rsidRDefault="008D79D4" w:rsidP="008D79D4">
                      <w:pPr>
                        <w:pStyle w:val="CalloutText"/>
                        <w:spacing w:line="276" w:lineRule="auto"/>
                        <w:rPr>
                          <w:i w:val="0"/>
                          <w:color w:val="auto"/>
                        </w:rPr>
                      </w:pPr>
                      <w:r w:rsidRPr="005246F6">
                        <w:t>Add graphics or pictures with captions to help break up the text and create some visual interest. But make sure that whatever you add relates to the adjacent text.</w:t>
                      </w:r>
                    </w:p>
                  </w:sdtContent>
                </w:sdt>
                <w:p w14:paraId="0AF0840A" w14:textId="77777777" w:rsidR="008D79D4" w:rsidRPr="005246F6" w:rsidRDefault="008D79D4" w:rsidP="008D79D4"/>
              </w:tc>
            </w:tr>
            <w:tr w:rsidR="00426E04" w:rsidRPr="005246F6" w14:paraId="69E423BF" w14:textId="77777777" w:rsidTr="008D79D4">
              <w:tc>
                <w:tcPr>
                  <w:tcW w:w="3168" w:type="dxa"/>
                  <w:shd w:val="clear" w:color="auto" w:fill="FFFFFF" w:themeFill="background1"/>
                </w:tcPr>
                <w:p w14:paraId="2DFA9BA6" w14:textId="77777777" w:rsidR="00426E04" w:rsidRPr="005246F6" w:rsidRDefault="00426E04" w:rsidP="00426E04"/>
                <w:sdt>
                  <w:sdtPr>
                    <w:id w:val="30545149"/>
                    <w:placeholder>
                      <w:docPart w:val="467BD7684372438BACB27D62D183E6F7"/>
                    </w:placeholder>
                    <w:temporary/>
                    <w:showingPlcHdr/>
                    <w15:appearance w15:val="hidden"/>
                  </w:sdtPr>
                  <w:sdtEndPr/>
                  <w:sdtContent>
                    <w:p w14:paraId="0231FAB0" w14:textId="77777777" w:rsidR="00426E04" w:rsidRPr="005246F6" w:rsidRDefault="00426E04" w:rsidP="008D79D4">
                      <w:pPr>
                        <w:pStyle w:val="Contacts"/>
                        <w:spacing w:line="360" w:lineRule="auto"/>
                      </w:pPr>
                      <w:r w:rsidRPr="005246F6">
                        <w:t>Company Address</w:t>
                      </w:r>
                    </w:p>
                    <w:p w14:paraId="526ADB13" w14:textId="77777777" w:rsidR="00426E04" w:rsidRPr="005246F6" w:rsidRDefault="00426E04" w:rsidP="008D79D4">
                      <w:pPr>
                        <w:pStyle w:val="Contacts"/>
                        <w:spacing w:line="360" w:lineRule="auto"/>
                      </w:pPr>
                      <w:r w:rsidRPr="005246F6">
                        <w:t>Phone Number</w:t>
                      </w:r>
                    </w:p>
                    <w:p w14:paraId="68633707" w14:textId="77777777" w:rsidR="00426E04" w:rsidRPr="005246F6" w:rsidRDefault="00426E04" w:rsidP="008D79D4">
                      <w:pPr>
                        <w:pStyle w:val="Contacts"/>
                        <w:spacing w:line="360" w:lineRule="auto"/>
                      </w:pPr>
                      <w:r w:rsidRPr="005246F6">
                        <w:t>Fax</w:t>
                      </w:r>
                    </w:p>
                    <w:p w14:paraId="4142F131" w14:textId="77777777" w:rsidR="00426E04" w:rsidRPr="005246F6" w:rsidRDefault="00426E04" w:rsidP="008D79D4">
                      <w:pPr>
                        <w:pStyle w:val="Contacts"/>
                        <w:spacing w:line="360" w:lineRule="auto"/>
                      </w:pPr>
                      <w:r w:rsidRPr="005246F6">
                        <w:t>Email</w:t>
                      </w:r>
                    </w:p>
                  </w:sdtContent>
                </w:sdt>
                <w:p w14:paraId="402BC2FC" w14:textId="77777777" w:rsidR="00426E04" w:rsidRPr="005246F6" w:rsidRDefault="00426E04" w:rsidP="00FE0D84">
                  <w:pPr>
                    <w:jc w:val="center"/>
                    <w:rPr>
                      <w:noProof/>
                    </w:rPr>
                  </w:pPr>
                </w:p>
              </w:tc>
            </w:tr>
            <w:tr w:rsidR="00426E04" w:rsidRPr="005246F6" w14:paraId="546E4090" w14:textId="77777777" w:rsidTr="008D79D4">
              <w:trPr>
                <w:trHeight w:val="720"/>
              </w:trPr>
              <w:tc>
                <w:tcPr>
                  <w:tcW w:w="3168" w:type="dxa"/>
                  <w:shd w:val="clear" w:color="auto" w:fill="FFFFFF" w:themeFill="background1"/>
                </w:tcPr>
                <w:p w14:paraId="703C4D4C" w14:textId="77777777" w:rsidR="00426E04" w:rsidRPr="005246F6" w:rsidRDefault="008D79D4" w:rsidP="008D79D4">
                  <w:pPr>
                    <w:jc w:val="center"/>
                  </w:pPr>
                  <w:r w:rsidRPr="005246F6">
                    <w:rPr>
                      <w:noProof/>
                    </w:rPr>
                    <mc:AlternateContent>
                      <mc:Choice Requires="wpg">
                        <w:drawing>
                          <wp:inline distT="0" distB="0" distL="0" distR="0" wp14:anchorId="04AF1743" wp14:editId="4C1C2780">
                            <wp:extent cx="1052852" cy="167612"/>
                            <wp:effectExtent l="0" t="0" r="0" b="4445"/>
                            <wp:docPr id="15" name="Group 15" descr="Social Media Icons"/>
                            <wp:cNvGraphicFramePr/>
                            <a:graphic xmlns:a="http://schemas.openxmlformats.org/drawingml/2006/main">
                              <a:graphicData uri="http://schemas.microsoft.com/office/word/2010/wordprocessingGroup">
                                <wpg:wgp>
                                  <wpg:cNvGrpSpPr/>
                                  <wpg:grpSpPr>
                                    <a:xfrm>
                                      <a:off x="0" y="0"/>
                                      <a:ext cx="1052852" cy="167612"/>
                                      <a:chOff x="0" y="0"/>
                                      <a:chExt cx="2248814" cy="360000"/>
                                    </a:xfrm>
                                  </wpg:grpSpPr>
                                  <wpg:grpSp>
                                    <wpg:cNvPr id="8" name="Group 29"/>
                                    <wpg:cNvGrpSpPr/>
                                    <wpg:grpSpPr>
                                      <a:xfrm>
                                        <a:off x="1888178" y="0"/>
                                        <a:ext cx="360636" cy="360000"/>
                                        <a:chOff x="1894790" y="0"/>
                                        <a:chExt cx="1797050" cy="1793876"/>
                                      </a:xfrm>
                                    </wpg:grpSpPr>
                                    <wps:wsp>
                                      <wps:cNvPr id="9" name="Freeform 5"/>
                                      <wps:cNvSpPr>
                                        <a:spLocks noChangeAspect="1"/>
                                      </wps:cNvSpPr>
                                      <wps:spPr bwMode="auto">
                                        <a:xfrm>
                                          <a:off x="1894790" y="0"/>
                                          <a:ext cx="1797050" cy="1793875"/>
                                        </a:xfrm>
                                        <a:custGeom>
                                          <a:avLst/>
                                          <a:gdLst>
                                            <a:gd name="T0" fmla="*/ 216 w 3996"/>
                                            <a:gd name="T1" fmla="*/ 0 h 3996"/>
                                            <a:gd name="T2" fmla="*/ 3780 w 3996"/>
                                            <a:gd name="T3" fmla="*/ 0 h 3996"/>
                                            <a:gd name="T4" fmla="*/ 3996 w 3996"/>
                                            <a:gd name="T5" fmla="*/ 216 h 3996"/>
                                            <a:gd name="T6" fmla="*/ 3996 w 3996"/>
                                            <a:gd name="T7" fmla="*/ 3780 h 3996"/>
                                            <a:gd name="T8" fmla="*/ 3780 w 3996"/>
                                            <a:gd name="T9" fmla="*/ 3996 h 3996"/>
                                            <a:gd name="T10" fmla="*/ 2760 w 3996"/>
                                            <a:gd name="T11" fmla="*/ 3996 h 3996"/>
                                            <a:gd name="T12" fmla="*/ 2441 w 3996"/>
                                            <a:gd name="T13" fmla="*/ 3732 h 3996"/>
                                            <a:gd name="T14" fmla="*/ 2134 w 3996"/>
                                            <a:gd name="T15" fmla="*/ 3996 h 3996"/>
                                            <a:gd name="T16" fmla="*/ 216 w 3996"/>
                                            <a:gd name="T17" fmla="*/ 3996 h 3996"/>
                                            <a:gd name="T18" fmla="*/ 0 w 3996"/>
                                            <a:gd name="T19" fmla="*/ 3780 h 3996"/>
                                            <a:gd name="T20" fmla="*/ 0 w 3996"/>
                                            <a:gd name="T21" fmla="*/ 216 h 3996"/>
                                            <a:gd name="T22" fmla="*/ 216 w 3996"/>
                                            <a:gd name="T23" fmla="*/ 0 h 39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996" h="3996">
                                              <a:moveTo>
                                                <a:pt x="216" y="0"/>
                                              </a:moveTo>
                                              <a:cubicBezTo>
                                                <a:pt x="3780" y="0"/>
                                                <a:pt x="3780" y="0"/>
                                                <a:pt x="3780" y="0"/>
                                              </a:cubicBezTo>
                                              <a:cubicBezTo>
                                                <a:pt x="3900" y="0"/>
                                                <a:pt x="3996" y="96"/>
                                                <a:pt x="3996" y="216"/>
                                              </a:cubicBezTo>
                                              <a:cubicBezTo>
                                                <a:pt x="3996" y="3780"/>
                                                <a:pt x="3996" y="3780"/>
                                                <a:pt x="3996" y="3780"/>
                                              </a:cubicBezTo>
                                              <a:cubicBezTo>
                                                <a:pt x="3996" y="3900"/>
                                                <a:pt x="3900" y="3996"/>
                                                <a:pt x="3780" y="3996"/>
                                              </a:cubicBezTo>
                                              <a:cubicBezTo>
                                                <a:pt x="2760" y="3996"/>
                                                <a:pt x="2760" y="3996"/>
                                                <a:pt x="2760" y="3996"/>
                                              </a:cubicBezTo>
                                              <a:cubicBezTo>
                                                <a:pt x="2441" y="3732"/>
                                                <a:pt x="2441" y="3732"/>
                                                <a:pt x="2441" y="3732"/>
                                              </a:cubicBezTo>
                                              <a:cubicBezTo>
                                                <a:pt x="2134" y="3996"/>
                                                <a:pt x="2134" y="3996"/>
                                                <a:pt x="2134" y="3996"/>
                                              </a:cubicBezTo>
                                              <a:cubicBezTo>
                                                <a:pt x="216" y="3996"/>
                                                <a:pt x="216" y="3996"/>
                                                <a:pt x="216" y="3996"/>
                                              </a:cubicBezTo>
                                              <a:cubicBezTo>
                                                <a:pt x="96" y="3996"/>
                                                <a:pt x="0" y="3900"/>
                                                <a:pt x="0" y="3780"/>
                                              </a:cubicBezTo>
                                              <a:cubicBezTo>
                                                <a:pt x="0" y="216"/>
                                                <a:pt x="0" y="216"/>
                                                <a:pt x="0" y="216"/>
                                              </a:cubicBezTo>
                                              <a:cubicBezTo>
                                                <a:pt x="0" y="96"/>
                                                <a:pt x="96" y="0"/>
                                                <a:pt x="216" y="0"/>
                                              </a:cubicBezTo>
                                              <a:close/>
                                            </a:path>
                                          </a:pathLst>
                                        </a:custGeom>
                                        <a:solidFill>
                                          <a:schemeClr val="accent2"/>
                                        </a:solidFill>
                                        <a:ln>
                                          <a:noFill/>
                                        </a:ln>
                                      </wps:spPr>
                                      <wps:bodyPr vert="horz" wrap="square" lIns="91440" tIns="45720" rIns="91440" bIns="45720" numCol="1" anchor="t" anchorCtr="0" compatLnSpc="1">
                                        <a:prstTxWarp prst="textNoShape">
                                          <a:avLst/>
                                        </a:prstTxWarp>
                                      </wps:bodyPr>
                                    </wps:wsp>
                                    <wps:wsp>
                                      <wps:cNvPr id="10" name="Freeform 6"/>
                                      <wps:cNvSpPr>
                                        <a:spLocks/>
                                      </wps:cNvSpPr>
                                      <wps:spPr bwMode="auto">
                                        <a:xfrm>
                                          <a:off x="2618690" y="271463"/>
                                          <a:ext cx="793750" cy="1522413"/>
                                        </a:xfrm>
                                        <a:custGeom>
                                          <a:avLst/>
                                          <a:gdLst>
                                            <a:gd name="T0" fmla="*/ 522 w 1764"/>
                                            <a:gd name="T1" fmla="*/ 3392 h 3392"/>
                                            <a:gd name="T2" fmla="*/ 522 w 1764"/>
                                            <a:gd name="T3" fmla="*/ 1843 h 3392"/>
                                            <a:gd name="T4" fmla="*/ 0 w 1764"/>
                                            <a:gd name="T5" fmla="*/ 1843 h 3392"/>
                                            <a:gd name="T6" fmla="*/ 0 w 1764"/>
                                            <a:gd name="T7" fmla="*/ 1241 h 3392"/>
                                            <a:gd name="T8" fmla="*/ 522 w 1764"/>
                                            <a:gd name="T9" fmla="*/ 1241 h 3392"/>
                                            <a:gd name="T10" fmla="*/ 522 w 1764"/>
                                            <a:gd name="T11" fmla="*/ 781 h 3392"/>
                                            <a:gd name="T12" fmla="*/ 1291 w 1764"/>
                                            <a:gd name="T13" fmla="*/ 0 h 3392"/>
                                            <a:gd name="T14" fmla="*/ 1764 w 1764"/>
                                            <a:gd name="T15" fmla="*/ 23 h 3392"/>
                                            <a:gd name="T16" fmla="*/ 1764 w 1764"/>
                                            <a:gd name="T17" fmla="*/ 566 h 3392"/>
                                            <a:gd name="T18" fmla="*/ 1445 w 1764"/>
                                            <a:gd name="T19" fmla="*/ 566 h 3392"/>
                                            <a:gd name="T20" fmla="*/ 1148 w 1764"/>
                                            <a:gd name="T21" fmla="*/ 851 h 3392"/>
                                            <a:gd name="T22" fmla="*/ 1148 w 1764"/>
                                            <a:gd name="T23" fmla="*/ 1241 h 3392"/>
                                            <a:gd name="T24" fmla="*/ 1744 w 1764"/>
                                            <a:gd name="T25" fmla="*/ 1241 h 3392"/>
                                            <a:gd name="T26" fmla="*/ 1667 w 1764"/>
                                            <a:gd name="T27" fmla="*/ 1843 h 3392"/>
                                            <a:gd name="T28" fmla="*/ 1148 w 1764"/>
                                            <a:gd name="T29" fmla="*/ 1843 h 3392"/>
                                            <a:gd name="T30" fmla="*/ 1148 w 1764"/>
                                            <a:gd name="T31" fmla="*/ 3392 h 3392"/>
                                            <a:gd name="T32" fmla="*/ 522 w 1764"/>
                                            <a:gd name="T33" fmla="*/ 3392 h 33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764" h="3392">
                                              <a:moveTo>
                                                <a:pt x="522" y="3392"/>
                                              </a:moveTo>
                                              <a:cubicBezTo>
                                                <a:pt x="522" y="1843"/>
                                                <a:pt x="522" y="1843"/>
                                                <a:pt x="522" y="1843"/>
                                              </a:cubicBezTo>
                                              <a:cubicBezTo>
                                                <a:pt x="0" y="1843"/>
                                                <a:pt x="0" y="1843"/>
                                                <a:pt x="0" y="1843"/>
                                              </a:cubicBezTo>
                                              <a:cubicBezTo>
                                                <a:pt x="0" y="1241"/>
                                                <a:pt x="0" y="1241"/>
                                                <a:pt x="0" y="1241"/>
                                              </a:cubicBezTo>
                                              <a:cubicBezTo>
                                                <a:pt x="522" y="1241"/>
                                                <a:pt x="522" y="1241"/>
                                                <a:pt x="522" y="1241"/>
                                              </a:cubicBezTo>
                                              <a:cubicBezTo>
                                                <a:pt x="522" y="781"/>
                                                <a:pt x="522" y="781"/>
                                                <a:pt x="522" y="781"/>
                                              </a:cubicBezTo>
                                              <a:cubicBezTo>
                                                <a:pt x="522" y="300"/>
                                                <a:pt x="820" y="0"/>
                                                <a:pt x="1291" y="0"/>
                                              </a:cubicBezTo>
                                              <a:cubicBezTo>
                                                <a:pt x="1574" y="0"/>
                                                <a:pt x="1764" y="23"/>
                                                <a:pt x="1764" y="23"/>
                                              </a:cubicBezTo>
                                              <a:cubicBezTo>
                                                <a:pt x="1764" y="566"/>
                                                <a:pt x="1764" y="566"/>
                                                <a:pt x="1764" y="566"/>
                                              </a:cubicBezTo>
                                              <a:cubicBezTo>
                                                <a:pt x="1445" y="566"/>
                                                <a:pt x="1445" y="566"/>
                                                <a:pt x="1445" y="566"/>
                                              </a:cubicBezTo>
                                              <a:cubicBezTo>
                                                <a:pt x="1243" y="566"/>
                                                <a:pt x="1148" y="637"/>
                                                <a:pt x="1148" y="851"/>
                                              </a:cubicBezTo>
                                              <a:cubicBezTo>
                                                <a:pt x="1148" y="1241"/>
                                                <a:pt x="1148" y="1241"/>
                                                <a:pt x="1148" y="1241"/>
                                              </a:cubicBezTo>
                                              <a:cubicBezTo>
                                                <a:pt x="1744" y="1241"/>
                                                <a:pt x="1744" y="1241"/>
                                                <a:pt x="1744" y="1241"/>
                                              </a:cubicBezTo>
                                              <a:cubicBezTo>
                                                <a:pt x="1667" y="1843"/>
                                                <a:pt x="1667" y="1843"/>
                                                <a:pt x="1667" y="1843"/>
                                              </a:cubicBezTo>
                                              <a:cubicBezTo>
                                                <a:pt x="1148" y="1843"/>
                                                <a:pt x="1148" y="1843"/>
                                                <a:pt x="1148" y="1843"/>
                                              </a:cubicBezTo>
                                              <a:cubicBezTo>
                                                <a:pt x="1148" y="3392"/>
                                                <a:pt x="1148" y="3392"/>
                                                <a:pt x="1148" y="3392"/>
                                              </a:cubicBezTo>
                                              <a:lnTo>
                                                <a:pt x="522" y="3392"/>
                                              </a:lnTo>
                                              <a:close/>
                                            </a:path>
                                          </a:pathLst>
                                        </a:custGeom>
                                        <a:solidFill>
                                          <a:schemeClr val="bg1"/>
                                        </a:solidFill>
                                        <a:ln>
                                          <a:noFill/>
                                        </a:ln>
                                      </wps:spPr>
                                      <wps:bodyPr vert="horz" wrap="square" lIns="91440" tIns="45720" rIns="91440" bIns="45720" numCol="1" anchor="t" anchorCtr="0" compatLnSpc="1">
                                        <a:prstTxWarp prst="textNoShape">
                                          <a:avLst/>
                                        </a:prstTxWarp>
                                      </wps:bodyPr>
                                    </wps:wsp>
                                  </wpg:grpSp>
                                  <wpg:grpSp>
                                    <wpg:cNvPr id="11" name="Group 28"/>
                                    <wpg:cNvGrpSpPr/>
                                    <wpg:grpSpPr>
                                      <a:xfrm>
                                        <a:off x="1270659" y="0"/>
                                        <a:ext cx="360000" cy="360000"/>
                                        <a:chOff x="1276291" y="0"/>
                                        <a:chExt cx="736600" cy="736600"/>
                                      </a:xfrm>
                                    </wpg:grpSpPr>
                                    <wps:wsp>
                                      <wps:cNvPr id="12" name="Oval 12"/>
                                      <wps:cNvSpPr>
                                        <a:spLocks noChangeArrowheads="1"/>
                                      </wps:cNvSpPr>
                                      <wps:spPr bwMode="auto">
                                        <a:xfrm>
                                          <a:off x="1554103" y="277812"/>
                                          <a:ext cx="180975" cy="180975"/>
                                        </a:xfrm>
                                        <a:prstGeom prst="ellipse">
                                          <a:avLst/>
                                        </a:prstGeom>
                                        <a:solidFill>
                                          <a:schemeClr val="accent2"/>
                                        </a:solidFill>
                                        <a:ln>
                                          <a:noFill/>
                                        </a:ln>
                                      </wps:spPr>
                                      <wps:bodyPr vert="horz" wrap="square" lIns="91440" tIns="45720" rIns="91440" bIns="45720" numCol="1" anchor="t" anchorCtr="0" compatLnSpc="1">
                                        <a:prstTxWarp prst="textNoShape">
                                          <a:avLst/>
                                        </a:prstTxWarp>
                                      </wps:bodyPr>
                                    </wps:wsp>
                                    <wps:wsp>
                                      <wps:cNvPr id="13" name="Freeform 11"/>
                                      <wps:cNvSpPr>
                                        <a:spLocks noEditPoints="1"/>
                                      </wps:cNvSpPr>
                                      <wps:spPr bwMode="auto">
                                        <a:xfrm>
                                          <a:off x="1422341" y="146050"/>
                                          <a:ext cx="444500" cy="444500"/>
                                        </a:xfrm>
                                        <a:custGeom>
                                          <a:avLst/>
                                          <a:gdLst>
                                            <a:gd name="T0" fmla="*/ 307 w 314"/>
                                            <a:gd name="T1" fmla="*/ 44 h 314"/>
                                            <a:gd name="T2" fmla="*/ 292 w 314"/>
                                            <a:gd name="T3" fmla="*/ 22 h 314"/>
                                            <a:gd name="T4" fmla="*/ 270 w 314"/>
                                            <a:gd name="T5" fmla="*/ 7 h 314"/>
                                            <a:gd name="T6" fmla="*/ 235 w 314"/>
                                            <a:gd name="T7" fmla="*/ 1 h 314"/>
                                            <a:gd name="T8" fmla="*/ 157 w 314"/>
                                            <a:gd name="T9" fmla="*/ 0 h 314"/>
                                            <a:gd name="T10" fmla="*/ 140 w 314"/>
                                            <a:gd name="T11" fmla="*/ 0 h 314"/>
                                            <a:gd name="T12" fmla="*/ 140 w 314"/>
                                            <a:gd name="T13" fmla="*/ 0 h 314"/>
                                            <a:gd name="T14" fmla="*/ 79 w 314"/>
                                            <a:gd name="T15" fmla="*/ 1 h 314"/>
                                            <a:gd name="T16" fmla="*/ 44 w 314"/>
                                            <a:gd name="T17" fmla="*/ 7 h 314"/>
                                            <a:gd name="T18" fmla="*/ 22 w 314"/>
                                            <a:gd name="T19" fmla="*/ 22 h 314"/>
                                            <a:gd name="T20" fmla="*/ 7 w 314"/>
                                            <a:gd name="T21" fmla="*/ 44 h 314"/>
                                            <a:gd name="T22" fmla="*/ 1 w 314"/>
                                            <a:gd name="T23" fmla="*/ 79 h 314"/>
                                            <a:gd name="T24" fmla="*/ 0 w 314"/>
                                            <a:gd name="T25" fmla="*/ 157 h 314"/>
                                            <a:gd name="T26" fmla="*/ 1 w 314"/>
                                            <a:gd name="T27" fmla="*/ 234 h 314"/>
                                            <a:gd name="T28" fmla="*/ 7 w 314"/>
                                            <a:gd name="T29" fmla="*/ 270 h 314"/>
                                            <a:gd name="T30" fmla="*/ 22 w 314"/>
                                            <a:gd name="T31" fmla="*/ 292 h 314"/>
                                            <a:gd name="T32" fmla="*/ 44 w 314"/>
                                            <a:gd name="T33" fmla="*/ 307 h 314"/>
                                            <a:gd name="T34" fmla="*/ 79 w 314"/>
                                            <a:gd name="T35" fmla="*/ 313 h 314"/>
                                            <a:gd name="T36" fmla="*/ 157 w 314"/>
                                            <a:gd name="T37" fmla="*/ 314 h 314"/>
                                            <a:gd name="T38" fmla="*/ 235 w 314"/>
                                            <a:gd name="T39" fmla="*/ 313 h 314"/>
                                            <a:gd name="T40" fmla="*/ 270 w 314"/>
                                            <a:gd name="T41" fmla="*/ 307 h 314"/>
                                            <a:gd name="T42" fmla="*/ 292 w 314"/>
                                            <a:gd name="T43" fmla="*/ 292 h 314"/>
                                            <a:gd name="T44" fmla="*/ 307 w 314"/>
                                            <a:gd name="T45" fmla="*/ 270 h 314"/>
                                            <a:gd name="T46" fmla="*/ 313 w 314"/>
                                            <a:gd name="T47" fmla="*/ 235 h 314"/>
                                            <a:gd name="T48" fmla="*/ 314 w 314"/>
                                            <a:gd name="T49" fmla="*/ 157 h 314"/>
                                            <a:gd name="T50" fmla="*/ 313 w 314"/>
                                            <a:gd name="T51" fmla="*/ 79 h 314"/>
                                            <a:gd name="T52" fmla="*/ 307 w 314"/>
                                            <a:gd name="T53" fmla="*/ 44 h 314"/>
                                            <a:gd name="T54" fmla="*/ 157 w 314"/>
                                            <a:gd name="T55" fmla="*/ 256 h 314"/>
                                            <a:gd name="T56" fmla="*/ 58 w 314"/>
                                            <a:gd name="T57" fmla="*/ 157 h 314"/>
                                            <a:gd name="T58" fmla="*/ 157 w 314"/>
                                            <a:gd name="T59" fmla="*/ 58 h 314"/>
                                            <a:gd name="T60" fmla="*/ 256 w 314"/>
                                            <a:gd name="T61" fmla="*/ 157 h 314"/>
                                            <a:gd name="T62" fmla="*/ 157 w 314"/>
                                            <a:gd name="T63" fmla="*/ 256 h 314"/>
                                            <a:gd name="T64" fmla="*/ 260 w 314"/>
                                            <a:gd name="T65" fmla="*/ 78 h 314"/>
                                            <a:gd name="T66" fmla="*/ 236 w 314"/>
                                            <a:gd name="T67" fmla="*/ 55 h 314"/>
                                            <a:gd name="T68" fmla="*/ 260 w 314"/>
                                            <a:gd name="T69" fmla="*/ 31 h 314"/>
                                            <a:gd name="T70" fmla="*/ 260 w 314"/>
                                            <a:gd name="T71" fmla="*/ 31 h 314"/>
                                            <a:gd name="T72" fmla="*/ 283 w 314"/>
                                            <a:gd name="T73" fmla="*/ 55 h 314"/>
                                            <a:gd name="T74" fmla="*/ 260 w 314"/>
                                            <a:gd name="T75" fmla="*/ 78 h 3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314" h="314">
                                              <a:moveTo>
                                                <a:pt x="307" y="44"/>
                                              </a:moveTo>
                                              <a:cubicBezTo>
                                                <a:pt x="303" y="35"/>
                                                <a:pt x="299" y="28"/>
                                                <a:pt x="292" y="22"/>
                                              </a:cubicBezTo>
                                              <a:cubicBezTo>
                                                <a:pt x="286" y="15"/>
                                                <a:pt x="279" y="11"/>
                                                <a:pt x="270" y="7"/>
                                              </a:cubicBezTo>
                                              <a:cubicBezTo>
                                                <a:pt x="263" y="5"/>
                                                <a:pt x="253" y="2"/>
                                                <a:pt x="235" y="1"/>
                                              </a:cubicBezTo>
                                              <a:cubicBezTo>
                                                <a:pt x="214" y="0"/>
                                                <a:pt x="208" y="0"/>
                                                <a:pt x="157" y="0"/>
                                              </a:cubicBezTo>
                                              <a:cubicBezTo>
                                                <a:pt x="151" y="0"/>
                                                <a:pt x="145" y="0"/>
                                                <a:pt x="140" y="0"/>
                                              </a:cubicBezTo>
                                              <a:cubicBezTo>
                                                <a:pt x="140" y="0"/>
                                                <a:pt x="140" y="0"/>
                                                <a:pt x="140" y="0"/>
                                              </a:cubicBezTo>
                                              <a:cubicBezTo>
                                                <a:pt x="104" y="0"/>
                                                <a:pt x="97" y="0"/>
                                                <a:pt x="79" y="1"/>
                                              </a:cubicBezTo>
                                              <a:cubicBezTo>
                                                <a:pt x="61" y="1"/>
                                                <a:pt x="51" y="5"/>
                                                <a:pt x="44" y="7"/>
                                              </a:cubicBezTo>
                                              <a:cubicBezTo>
                                                <a:pt x="35" y="11"/>
                                                <a:pt x="28" y="15"/>
                                                <a:pt x="22" y="22"/>
                                              </a:cubicBezTo>
                                              <a:cubicBezTo>
                                                <a:pt x="15" y="28"/>
                                                <a:pt x="11" y="35"/>
                                                <a:pt x="7" y="44"/>
                                              </a:cubicBezTo>
                                              <a:cubicBezTo>
                                                <a:pt x="5" y="50"/>
                                                <a:pt x="2" y="61"/>
                                                <a:pt x="1" y="79"/>
                                              </a:cubicBezTo>
                                              <a:cubicBezTo>
                                                <a:pt x="0" y="100"/>
                                                <a:pt x="0" y="106"/>
                                                <a:pt x="0" y="157"/>
                                              </a:cubicBezTo>
                                              <a:cubicBezTo>
                                                <a:pt x="0" y="208"/>
                                                <a:pt x="0" y="214"/>
                                                <a:pt x="1" y="234"/>
                                              </a:cubicBezTo>
                                              <a:cubicBezTo>
                                                <a:pt x="2" y="253"/>
                                                <a:pt x="5" y="263"/>
                                                <a:pt x="7" y="270"/>
                                              </a:cubicBezTo>
                                              <a:cubicBezTo>
                                                <a:pt x="11" y="279"/>
                                                <a:pt x="15" y="285"/>
                                                <a:pt x="22" y="292"/>
                                              </a:cubicBezTo>
                                              <a:cubicBezTo>
                                                <a:pt x="28" y="299"/>
                                                <a:pt x="35" y="303"/>
                                                <a:pt x="44" y="307"/>
                                              </a:cubicBezTo>
                                              <a:cubicBezTo>
                                                <a:pt x="51" y="309"/>
                                                <a:pt x="61" y="312"/>
                                                <a:pt x="79" y="313"/>
                                              </a:cubicBezTo>
                                              <a:cubicBezTo>
                                                <a:pt x="100" y="314"/>
                                                <a:pt x="106" y="314"/>
                                                <a:pt x="157" y="314"/>
                                              </a:cubicBezTo>
                                              <a:cubicBezTo>
                                                <a:pt x="208" y="314"/>
                                                <a:pt x="214" y="314"/>
                                                <a:pt x="235" y="313"/>
                                              </a:cubicBezTo>
                                              <a:cubicBezTo>
                                                <a:pt x="253" y="312"/>
                                                <a:pt x="263" y="309"/>
                                                <a:pt x="270" y="307"/>
                                              </a:cubicBezTo>
                                              <a:cubicBezTo>
                                                <a:pt x="279" y="303"/>
                                                <a:pt x="286" y="299"/>
                                                <a:pt x="292" y="292"/>
                                              </a:cubicBezTo>
                                              <a:cubicBezTo>
                                                <a:pt x="299" y="285"/>
                                                <a:pt x="303" y="279"/>
                                                <a:pt x="307" y="270"/>
                                              </a:cubicBezTo>
                                              <a:cubicBezTo>
                                                <a:pt x="309" y="263"/>
                                                <a:pt x="312" y="253"/>
                                                <a:pt x="313" y="235"/>
                                              </a:cubicBezTo>
                                              <a:cubicBezTo>
                                                <a:pt x="314" y="214"/>
                                                <a:pt x="314" y="208"/>
                                                <a:pt x="314" y="157"/>
                                              </a:cubicBezTo>
                                              <a:cubicBezTo>
                                                <a:pt x="314" y="106"/>
                                                <a:pt x="314" y="100"/>
                                                <a:pt x="313" y="79"/>
                                              </a:cubicBezTo>
                                              <a:cubicBezTo>
                                                <a:pt x="312" y="61"/>
                                                <a:pt x="309" y="51"/>
                                                <a:pt x="307" y="44"/>
                                              </a:cubicBezTo>
                                              <a:close/>
                                              <a:moveTo>
                                                <a:pt x="157" y="256"/>
                                              </a:moveTo>
                                              <a:cubicBezTo>
                                                <a:pt x="103" y="256"/>
                                                <a:pt x="58" y="211"/>
                                                <a:pt x="58" y="157"/>
                                              </a:cubicBezTo>
                                              <a:cubicBezTo>
                                                <a:pt x="58" y="103"/>
                                                <a:pt x="103" y="58"/>
                                                <a:pt x="157" y="58"/>
                                              </a:cubicBezTo>
                                              <a:cubicBezTo>
                                                <a:pt x="211" y="58"/>
                                                <a:pt x="256" y="103"/>
                                                <a:pt x="256" y="157"/>
                                              </a:cubicBezTo>
                                              <a:cubicBezTo>
                                                <a:pt x="256" y="211"/>
                                                <a:pt x="211" y="256"/>
                                                <a:pt x="157" y="256"/>
                                              </a:cubicBezTo>
                                              <a:close/>
                                              <a:moveTo>
                                                <a:pt x="260" y="78"/>
                                              </a:moveTo>
                                              <a:cubicBezTo>
                                                <a:pt x="247" y="78"/>
                                                <a:pt x="236" y="67"/>
                                                <a:pt x="236" y="55"/>
                                              </a:cubicBezTo>
                                              <a:cubicBezTo>
                                                <a:pt x="236" y="42"/>
                                                <a:pt x="247" y="31"/>
                                                <a:pt x="260" y="31"/>
                                              </a:cubicBezTo>
                                              <a:cubicBezTo>
                                                <a:pt x="260" y="31"/>
                                                <a:pt x="260" y="31"/>
                                                <a:pt x="260" y="31"/>
                                              </a:cubicBezTo>
                                              <a:cubicBezTo>
                                                <a:pt x="272" y="31"/>
                                                <a:pt x="283" y="42"/>
                                                <a:pt x="283" y="55"/>
                                              </a:cubicBezTo>
                                              <a:cubicBezTo>
                                                <a:pt x="283" y="67"/>
                                                <a:pt x="272" y="78"/>
                                                <a:pt x="260" y="78"/>
                                              </a:cubicBezTo>
                                              <a:close/>
                                            </a:path>
                                          </a:pathLst>
                                        </a:custGeom>
                                        <a:solidFill>
                                          <a:schemeClr val="accent2"/>
                                        </a:solidFill>
                                        <a:ln>
                                          <a:noFill/>
                                        </a:ln>
                                      </wps:spPr>
                                      <wps:bodyPr vert="horz" wrap="square" lIns="91440" tIns="45720" rIns="91440" bIns="45720" numCol="1" anchor="t" anchorCtr="0" compatLnSpc="1">
                                        <a:prstTxWarp prst="textNoShape">
                                          <a:avLst/>
                                        </a:prstTxWarp>
                                      </wps:bodyPr>
                                    </wps:wsp>
                                    <wps:wsp>
                                      <wps:cNvPr id="14" name="Freeform 12"/>
                                      <wps:cNvSpPr>
                                        <a:spLocks noEditPoints="1"/>
                                      </wps:cNvSpPr>
                                      <wps:spPr bwMode="auto">
                                        <a:xfrm>
                                          <a:off x="1276291" y="0"/>
                                          <a:ext cx="736600" cy="736600"/>
                                        </a:xfrm>
                                        <a:custGeom>
                                          <a:avLst/>
                                          <a:gdLst>
                                            <a:gd name="T0" fmla="*/ 520 w 520"/>
                                            <a:gd name="T1" fmla="*/ 113 h 520"/>
                                            <a:gd name="T2" fmla="*/ 507 w 520"/>
                                            <a:gd name="T3" fmla="*/ 63 h 520"/>
                                            <a:gd name="T4" fmla="*/ 485 w 520"/>
                                            <a:gd name="T5" fmla="*/ 32 h 520"/>
                                            <a:gd name="T6" fmla="*/ 422 w 520"/>
                                            <a:gd name="T7" fmla="*/ 2 h 520"/>
                                            <a:gd name="T8" fmla="*/ 345 w 520"/>
                                            <a:gd name="T9" fmla="*/ 0 h 520"/>
                                            <a:gd name="T10" fmla="*/ 260 w 520"/>
                                            <a:gd name="T11" fmla="*/ 0 h 520"/>
                                            <a:gd name="T12" fmla="*/ 114 w 520"/>
                                            <a:gd name="T13" fmla="*/ 1 h 520"/>
                                            <a:gd name="T14" fmla="*/ 62 w 520"/>
                                            <a:gd name="T15" fmla="*/ 14 h 520"/>
                                            <a:gd name="T16" fmla="*/ 33 w 520"/>
                                            <a:gd name="T17" fmla="*/ 35 h 520"/>
                                            <a:gd name="T18" fmla="*/ 2 w 520"/>
                                            <a:gd name="T19" fmla="*/ 99 h 520"/>
                                            <a:gd name="T20" fmla="*/ 0 w 520"/>
                                            <a:gd name="T21" fmla="*/ 175 h 520"/>
                                            <a:gd name="T22" fmla="*/ 0 w 520"/>
                                            <a:gd name="T23" fmla="*/ 260 h 520"/>
                                            <a:gd name="T24" fmla="*/ 1 w 520"/>
                                            <a:gd name="T25" fmla="*/ 406 h 520"/>
                                            <a:gd name="T26" fmla="*/ 13 w 520"/>
                                            <a:gd name="T27" fmla="*/ 456 h 520"/>
                                            <a:gd name="T28" fmla="*/ 84 w 520"/>
                                            <a:gd name="T29" fmla="*/ 514 h 520"/>
                                            <a:gd name="T30" fmla="*/ 122 w 520"/>
                                            <a:gd name="T31" fmla="*/ 519 h 520"/>
                                            <a:gd name="T32" fmla="*/ 260 w 520"/>
                                            <a:gd name="T33" fmla="*/ 520 h 520"/>
                                            <a:gd name="T34" fmla="*/ 397 w 520"/>
                                            <a:gd name="T35" fmla="*/ 520 h 520"/>
                                            <a:gd name="T36" fmla="*/ 436 w 520"/>
                                            <a:gd name="T37" fmla="*/ 514 h 520"/>
                                            <a:gd name="T38" fmla="*/ 507 w 520"/>
                                            <a:gd name="T39" fmla="*/ 456 h 520"/>
                                            <a:gd name="T40" fmla="*/ 520 w 520"/>
                                            <a:gd name="T41" fmla="*/ 407 h 520"/>
                                            <a:gd name="T42" fmla="*/ 520 w 520"/>
                                            <a:gd name="T43" fmla="*/ 260 h 520"/>
                                            <a:gd name="T44" fmla="*/ 520 w 520"/>
                                            <a:gd name="T45" fmla="*/ 113 h 520"/>
                                            <a:gd name="T46" fmla="*/ 451 w 520"/>
                                            <a:gd name="T47" fmla="*/ 339 h 520"/>
                                            <a:gd name="T48" fmla="*/ 442 w 520"/>
                                            <a:gd name="T49" fmla="*/ 386 h 520"/>
                                            <a:gd name="T50" fmla="*/ 420 w 520"/>
                                            <a:gd name="T51" fmla="*/ 420 h 520"/>
                                            <a:gd name="T52" fmla="*/ 386 w 520"/>
                                            <a:gd name="T53" fmla="*/ 442 h 520"/>
                                            <a:gd name="T54" fmla="*/ 339 w 520"/>
                                            <a:gd name="T55" fmla="*/ 451 h 520"/>
                                            <a:gd name="T56" fmla="*/ 260 w 520"/>
                                            <a:gd name="T57" fmla="*/ 452 h 520"/>
                                            <a:gd name="T58" fmla="*/ 181 w 520"/>
                                            <a:gd name="T59" fmla="*/ 451 h 520"/>
                                            <a:gd name="T60" fmla="*/ 134 w 520"/>
                                            <a:gd name="T61" fmla="*/ 442 h 520"/>
                                            <a:gd name="T62" fmla="*/ 100 w 520"/>
                                            <a:gd name="T63" fmla="*/ 420 h 520"/>
                                            <a:gd name="T64" fmla="*/ 78 w 520"/>
                                            <a:gd name="T65" fmla="*/ 386 h 520"/>
                                            <a:gd name="T66" fmla="*/ 69 w 520"/>
                                            <a:gd name="T67" fmla="*/ 339 h 520"/>
                                            <a:gd name="T68" fmla="*/ 68 w 520"/>
                                            <a:gd name="T69" fmla="*/ 260 h 520"/>
                                            <a:gd name="T70" fmla="*/ 69 w 520"/>
                                            <a:gd name="T71" fmla="*/ 181 h 520"/>
                                            <a:gd name="T72" fmla="*/ 78 w 520"/>
                                            <a:gd name="T73" fmla="*/ 134 h 520"/>
                                            <a:gd name="T74" fmla="*/ 100 w 520"/>
                                            <a:gd name="T75" fmla="*/ 100 h 520"/>
                                            <a:gd name="T76" fmla="*/ 134 w 520"/>
                                            <a:gd name="T77" fmla="*/ 78 h 520"/>
                                            <a:gd name="T78" fmla="*/ 181 w 520"/>
                                            <a:gd name="T79" fmla="*/ 69 h 520"/>
                                            <a:gd name="T80" fmla="*/ 260 w 520"/>
                                            <a:gd name="T81" fmla="*/ 68 h 520"/>
                                            <a:gd name="T82" fmla="*/ 339 w 520"/>
                                            <a:gd name="T83" fmla="*/ 69 h 520"/>
                                            <a:gd name="T84" fmla="*/ 386 w 520"/>
                                            <a:gd name="T85" fmla="*/ 78 h 520"/>
                                            <a:gd name="T86" fmla="*/ 420 w 520"/>
                                            <a:gd name="T87" fmla="*/ 100 h 520"/>
                                            <a:gd name="T88" fmla="*/ 442 w 520"/>
                                            <a:gd name="T89" fmla="*/ 134 h 520"/>
                                            <a:gd name="T90" fmla="*/ 451 w 520"/>
                                            <a:gd name="T91" fmla="*/ 181 h 520"/>
                                            <a:gd name="T92" fmla="*/ 452 w 520"/>
                                            <a:gd name="T93" fmla="*/ 260 h 520"/>
                                            <a:gd name="T94" fmla="*/ 451 w 520"/>
                                            <a:gd name="T95" fmla="*/ 339 h 5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520" h="520">
                                              <a:moveTo>
                                                <a:pt x="520" y="113"/>
                                              </a:moveTo>
                                              <a:cubicBezTo>
                                                <a:pt x="518" y="92"/>
                                                <a:pt x="514" y="78"/>
                                                <a:pt x="507" y="63"/>
                                              </a:cubicBezTo>
                                              <a:cubicBezTo>
                                                <a:pt x="501" y="51"/>
                                                <a:pt x="494" y="42"/>
                                                <a:pt x="485" y="32"/>
                                              </a:cubicBezTo>
                                              <a:cubicBezTo>
                                                <a:pt x="468" y="16"/>
                                                <a:pt x="447" y="6"/>
                                                <a:pt x="422" y="2"/>
                                              </a:cubicBezTo>
                                              <a:cubicBezTo>
                                                <a:pt x="409" y="1"/>
                                                <a:pt x="407" y="0"/>
                                                <a:pt x="345" y="0"/>
                                              </a:cubicBezTo>
                                              <a:cubicBezTo>
                                                <a:pt x="260" y="0"/>
                                                <a:pt x="260" y="0"/>
                                                <a:pt x="260" y="0"/>
                                              </a:cubicBezTo>
                                              <a:cubicBezTo>
                                                <a:pt x="152" y="0"/>
                                                <a:pt x="120" y="0"/>
                                                <a:pt x="114" y="1"/>
                                              </a:cubicBezTo>
                                              <a:cubicBezTo>
                                                <a:pt x="91" y="2"/>
                                                <a:pt x="78" y="6"/>
                                                <a:pt x="62" y="14"/>
                                              </a:cubicBezTo>
                                              <a:cubicBezTo>
                                                <a:pt x="51" y="19"/>
                                                <a:pt x="42" y="26"/>
                                                <a:pt x="33" y="35"/>
                                              </a:cubicBezTo>
                                              <a:cubicBezTo>
                                                <a:pt x="16" y="53"/>
                                                <a:pt x="6" y="74"/>
                                                <a:pt x="2" y="99"/>
                                              </a:cubicBezTo>
                                              <a:cubicBezTo>
                                                <a:pt x="1" y="111"/>
                                                <a:pt x="0" y="113"/>
                                                <a:pt x="0" y="175"/>
                                              </a:cubicBezTo>
                                              <a:cubicBezTo>
                                                <a:pt x="0" y="196"/>
                                                <a:pt x="0" y="223"/>
                                                <a:pt x="0" y="260"/>
                                              </a:cubicBezTo>
                                              <a:cubicBezTo>
                                                <a:pt x="0" y="368"/>
                                                <a:pt x="0" y="400"/>
                                                <a:pt x="1" y="406"/>
                                              </a:cubicBezTo>
                                              <a:cubicBezTo>
                                                <a:pt x="2" y="428"/>
                                                <a:pt x="6" y="442"/>
                                                <a:pt x="13" y="456"/>
                                              </a:cubicBezTo>
                                              <a:cubicBezTo>
                                                <a:pt x="27" y="485"/>
                                                <a:pt x="53" y="506"/>
                                                <a:pt x="84" y="514"/>
                                              </a:cubicBezTo>
                                              <a:cubicBezTo>
                                                <a:pt x="95" y="517"/>
                                                <a:pt x="107" y="519"/>
                                                <a:pt x="122" y="519"/>
                                              </a:cubicBezTo>
                                              <a:cubicBezTo>
                                                <a:pt x="128" y="520"/>
                                                <a:pt x="194" y="520"/>
                                                <a:pt x="260" y="520"/>
                                              </a:cubicBezTo>
                                              <a:cubicBezTo>
                                                <a:pt x="325" y="520"/>
                                                <a:pt x="391" y="520"/>
                                                <a:pt x="397" y="520"/>
                                              </a:cubicBezTo>
                                              <a:cubicBezTo>
                                                <a:pt x="415" y="519"/>
                                                <a:pt x="425" y="517"/>
                                                <a:pt x="436" y="514"/>
                                              </a:cubicBezTo>
                                              <a:cubicBezTo>
                                                <a:pt x="468" y="506"/>
                                                <a:pt x="493" y="485"/>
                                                <a:pt x="507" y="456"/>
                                              </a:cubicBezTo>
                                              <a:cubicBezTo>
                                                <a:pt x="514" y="442"/>
                                                <a:pt x="518" y="428"/>
                                                <a:pt x="520" y="407"/>
                                              </a:cubicBezTo>
                                              <a:cubicBezTo>
                                                <a:pt x="520" y="403"/>
                                                <a:pt x="520" y="331"/>
                                                <a:pt x="520" y="260"/>
                                              </a:cubicBezTo>
                                              <a:cubicBezTo>
                                                <a:pt x="520" y="188"/>
                                                <a:pt x="520" y="117"/>
                                                <a:pt x="520" y="113"/>
                                              </a:cubicBezTo>
                                              <a:close/>
                                              <a:moveTo>
                                                <a:pt x="451" y="339"/>
                                              </a:moveTo>
                                              <a:cubicBezTo>
                                                <a:pt x="450" y="360"/>
                                                <a:pt x="447" y="374"/>
                                                <a:pt x="442" y="386"/>
                                              </a:cubicBezTo>
                                              <a:cubicBezTo>
                                                <a:pt x="437" y="398"/>
                                                <a:pt x="430" y="409"/>
                                                <a:pt x="420" y="420"/>
                                              </a:cubicBezTo>
                                              <a:cubicBezTo>
                                                <a:pt x="409" y="430"/>
                                                <a:pt x="398" y="437"/>
                                                <a:pt x="386" y="442"/>
                                              </a:cubicBezTo>
                                              <a:cubicBezTo>
                                                <a:pt x="374" y="447"/>
                                                <a:pt x="360" y="450"/>
                                                <a:pt x="339" y="451"/>
                                              </a:cubicBezTo>
                                              <a:cubicBezTo>
                                                <a:pt x="319" y="452"/>
                                                <a:pt x="312" y="452"/>
                                                <a:pt x="260" y="452"/>
                                              </a:cubicBezTo>
                                              <a:cubicBezTo>
                                                <a:pt x="208" y="452"/>
                                                <a:pt x="201" y="452"/>
                                                <a:pt x="181" y="451"/>
                                              </a:cubicBezTo>
                                              <a:cubicBezTo>
                                                <a:pt x="160" y="450"/>
                                                <a:pt x="146" y="447"/>
                                                <a:pt x="134" y="442"/>
                                              </a:cubicBezTo>
                                              <a:cubicBezTo>
                                                <a:pt x="122" y="437"/>
                                                <a:pt x="111" y="430"/>
                                                <a:pt x="100" y="420"/>
                                              </a:cubicBezTo>
                                              <a:cubicBezTo>
                                                <a:pt x="90" y="409"/>
                                                <a:pt x="83" y="398"/>
                                                <a:pt x="78" y="386"/>
                                              </a:cubicBezTo>
                                              <a:cubicBezTo>
                                                <a:pt x="73" y="374"/>
                                                <a:pt x="70" y="360"/>
                                                <a:pt x="69" y="339"/>
                                              </a:cubicBezTo>
                                              <a:cubicBezTo>
                                                <a:pt x="68" y="319"/>
                                                <a:pt x="68" y="312"/>
                                                <a:pt x="68" y="260"/>
                                              </a:cubicBezTo>
                                              <a:cubicBezTo>
                                                <a:pt x="68" y="208"/>
                                                <a:pt x="68" y="201"/>
                                                <a:pt x="69" y="181"/>
                                              </a:cubicBezTo>
                                              <a:cubicBezTo>
                                                <a:pt x="70" y="160"/>
                                                <a:pt x="73" y="146"/>
                                                <a:pt x="78" y="134"/>
                                              </a:cubicBezTo>
                                              <a:cubicBezTo>
                                                <a:pt x="83" y="122"/>
                                                <a:pt x="90" y="111"/>
                                                <a:pt x="100" y="100"/>
                                              </a:cubicBezTo>
                                              <a:cubicBezTo>
                                                <a:pt x="111" y="90"/>
                                                <a:pt x="122" y="83"/>
                                                <a:pt x="134" y="78"/>
                                              </a:cubicBezTo>
                                              <a:cubicBezTo>
                                                <a:pt x="146" y="73"/>
                                                <a:pt x="160" y="70"/>
                                                <a:pt x="181" y="69"/>
                                              </a:cubicBezTo>
                                              <a:cubicBezTo>
                                                <a:pt x="201" y="68"/>
                                                <a:pt x="208" y="68"/>
                                                <a:pt x="260" y="68"/>
                                              </a:cubicBezTo>
                                              <a:cubicBezTo>
                                                <a:pt x="312" y="68"/>
                                                <a:pt x="319" y="68"/>
                                                <a:pt x="339" y="69"/>
                                              </a:cubicBezTo>
                                              <a:cubicBezTo>
                                                <a:pt x="360" y="70"/>
                                                <a:pt x="374" y="73"/>
                                                <a:pt x="386" y="78"/>
                                              </a:cubicBezTo>
                                              <a:cubicBezTo>
                                                <a:pt x="398" y="83"/>
                                                <a:pt x="409" y="90"/>
                                                <a:pt x="420" y="100"/>
                                              </a:cubicBezTo>
                                              <a:cubicBezTo>
                                                <a:pt x="430" y="111"/>
                                                <a:pt x="437" y="122"/>
                                                <a:pt x="442" y="134"/>
                                              </a:cubicBezTo>
                                              <a:cubicBezTo>
                                                <a:pt x="447" y="146"/>
                                                <a:pt x="450" y="160"/>
                                                <a:pt x="451" y="181"/>
                                              </a:cubicBezTo>
                                              <a:cubicBezTo>
                                                <a:pt x="452" y="201"/>
                                                <a:pt x="452" y="208"/>
                                                <a:pt x="452" y="260"/>
                                              </a:cubicBezTo>
                                              <a:cubicBezTo>
                                                <a:pt x="452" y="312"/>
                                                <a:pt x="452" y="319"/>
                                                <a:pt x="451" y="339"/>
                                              </a:cubicBezTo>
                                              <a:close/>
                                            </a:path>
                                          </a:pathLst>
                                        </a:custGeom>
                                        <a:solidFill>
                                          <a:schemeClr val="accent2"/>
                                        </a:solidFill>
                                        <a:ln>
                                          <a:noFill/>
                                        </a:ln>
                                      </wps:spPr>
                                      <wps:bodyPr vert="horz" wrap="square" lIns="91440" tIns="45720" rIns="91440" bIns="45720" numCol="1" anchor="t" anchorCtr="0" compatLnSpc="1">
                                        <a:prstTxWarp prst="textNoShape">
                                          <a:avLst/>
                                        </a:prstTxWarp>
                                      </wps:bodyPr>
                                    </wps:wsp>
                                  </wpg:grpSp>
                                  <wps:wsp>
                                    <wps:cNvPr id="25" name="Freeform 16">
                                      <a:extLst>
                                        <a:ext uri="{FF2B5EF4-FFF2-40B4-BE49-F238E27FC236}">
                                          <a16:creationId xmlns:a16="http://schemas.microsoft.com/office/drawing/2014/main" id="{317B34B8-232A-4D76-BD2B-093F8EAD80A7}"/>
                                        </a:ext>
                                      </a:extLst>
                                    </wps:cNvPr>
                                    <wps:cNvSpPr>
                                      <a:spLocks noChangeAspect="1"/>
                                    </wps:cNvSpPr>
                                    <wps:spPr bwMode="auto">
                                      <a:xfrm>
                                        <a:off x="593768" y="0"/>
                                        <a:ext cx="442410" cy="360000"/>
                                      </a:xfrm>
                                      <a:custGeom>
                                        <a:avLst/>
                                        <a:gdLst>
                                          <a:gd name="T0" fmla="*/ 686 w 686"/>
                                          <a:gd name="T1" fmla="*/ 66 h 558"/>
                                          <a:gd name="T2" fmla="*/ 605 w 686"/>
                                          <a:gd name="T3" fmla="*/ 89 h 558"/>
                                          <a:gd name="T4" fmla="*/ 667 w 686"/>
                                          <a:gd name="T5" fmla="*/ 11 h 558"/>
                                          <a:gd name="T6" fmla="*/ 578 w 686"/>
                                          <a:gd name="T7" fmla="*/ 45 h 558"/>
                                          <a:gd name="T8" fmla="*/ 475 w 686"/>
                                          <a:gd name="T9" fmla="*/ 0 h 558"/>
                                          <a:gd name="T10" fmla="*/ 334 w 686"/>
                                          <a:gd name="T11" fmla="*/ 141 h 558"/>
                                          <a:gd name="T12" fmla="*/ 338 w 686"/>
                                          <a:gd name="T13" fmla="*/ 173 h 558"/>
                                          <a:gd name="T14" fmla="*/ 48 w 686"/>
                                          <a:gd name="T15" fmla="*/ 26 h 558"/>
                                          <a:gd name="T16" fmla="*/ 29 w 686"/>
                                          <a:gd name="T17" fmla="*/ 97 h 558"/>
                                          <a:gd name="T18" fmla="*/ 91 w 686"/>
                                          <a:gd name="T19" fmla="*/ 214 h 558"/>
                                          <a:gd name="T20" fmla="*/ 28 w 686"/>
                                          <a:gd name="T21" fmla="*/ 197 h 558"/>
                                          <a:gd name="T22" fmla="*/ 28 w 686"/>
                                          <a:gd name="T23" fmla="*/ 198 h 558"/>
                                          <a:gd name="T24" fmla="*/ 140 w 686"/>
                                          <a:gd name="T25" fmla="*/ 336 h 558"/>
                                          <a:gd name="T26" fmla="*/ 103 w 686"/>
                                          <a:gd name="T27" fmla="*/ 341 h 558"/>
                                          <a:gd name="T28" fmla="*/ 77 w 686"/>
                                          <a:gd name="T29" fmla="*/ 339 h 558"/>
                                          <a:gd name="T30" fmla="*/ 208 w 686"/>
                                          <a:gd name="T31" fmla="*/ 436 h 558"/>
                                          <a:gd name="T32" fmla="*/ 34 w 686"/>
                                          <a:gd name="T33" fmla="*/ 497 h 558"/>
                                          <a:gd name="T34" fmla="*/ 0 w 686"/>
                                          <a:gd name="T35" fmla="*/ 495 h 558"/>
                                          <a:gd name="T36" fmla="*/ 216 w 686"/>
                                          <a:gd name="T37" fmla="*/ 558 h 558"/>
                                          <a:gd name="T38" fmla="*/ 616 w 686"/>
                                          <a:gd name="T39" fmla="*/ 158 h 558"/>
                                          <a:gd name="T40" fmla="*/ 616 w 686"/>
                                          <a:gd name="T41" fmla="*/ 139 h 558"/>
                                          <a:gd name="T42" fmla="*/ 686 w 686"/>
                                          <a:gd name="T43" fmla="*/ 66 h 5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686" h="558">
                                            <a:moveTo>
                                              <a:pt x="686" y="66"/>
                                            </a:moveTo>
                                            <a:cubicBezTo>
                                              <a:pt x="661" y="78"/>
                                              <a:pt x="634" y="85"/>
                                              <a:pt x="605" y="89"/>
                                            </a:cubicBezTo>
                                            <a:cubicBezTo>
                                              <a:pt x="634" y="71"/>
                                              <a:pt x="657" y="44"/>
                                              <a:pt x="667" y="11"/>
                                            </a:cubicBezTo>
                                            <a:cubicBezTo>
                                              <a:pt x="640" y="27"/>
                                              <a:pt x="610" y="39"/>
                                              <a:pt x="578" y="45"/>
                                            </a:cubicBezTo>
                                            <a:cubicBezTo>
                                              <a:pt x="552" y="18"/>
                                              <a:pt x="515" y="0"/>
                                              <a:pt x="475" y="0"/>
                                            </a:cubicBezTo>
                                            <a:cubicBezTo>
                                              <a:pt x="397" y="0"/>
                                              <a:pt x="334" y="64"/>
                                              <a:pt x="334" y="141"/>
                                            </a:cubicBezTo>
                                            <a:cubicBezTo>
                                              <a:pt x="334" y="152"/>
                                              <a:pt x="335" y="163"/>
                                              <a:pt x="338" y="173"/>
                                            </a:cubicBezTo>
                                            <a:cubicBezTo>
                                              <a:pt x="221" y="167"/>
                                              <a:pt x="117" y="111"/>
                                              <a:pt x="48" y="26"/>
                                            </a:cubicBezTo>
                                            <a:cubicBezTo>
                                              <a:pt x="36" y="47"/>
                                              <a:pt x="29" y="71"/>
                                              <a:pt x="29" y="97"/>
                                            </a:cubicBezTo>
                                            <a:cubicBezTo>
                                              <a:pt x="29" y="146"/>
                                              <a:pt x="54" y="189"/>
                                              <a:pt x="91" y="214"/>
                                            </a:cubicBezTo>
                                            <a:cubicBezTo>
                                              <a:pt x="68" y="213"/>
                                              <a:pt x="47" y="207"/>
                                              <a:pt x="28" y="197"/>
                                            </a:cubicBezTo>
                                            <a:cubicBezTo>
                                              <a:pt x="28" y="197"/>
                                              <a:pt x="28" y="198"/>
                                              <a:pt x="28" y="198"/>
                                            </a:cubicBezTo>
                                            <a:cubicBezTo>
                                              <a:pt x="28" y="267"/>
                                              <a:pt x="76" y="323"/>
                                              <a:pt x="140" y="336"/>
                                            </a:cubicBezTo>
                                            <a:cubicBezTo>
                                              <a:pt x="129" y="340"/>
                                              <a:pt x="116" y="341"/>
                                              <a:pt x="103" y="341"/>
                                            </a:cubicBezTo>
                                            <a:cubicBezTo>
                                              <a:pt x="94" y="341"/>
                                              <a:pt x="85" y="340"/>
                                              <a:pt x="77" y="339"/>
                                            </a:cubicBezTo>
                                            <a:cubicBezTo>
                                              <a:pt x="95" y="395"/>
                                              <a:pt x="147" y="435"/>
                                              <a:pt x="208" y="436"/>
                                            </a:cubicBezTo>
                                            <a:cubicBezTo>
                                              <a:pt x="160" y="474"/>
                                              <a:pt x="100" y="497"/>
                                              <a:pt x="34" y="497"/>
                                            </a:cubicBezTo>
                                            <a:cubicBezTo>
                                              <a:pt x="22" y="497"/>
                                              <a:pt x="11" y="496"/>
                                              <a:pt x="0" y="495"/>
                                            </a:cubicBezTo>
                                            <a:cubicBezTo>
                                              <a:pt x="62" y="535"/>
                                              <a:pt x="136" y="558"/>
                                              <a:pt x="216" y="558"/>
                                            </a:cubicBezTo>
                                            <a:cubicBezTo>
                                              <a:pt x="475" y="558"/>
                                              <a:pt x="616" y="344"/>
                                              <a:pt x="616" y="158"/>
                                            </a:cubicBezTo>
                                            <a:cubicBezTo>
                                              <a:pt x="616" y="151"/>
                                              <a:pt x="616" y="145"/>
                                              <a:pt x="616" y="139"/>
                                            </a:cubicBezTo>
                                            <a:cubicBezTo>
                                              <a:pt x="643" y="119"/>
                                              <a:pt x="667" y="95"/>
                                              <a:pt x="686" y="66"/>
                                            </a:cubicBezTo>
                                            <a:close/>
                                          </a:path>
                                        </a:pathLst>
                                      </a:custGeom>
                                      <a:solidFill>
                                        <a:schemeClr val="accent2"/>
                                      </a:solidFill>
                                      <a:ln>
                                        <a:noFill/>
                                      </a:ln>
                                    </wps:spPr>
                                    <wps:bodyPr vert="horz" wrap="square" lIns="91440" tIns="45720" rIns="91440" bIns="45720" numCol="1" anchor="t" anchorCtr="0" compatLnSpc="1">
                                      <a:prstTxWarp prst="textNoShape">
                                        <a:avLst/>
                                      </a:prstTxWarp>
                                    </wps:bodyPr>
                                  </wps:wsp>
                                  <wps:wsp>
                                    <wps:cNvPr id="28" name="Freeform 20">
                                      <a:extLst>
                                        <a:ext uri="{FF2B5EF4-FFF2-40B4-BE49-F238E27FC236}">
                                          <a16:creationId xmlns:a16="http://schemas.microsoft.com/office/drawing/2014/main" id="{21328B6D-FEF6-44D8-A5EF-778A48F62F38}"/>
                                        </a:ext>
                                      </a:extLst>
                                    </wps:cNvPr>
                                    <wps:cNvSpPr>
                                      <a:spLocks noChangeAspect="1" noEditPoints="1"/>
                                    </wps:cNvSpPr>
                                    <wps:spPr bwMode="auto">
                                      <a:xfrm>
                                        <a:off x="0" y="0"/>
                                        <a:ext cx="363870" cy="360000"/>
                                      </a:xfrm>
                                      <a:custGeom>
                                        <a:avLst/>
                                        <a:gdLst>
                                          <a:gd name="T0" fmla="*/ 948 w 948"/>
                                          <a:gd name="T1" fmla="*/ 145 h 940"/>
                                          <a:gd name="T2" fmla="*/ 798 w 948"/>
                                          <a:gd name="T3" fmla="*/ 0 h 940"/>
                                          <a:gd name="T4" fmla="*/ 142 w 948"/>
                                          <a:gd name="T5" fmla="*/ 0 h 940"/>
                                          <a:gd name="T6" fmla="*/ 0 w 948"/>
                                          <a:gd name="T7" fmla="*/ 142 h 940"/>
                                          <a:gd name="T8" fmla="*/ 0 w 948"/>
                                          <a:gd name="T9" fmla="*/ 798 h 940"/>
                                          <a:gd name="T10" fmla="*/ 142 w 948"/>
                                          <a:gd name="T11" fmla="*/ 940 h 940"/>
                                          <a:gd name="T12" fmla="*/ 798 w 948"/>
                                          <a:gd name="T13" fmla="*/ 940 h 940"/>
                                          <a:gd name="T14" fmla="*/ 948 w 948"/>
                                          <a:gd name="T15" fmla="*/ 801 h 940"/>
                                          <a:gd name="T16" fmla="*/ 948 w 948"/>
                                          <a:gd name="T17" fmla="*/ 145 h 940"/>
                                          <a:gd name="T18" fmla="*/ 286 w 948"/>
                                          <a:gd name="T19" fmla="*/ 815 h 940"/>
                                          <a:gd name="T20" fmla="*/ 138 w 948"/>
                                          <a:gd name="T21" fmla="*/ 815 h 940"/>
                                          <a:gd name="T22" fmla="*/ 138 w 948"/>
                                          <a:gd name="T23" fmla="*/ 339 h 940"/>
                                          <a:gd name="T24" fmla="*/ 286 w 948"/>
                                          <a:gd name="T25" fmla="*/ 339 h 940"/>
                                          <a:gd name="T26" fmla="*/ 286 w 948"/>
                                          <a:gd name="T27" fmla="*/ 815 h 940"/>
                                          <a:gd name="T28" fmla="*/ 212 w 948"/>
                                          <a:gd name="T29" fmla="*/ 274 h 940"/>
                                          <a:gd name="T30" fmla="*/ 211 w 948"/>
                                          <a:gd name="T31" fmla="*/ 274 h 940"/>
                                          <a:gd name="T32" fmla="*/ 129 w 948"/>
                                          <a:gd name="T33" fmla="*/ 192 h 940"/>
                                          <a:gd name="T34" fmla="*/ 213 w 948"/>
                                          <a:gd name="T35" fmla="*/ 109 h 940"/>
                                          <a:gd name="T36" fmla="*/ 296 w 948"/>
                                          <a:gd name="T37" fmla="*/ 192 h 940"/>
                                          <a:gd name="T38" fmla="*/ 212 w 948"/>
                                          <a:gd name="T39" fmla="*/ 274 h 940"/>
                                          <a:gd name="T40" fmla="*/ 821 w 948"/>
                                          <a:gd name="T41" fmla="*/ 815 h 940"/>
                                          <a:gd name="T42" fmla="*/ 673 w 948"/>
                                          <a:gd name="T43" fmla="*/ 815 h 940"/>
                                          <a:gd name="T44" fmla="*/ 673 w 948"/>
                                          <a:gd name="T45" fmla="*/ 560 h 940"/>
                                          <a:gd name="T46" fmla="*/ 598 w 948"/>
                                          <a:gd name="T47" fmla="*/ 453 h 940"/>
                                          <a:gd name="T48" fmla="*/ 521 w 948"/>
                                          <a:gd name="T49" fmla="*/ 511 h 940"/>
                                          <a:gd name="T50" fmla="*/ 517 w 948"/>
                                          <a:gd name="T51" fmla="*/ 549 h 940"/>
                                          <a:gd name="T52" fmla="*/ 517 w 948"/>
                                          <a:gd name="T53" fmla="*/ 815 h 940"/>
                                          <a:gd name="T54" fmla="*/ 368 w 948"/>
                                          <a:gd name="T55" fmla="*/ 815 h 940"/>
                                          <a:gd name="T56" fmla="*/ 368 w 948"/>
                                          <a:gd name="T57" fmla="*/ 339 h 940"/>
                                          <a:gd name="T58" fmla="*/ 517 w 948"/>
                                          <a:gd name="T59" fmla="*/ 339 h 940"/>
                                          <a:gd name="T60" fmla="*/ 517 w 948"/>
                                          <a:gd name="T61" fmla="*/ 406 h 940"/>
                                          <a:gd name="T62" fmla="*/ 650 w 948"/>
                                          <a:gd name="T63" fmla="*/ 328 h 940"/>
                                          <a:gd name="T64" fmla="*/ 821 w 948"/>
                                          <a:gd name="T65" fmla="*/ 542 h 940"/>
                                          <a:gd name="T66" fmla="*/ 821 w 948"/>
                                          <a:gd name="T67" fmla="*/ 815 h 9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948" h="940">
                                            <a:moveTo>
                                              <a:pt x="948" y="145"/>
                                            </a:moveTo>
                                            <a:cubicBezTo>
                                              <a:pt x="940" y="64"/>
                                              <a:pt x="876" y="0"/>
                                              <a:pt x="798" y="0"/>
                                            </a:cubicBezTo>
                                            <a:cubicBezTo>
                                              <a:pt x="142" y="0"/>
                                              <a:pt x="142" y="0"/>
                                              <a:pt x="142" y="0"/>
                                            </a:cubicBezTo>
                                            <a:cubicBezTo>
                                              <a:pt x="64" y="0"/>
                                              <a:pt x="0" y="64"/>
                                              <a:pt x="0" y="142"/>
                                            </a:cubicBezTo>
                                            <a:cubicBezTo>
                                              <a:pt x="0" y="798"/>
                                              <a:pt x="0" y="798"/>
                                              <a:pt x="0" y="798"/>
                                            </a:cubicBezTo>
                                            <a:cubicBezTo>
                                              <a:pt x="0" y="876"/>
                                              <a:pt x="64" y="940"/>
                                              <a:pt x="142" y="940"/>
                                            </a:cubicBezTo>
                                            <a:cubicBezTo>
                                              <a:pt x="798" y="940"/>
                                              <a:pt x="798" y="940"/>
                                              <a:pt x="798" y="940"/>
                                            </a:cubicBezTo>
                                            <a:cubicBezTo>
                                              <a:pt x="876" y="940"/>
                                              <a:pt x="940" y="876"/>
                                              <a:pt x="948" y="801"/>
                                            </a:cubicBezTo>
                                            <a:lnTo>
                                              <a:pt x="948" y="145"/>
                                            </a:lnTo>
                                            <a:close/>
                                            <a:moveTo>
                                              <a:pt x="286" y="815"/>
                                            </a:moveTo>
                                            <a:cubicBezTo>
                                              <a:pt x="138" y="815"/>
                                              <a:pt x="138" y="815"/>
                                              <a:pt x="138" y="815"/>
                                            </a:cubicBezTo>
                                            <a:cubicBezTo>
                                              <a:pt x="138" y="339"/>
                                              <a:pt x="138" y="339"/>
                                              <a:pt x="138" y="339"/>
                                            </a:cubicBezTo>
                                            <a:cubicBezTo>
                                              <a:pt x="286" y="339"/>
                                              <a:pt x="286" y="339"/>
                                              <a:pt x="286" y="339"/>
                                            </a:cubicBezTo>
                                            <a:lnTo>
                                              <a:pt x="286" y="815"/>
                                            </a:lnTo>
                                            <a:close/>
                                            <a:moveTo>
                                              <a:pt x="212" y="274"/>
                                            </a:moveTo>
                                            <a:cubicBezTo>
                                              <a:pt x="211" y="274"/>
                                              <a:pt x="211" y="274"/>
                                              <a:pt x="211" y="274"/>
                                            </a:cubicBezTo>
                                            <a:cubicBezTo>
                                              <a:pt x="161" y="274"/>
                                              <a:pt x="129" y="237"/>
                                              <a:pt x="129" y="192"/>
                                            </a:cubicBezTo>
                                            <a:cubicBezTo>
                                              <a:pt x="129" y="145"/>
                                              <a:pt x="162" y="109"/>
                                              <a:pt x="213" y="109"/>
                                            </a:cubicBezTo>
                                            <a:cubicBezTo>
                                              <a:pt x="264" y="109"/>
                                              <a:pt x="295" y="145"/>
                                              <a:pt x="296" y="192"/>
                                            </a:cubicBezTo>
                                            <a:cubicBezTo>
                                              <a:pt x="296" y="237"/>
                                              <a:pt x="264" y="274"/>
                                              <a:pt x="212" y="274"/>
                                            </a:cubicBezTo>
                                            <a:close/>
                                            <a:moveTo>
                                              <a:pt x="821" y="815"/>
                                            </a:moveTo>
                                            <a:cubicBezTo>
                                              <a:pt x="673" y="815"/>
                                              <a:pt x="673" y="815"/>
                                              <a:pt x="673" y="815"/>
                                            </a:cubicBezTo>
                                            <a:cubicBezTo>
                                              <a:pt x="673" y="560"/>
                                              <a:pt x="673" y="560"/>
                                              <a:pt x="673" y="560"/>
                                            </a:cubicBezTo>
                                            <a:cubicBezTo>
                                              <a:pt x="673" y="496"/>
                                              <a:pt x="651" y="453"/>
                                              <a:pt x="598" y="453"/>
                                            </a:cubicBezTo>
                                            <a:cubicBezTo>
                                              <a:pt x="557" y="453"/>
                                              <a:pt x="532" y="482"/>
                                              <a:pt x="521" y="511"/>
                                            </a:cubicBezTo>
                                            <a:cubicBezTo>
                                              <a:pt x="518" y="521"/>
                                              <a:pt x="517" y="535"/>
                                              <a:pt x="517" y="549"/>
                                            </a:cubicBezTo>
                                            <a:cubicBezTo>
                                              <a:pt x="517" y="815"/>
                                              <a:pt x="517" y="815"/>
                                              <a:pt x="517" y="815"/>
                                            </a:cubicBezTo>
                                            <a:cubicBezTo>
                                              <a:pt x="368" y="815"/>
                                              <a:pt x="368" y="815"/>
                                              <a:pt x="368" y="815"/>
                                            </a:cubicBezTo>
                                            <a:cubicBezTo>
                                              <a:pt x="368" y="815"/>
                                              <a:pt x="370" y="384"/>
                                              <a:pt x="368" y="339"/>
                                            </a:cubicBezTo>
                                            <a:cubicBezTo>
                                              <a:pt x="517" y="339"/>
                                              <a:pt x="517" y="339"/>
                                              <a:pt x="517" y="339"/>
                                            </a:cubicBezTo>
                                            <a:cubicBezTo>
                                              <a:pt x="517" y="406"/>
                                              <a:pt x="517" y="406"/>
                                              <a:pt x="517" y="406"/>
                                            </a:cubicBezTo>
                                            <a:cubicBezTo>
                                              <a:pt x="536" y="374"/>
                                              <a:pt x="572" y="328"/>
                                              <a:pt x="650" y="328"/>
                                            </a:cubicBezTo>
                                            <a:cubicBezTo>
                                              <a:pt x="748" y="328"/>
                                              <a:pt x="821" y="396"/>
                                              <a:pt x="821" y="542"/>
                                            </a:cubicBezTo>
                                            <a:lnTo>
                                              <a:pt x="821" y="815"/>
                                            </a:lnTo>
                                            <a:close/>
                                          </a:path>
                                        </a:pathLst>
                                      </a:custGeom>
                                      <a:solidFill>
                                        <a:schemeClr val="accent2"/>
                                      </a:solidFill>
                                      <a:ln>
                                        <a:noFill/>
                                      </a:ln>
                                    </wps:spPr>
                                    <wps:bodyPr vert="horz" wrap="square" lIns="91440" tIns="45720" rIns="91440" bIns="45720" numCol="1" anchor="t" anchorCtr="0" compatLnSpc="1">
                                      <a:prstTxWarp prst="textNoShape">
                                        <a:avLst/>
                                      </a:prstTxWarp>
                                    </wps:bodyPr>
                                  </wps:wsp>
                                </wpg:wgp>
                              </a:graphicData>
                            </a:graphic>
                          </wp:inline>
                        </w:drawing>
                      </mc:Choice>
                      <mc:Fallback>
                        <w:pict>
                          <v:group w14:anchorId="4E3EBFF7" id="Group 15" o:spid="_x0000_s1026" alt="Social Media Icons" style="width:82.9pt;height:13.2pt;mso-position-horizontal-relative:char;mso-position-vertical-relative:line" coordsize="22488,3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">
                            <v:group id="Group 29" o:spid="_x0000_s1027" style="position:absolute;left:18881;width:3607;height:3600" coordorigin="18947" coordsize="17970,179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Freeform 5" o:spid="_x0000_s1028" style="position:absolute;left:18947;width:17971;height:17938;visibility:visible;mso-wrap-style:square;v-text-anchor:top" coordsize="3996,39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" path="m216,c3780,,3780,,3780,v120,,216,96,216,216c3996,3780,3996,3780,3996,3780v,120,-96,216,-216,216c2760,3996,2760,3996,2760,3996,2441,3732,2441,3732,2441,3732v-307,264,-307,264,-307,264c216,3996,216,3996,216,3996,96,3996,,3900,,3780,,216,,216,,216,,96,96,,216,xe" fillcolor="#333a56 [3205]" stroked="f">
                                <v:path arrowok="t" o:connecttype="custom" o:connectlocs="97138,0;1699912,0;1797050,96966;1797050,1696909;1699912,1793875;1241206,1793875;1097748,1675361;959686,1793875;97138,1793875;0,1696909;0,96966;97138,0" o:connectangles="0,0,0,0,0,0,0,0,0,0,0,0"/>
                                <o:lock v:ext="edit" aspectratio="t"/>
                              </v:shape>
                              <v:shape id="Freeform 6" o:spid="_x0000_s1029" style="position:absolute;left:26186;top:2714;width:7938;height:15224;visibility:visible;mso-wrap-style:square;v-text-anchor:top" coordsize="1764,33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" path="m522,3392v,-1549,,-1549,,-1549c,1843,,1843,,1843,,1241,,1241,,1241v522,,522,,522,c522,781,522,781,522,781,522,300,820,,1291,v283,,473,23,473,23c1764,566,1764,566,1764,566v-319,,-319,,-319,c1243,566,1148,637,1148,851v,390,,390,,390c1744,1241,1744,1241,1744,1241v-77,602,-77,602,-77,602c1148,1843,1148,1843,1148,1843v,1549,,1549,,1549l522,3392xe" fillcolor="white [3212]" stroked="f">
                                <v:path arrowok="t" o:connecttype="custom" o:connectlocs="234885,1522413;234885,827184;0,827184;0,556991;234885,556991;234885,350532;580913,0;793750,10323;793750,254035;650209,254035;516567,381950;516567,556991;784751,556991;750103,827184;516567,827184;516567,1522413;234885,1522413" o:connectangles="0,0,0,0,0,0,0,0,0,0,0,0,0,0,0,0,0"/>
                              </v:shape>
                            </v:group>
                            <v:group id="Group 28" o:spid="_x0000_s1030" style="position:absolute;left:12706;width:3600;height:3600" coordorigin="12762" coordsize="7366,73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oval id="Oval 12" o:spid="_x0000_s1031" style="position:absolute;left:15541;top:2778;width:1809;height:18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" fillcolor="#333a56 [3205]" stroked="f"/>
                              <v:shape id="Freeform 11" o:spid="_x0000_s1032" style="position:absolute;left:14223;top:1460;width:4445;height:4445;visibility:visible;mso-wrap-style:square;v-text-anchor:top" coordsize="314,3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" path="m307,44c303,35,299,28,292,22,286,15,279,11,270,7,263,5,253,2,235,1,214,,208,,157,v-6,,-12,,-17,c140,,140,,140,,104,,97,,79,1,61,1,51,5,44,7,35,11,28,15,22,22,15,28,11,35,7,44,5,50,2,61,1,79,,100,,106,,157v,51,,57,1,77c2,253,5,263,7,270v4,9,8,15,15,22c28,299,35,303,44,307v7,2,17,5,35,6c100,314,106,314,157,314v51,,57,,78,-1c253,312,263,309,270,307v9,-4,16,-8,22,-15c299,285,303,279,307,270v2,-7,5,-17,6,-35c314,214,314,208,314,157v,-51,,-57,-1,-78c312,61,309,51,307,44xm157,256v-54,,-99,-45,-99,-99c58,103,103,58,157,58v54,,99,45,99,99c256,211,211,256,157,256xm260,78c247,78,236,67,236,55v,-13,11,-24,24,-24c260,31,260,31,260,31v12,,23,11,23,24c283,67,272,78,260,78xe" fillcolor="#333a56 [3205]" stroked="f">
                                <v:path arrowok="t" o:connecttype="custom" o:connectlocs="434591,62287;413357,31143;382213,9909;332667,1416;222250,0;198185,0;198185,0;111833,1416;62287,9909;31143,31143;9909,62287;1416,111833;0,222250;1416,331252;9909,382213;31143,413357;62287,434591;111833,443084;222250,444500;332667,443084;382213,434591;413357,413357;434591,382213;443084,332667;444500,222250;443084,111833;434591,62287;222250,362395;82105,222250;222250,82105;362395,222250;222250,362395;368057,110417;334083,77858;368057,43884;368057,43884;400616,77858;368057,110417" o:connectangles="0,0,0,0,0,0,0,0,0,0,0,0,0,0,0,0,0,0,0,0,0,0,0,0,0,0,0,0,0,0,0,0,0,0,0,0,0,0"/>
                                <o:lock v:ext="edit" verticies="t"/>
                              </v:shape>
                              <v:shape id="Freeform 12" o:spid="_x0000_s1033" style="position:absolute;left:12762;width:7366;height:7366;visibility:visible;mso-wrap-style:square;v-text-anchor:top" coordsize="520,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" path="m520,113c518,92,514,78,507,63,501,51,494,42,485,32,468,16,447,6,422,2,409,1,407,,345,,260,,260,,260,,152,,120,,114,1,91,2,78,6,62,14,51,19,42,26,33,35,16,53,6,74,2,99,1,111,,113,,175v,21,,48,,85c,368,,400,1,406v1,22,5,36,12,50c27,485,53,506,84,514v11,3,23,5,38,5c128,520,194,520,260,520v65,,131,,137,c415,519,425,517,436,514v32,-8,57,-29,71,-58c514,442,518,428,520,407v,-4,,-76,,-147c520,188,520,117,520,113xm451,339v-1,21,-4,35,-9,47c437,398,430,409,420,420v-11,10,-22,17,-34,22c374,447,360,450,339,451v-20,1,-27,1,-79,1c208,452,201,452,181,451v-21,-1,-35,-4,-47,-9c122,437,111,430,100,420,90,409,83,398,78,386,73,374,70,360,69,339,68,319,68,312,68,260v,-52,,-59,1,-79c70,160,73,146,78,134v5,-12,12,-23,22,-34c111,90,122,83,134,78v12,-5,26,-8,47,-9c201,68,208,68,260,68v52,,59,,79,1c360,70,374,73,386,78v12,5,23,12,34,22c430,111,437,122,442,134v5,12,8,26,9,47c452,201,452,208,452,260v,52,,59,-1,79xe" fillcolor="#333a56 [3205]" stroked="f">
                                <v:path arrowok="t" o:connecttype="custom" o:connectlocs="736600,160069;718185,89242;687021,45329;597779,2833;488706,0;368300,0;161485,1417;87825,19832;46746,49579;2833,140237;0,247894;0,368300;1417,575115;18415,645942;118989,728101;172818,735183;368300,736600;562366,736600;617611,728101;718185,645942;736600,576531;736600,368300;736600,160069;638859,480207;626110,546784;594946,594946;546784,626110;480207,638859;368300,640275;256393,638859;189816,626110;141654,594946;110490,546784;97741,480207;96325,368300;97741,256393;110490,189816;141654,141654;189816,110490;256393,97741;368300,96325;480207,97741;546784,110490;594946,141654;626110,189816;638859,256393;640275,368300;638859,480207" o:connectangles="0,0,0,0,0,0,0,0,0,0,0,0,0,0,0,0,0,0,0,0,0,0,0,0,0,0,0,0,0,0,0,0,0,0,0,0,0,0,0,0,0,0,0,0,0,0,0,0"/>
                                <o:lock v:ext="edit" verticies="t"/>
                              </v:shape>
                            </v:group>
                            <v:shape id="Freeform 16" o:spid="_x0000_s1034" style="position:absolute;left:5937;width:4424;height:3600;visibility:visible;mso-wrap-style:square;v-text-anchor:top" coordsize="686,5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" path="m686,66c661,78,634,85,605,89,634,71,657,44,667,11,640,27,610,39,578,45,552,18,515,,475,,397,,334,64,334,141v,11,1,22,4,32c221,167,117,111,48,26,36,47,29,71,29,97v,49,25,92,62,117c68,213,47,207,28,197v,,,1,,1c28,267,76,323,140,336v-11,4,-24,5,-37,5c94,341,85,340,77,339v18,56,70,96,131,97c160,474,100,497,34,497,22,497,11,496,,495v62,40,136,63,216,63c475,558,616,344,616,158v,-7,,-13,,-19c643,119,667,95,686,66xe" fillcolor="#333a56 [3205]" stroked="f">
                              <v:path arrowok="t" o:connecttype="custom" o:connectlocs="442410,42581;390172,57419;430157,7097;372759,29032;306333,0;215401,90968;217980,111613;30956,16774;18702,62581;58687,138065;18058,127097;18058,127742;90288,216774;66426,220000;49658,218710;134142,281290;21927,320645;0,319355;139301,360000;397266,101935;397266,89677;442410,42581" o:connectangles="0,0,0,0,0,0,0,0,0,0,0,0,0,0,0,0,0,0,0,0,0,0"/>
                              <o:lock v:ext="edit" aspectratio="t"/>
                            </v:shape>
                            <v:shape id="Freeform 20" o:spid="_x0000_s1035" style="position:absolute;width:3638;height:3600;visibility:visible;mso-wrap-style:square;v-text-anchor:top" coordsize="948,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" path="m948,145c940,64,876,,798,,142,,142,,142,,64,,,64,,142,,798,,798,,798v,78,64,142,142,142c798,940,798,940,798,940v78,,142,-64,150,-139l948,145xm286,815v-148,,-148,,-148,c138,339,138,339,138,339v148,,148,,148,l286,815xm212,274v-1,,-1,,-1,c161,274,129,237,129,192v,-47,33,-83,84,-83c264,109,295,145,296,192v,45,-32,82,-84,82xm821,815v-148,,-148,,-148,c673,560,673,560,673,560v,-64,-22,-107,-75,-107c557,453,532,482,521,511v-3,10,-4,24,-4,38c517,815,517,815,517,815v-149,,-149,,-149,c368,815,370,384,368,339v149,,149,,149,c517,406,517,406,517,406v19,-32,55,-78,133,-78c748,328,821,396,821,542r,273xe" fillcolor="#333a56 [3205]" stroked="f">
                              <v:path arrowok="t" o:connecttype="custom" o:connectlocs="363870,55532;306296,0;54504,0;0,54383;0,305617;54504,360000;306296,360000;363870,306766;363870,55532;109775,312128;52968,312128;52968,129830;109775,129830;109775,312128;81372,104936;80988,104936;49514,73532;81756,41745;113613,73532;81372,104936;315124,312128;258317,312128;258317,214468;229530,173489;199975,195702;198440,210255;198440,312128;141249,312128;141249,129830;198440,129830;198440,155489;249489,125617;315124,207574;315124,312128" o:connectangles="0,0,0,0,0,0,0,0,0,0,0,0,0,0,0,0,0,0,0,0,0,0,0,0,0,0,0,0,0,0,0,0,0,0"/>
                              <o:lock v:ext="edit" aspectratio="t" verticies="t"/>
                            </v:shape>
                            <w10:anchorlock/>
                          </v:group>
                        </w:pict>
                      </mc:Fallback>
                    </mc:AlternateContent>
                  </w:r>
                </w:p>
              </w:tc>
            </w:tr>
          </w:tbl>
          <w:p w14:paraId="24AFBA24" w14:textId="77777777" w:rsidR="00867B8C" w:rsidRPr="005246F6" w:rsidRDefault="00867B8C" w:rsidP="00FE0D84">
            <w:pPr>
              <w:jc w:val="center"/>
              <w:rPr>
                <w:noProof/>
              </w:rPr>
            </w:pPr>
          </w:p>
        </w:tc>
        <w:tc>
          <w:tcPr>
            <w:tcW w:w="7193" w:type="dxa"/>
            <w:gridSpan w:val="2"/>
            <w:shd w:val="clear" w:color="auto" w:fill="auto"/>
          </w:tcPr>
          <w:sdt>
            <w:sdtPr>
              <w:id w:val="441805584"/>
              <w:placeholder>
                <w:docPart w:val="472C04A9DBD44D309BA3EE24BB952B0B"/>
              </w:placeholder>
              <w:temporary/>
              <w:showingPlcHdr/>
              <w15:appearance w15:val="hidden"/>
            </w:sdtPr>
            <w:sdtEndPr/>
            <w:sdtContent>
              <w:p w14:paraId="0484CB27" w14:textId="77777777" w:rsidR="00867B8C" w:rsidRPr="005246F6" w:rsidRDefault="00867B8C" w:rsidP="006074A9">
                <w:pPr>
                  <w:pStyle w:val="Heading3"/>
                  <w:spacing w:before="160" w:after="160"/>
                  <w:rPr>
                    <w:rFonts w:eastAsiaTheme="minorHAnsi" w:cstheme="minorBidi"/>
                    <w:b w:val="0"/>
                    <w:color w:val="auto"/>
                    <w:sz w:val="22"/>
                    <w:szCs w:val="22"/>
                  </w:rPr>
                </w:pPr>
                <w:r w:rsidRPr="005246F6">
                  <w:t>Add articles and graphics</w:t>
                </w:r>
              </w:p>
            </w:sdtContent>
          </w:sdt>
          <w:sdt>
            <w:sdtPr>
              <w:id w:val="-7985091"/>
              <w:placeholder>
                <w:docPart w:val="005017311BAD43E69181DB62C47201DF"/>
              </w:placeholder>
              <w:temporary/>
              <w:showingPlcHdr/>
              <w15:appearance w15:val="hidden"/>
            </w:sdtPr>
            <w:sdtEndPr/>
            <w:sdtContent>
              <w:p w14:paraId="75724300" w14:textId="77777777" w:rsidR="00AD2A5B" w:rsidRPr="005246F6" w:rsidRDefault="00AD2A5B" w:rsidP="00AD2A5B">
                <w:r w:rsidRPr="005246F6">
                  <w:t>One distinct difference between a printed newsletter and an e-mail version is the amount of text to include. Unless you know that all your readers will be interested in a longer version, you should keep the amount of information to about 1,000 words or less.</w:t>
                </w:r>
              </w:p>
            </w:sdtContent>
          </w:sdt>
          <w:p w14:paraId="3B813ACE" w14:textId="77777777" w:rsidR="00AD2A5B" w:rsidRPr="005246F6" w:rsidRDefault="00AD2A5B" w:rsidP="002309AC"/>
          <w:sdt>
            <w:sdtPr>
              <w:id w:val="-195317684"/>
              <w:placeholder>
                <w:docPart w:val="ABBAE3B259CB483BA35A610431A7F95F"/>
              </w:placeholder>
              <w:temporary/>
              <w:showingPlcHdr/>
              <w15:appearance w15:val="hidden"/>
            </w:sdtPr>
            <w:sdtEndPr/>
            <w:sdtContent>
              <w:p w14:paraId="67B9C893" w14:textId="77777777" w:rsidR="005F26AD" w:rsidRPr="005246F6" w:rsidRDefault="005F26AD" w:rsidP="00AC63E8">
                <w:pPr>
                  <w:pStyle w:val="Heading3"/>
                  <w:spacing w:after="160"/>
                  <w:rPr>
                    <w:rFonts w:eastAsiaTheme="minorHAnsi" w:cstheme="minorBidi"/>
                    <w:b w:val="0"/>
                    <w:color w:val="auto"/>
                    <w:sz w:val="22"/>
                    <w:szCs w:val="22"/>
                  </w:rPr>
                </w:pPr>
                <w:r w:rsidRPr="005246F6">
                  <w:t>What to include</w:t>
                </w:r>
              </w:p>
            </w:sdtContent>
          </w:sdt>
          <w:p w14:paraId="5D50A424" w14:textId="77777777" w:rsidR="005F26AD" w:rsidRPr="005246F6" w:rsidRDefault="00CE130F" w:rsidP="002309AC">
            <w:sdt>
              <w:sdtPr>
                <w:id w:val="-122313895"/>
                <w:placeholder>
                  <w:docPart w:val="84E411AAE94746709578363BCC442199"/>
                </w:placeholder>
                <w:temporary/>
                <w:showingPlcHdr/>
                <w15:appearance w15:val="hidden"/>
              </w:sdtPr>
              <w:sdtEndPr/>
              <w:sdtContent>
                <w:r w:rsidR="005F26AD" w:rsidRPr="005246F6">
                  <w:t>Some items to think about including might be introductions to new employees, recent awards presented to your company, specials and discounts on products or services, announcements of new products, and information on new ways to take advantage of your products or services. Do not include items that might be of interest to only a few customers.</w:t>
                </w:r>
              </w:sdtContent>
            </w:sdt>
          </w:p>
          <w:p w14:paraId="79B5D2C4" w14:textId="77777777" w:rsidR="005F26AD" w:rsidRPr="005246F6" w:rsidRDefault="005F26AD" w:rsidP="002309AC"/>
          <w:sdt>
            <w:sdtPr>
              <w:id w:val="836583844"/>
              <w:placeholder>
                <w:docPart w:val="66BBDC429DBF40089D4302003273FD53"/>
              </w:placeholder>
              <w:temporary/>
              <w:showingPlcHdr/>
              <w15:appearance w15:val="hidden"/>
            </w:sdtPr>
            <w:sdtEndPr/>
            <w:sdtContent>
              <w:p w14:paraId="4F63934D" w14:textId="77777777" w:rsidR="005F26AD" w:rsidRPr="005246F6" w:rsidRDefault="005F26AD" w:rsidP="00AC63E8">
                <w:pPr>
                  <w:pStyle w:val="Heading3"/>
                  <w:spacing w:after="160"/>
                  <w:rPr>
                    <w:rFonts w:eastAsiaTheme="minorHAnsi" w:cstheme="minorBidi"/>
                    <w:b w:val="0"/>
                    <w:color w:val="auto"/>
                    <w:sz w:val="22"/>
                    <w:szCs w:val="22"/>
                  </w:rPr>
                </w:pPr>
                <w:r w:rsidRPr="005246F6">
                  <w:t>Contact information</w:t>
                </w:r>
              </w:p>
            </w:sdtContent>
          </w:sdt>
          <w:sdt>
            <w:sdtPr>
              <w:id w:val="-421411922"/>
              <w:placeholder>
                <w:docPart w:val="DAD88167AEF144C89E0E7073EB4B760B"/>
              </w:placeholder>
              <w:temporary/>
              <w:showingPlcHdr/>
              <w15:appearance w15:val="hidden"/>
            </w:sdtPr>
            <w:sdtEndPr/>
            <w:sdtContent>
              <w:p w14:paraId="3A16D29B" w14:textId="77777777" w:rsidR="005F26AD" w:rsidRPr="005246F6" w:rsidRDefault="005F26AD" w:rsidP="005F26AD">
                <w:r w:rsidRPr="005246F6">
                  <w:t>Be sure to include contact information in more than one place. Not only should it be part of your master template, you should include “For more information…” contacts in every article where it is appropriate.</w:t>
                </w:r>
              </w:p>
            </w:sdtContent>
          </w:sdt>
          <w:p w14:paraId="189A51CA" w14:textId="77777777" w:rsidR="005F26AD" w:rsidRPr="005246F6" w:rsidRDefault="005F26AD" w:rsidP="002309AC"/>
          <w:sdt>
            <w:sdtPr>
              <w:id w:val="-426109345"/>
              <w:placeholder>
                <w:docPart w:val="722695C89B0B469D9FA65E06461667C5"/>
              </w:placeholder>
              <w:temporary/>
              <w:showingPlcHdr/>
              <w15:appearance w15:val="hidden"/>
            </w:sdtPr>
            <w:sdtEndPr/>
            <w:sdtContent>
              <w:p w14:paraId="73405ED0" w14:textId="77777777" w:rsidR="005F26AD" w:rsidRPr="005246F6" w:rsidRDefault="005F26AD" w:rsidP="00AC63E8">
                <w:pPr>
                  <w:pStyle w:val="Heading3"/>
                  <w:spacing w:after="160"/>
                  <w:rPr>
                    <w:rFonts w:eastAsiaTheme="minorHAnsi" w:cstheme="minorBidi"/>
                    <w:b w:val="0"/>
                    <w:color w:val="auto"/>
                    <w:sz w:val="22"/>
                    <w:szCs w:val="22"/>
                  </w:rPr>
                </w:pPr>
                <w:r w:rsidRPr="005246F6">
                  <w:t>Proofread</w:t>
                </w:r>
              </w:p>
            </w:sdtContent>
          </w:sdt>
          <w:sdt>
            <w:sdtPr>
              <w:id w:val="-2096782095"/>
              <w:placeholder>
                <w:docPart w:val="76E1DC4C8C424DFB87B331635EDE1343"/>
              </w:placeholder>
              <w:temporary/>
              <w:showingPlcHdr/>
              <w15:appearance w15:val="hidden"/>
            </w:sdtPr>
            <w:sdtEndPr/>
            <w:sdtContent>
              <w:p w14:paraId="078246C1" w14:textId="77777777" w:rsidR="005F26AD" w:rsidRPr="005246F6" w:rsidRDefault="005F26AD" w:rsidP="005F26AD">
                <w:r w:rsidRPr="005246F6">
                  <w:t>When you have completed your newsletter, it is time for one of the most important steps of all—proofreading. Take several passes through the material, looking for different things each time.</w:t>
                </w:r>
              </w:p>
            </w:sdtContent>
          </w:sdt>
          <w:p w14:paraId="2BE110E3" w14:textId="77777777" w:rsidR="005F26AD" w:rsidRPr="005246F6" w:rsidRDefault="005F26AD" w:rsidP="002309AC"/>
          <w:p w14:paraId="7451A5D6" w14:textId="77777777" w:rsidR="005F26AD" w:rsidRPr="005246F6" w:rsidRDefault="00CE130F" w:rsidP="002309AC">
            <w:hyperlink r:id="rId16" w:history="1">
              <w:r w:rsidR="005F26AD" w:rsidRPr="005246F6">
                <w:rPr>
                  <w:rStyle w:val="Hyperlink"/>
                  <w:iCs/>
                </w:rPr>
                <w:t>UNSUBSCRIBE</w:t>
              </w:r>
            </w:hyperlink>
            <w:r w:rsidR="005F26AD" w:rsidRPr="005246F6">
              <w:t xml:space="preserve"> | </w:t>
            </w:r>
            <w:hyperlink r:id="rId17" w:history="1">
              <w:r w:rsidR="005F26AD" w:rsidRPr="005246F6">
                <w:rPr>
                  <w:rStyle w:val="Hyperlink"/>
                  <w:iCs/>
                </w:rPr>
                <w:t>GIVE FEEDBACK</w:t>
              </w:r>
            </w:hyperlink>
            <w:r w:rsidR="005F26AD" w:rsidRPr="005246F6">
              <w:t xml:space="preserve"> | </w:t>
            </w:r>
            <w:hyperlink r:id="rId18" w:history="1">
              <w:r w:rsidR="005F26AD" w:rsidRPr="005246F6">
                <w:rPr>
                  <w:rStyle w:val="Hyperlink"/>
                  <w:iCs/>
                </w:rPr>
                <w:t>CONTACT</w:t>
              </w:r>
            </w:hyperlink>
          </w:p>
        </w:tc>
      </w:tr>
    </w:tbl>
    <w:p w14:paraId="5CC3408B" w14:textId="77777777" w:rsidR="005C7559" w:rsidRPr="005246F6" w:rsidRDefault="005C7559" w:rsidP="0018521B"/>
    <w:sectPr w:rsidR="005C7559" w:rsidRPr="005246F6" w:rsidSect="00112137">
      <w:pgSz w:w="12240" w:h="15840" w:code="1"/>
      <w:pgMar w:top="360" w:right="720" w:bottom="720" w:left="720" w:header="144"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7FB322" w14:textId="77777777" w:rsidR="00CE130F" w:rsidRDefault="00CE130F" w:rsidP="0018521B">
      <w:r>
        <w:separator/>
      </w:r>
    </w:p>
  </w:endnote>
  <w:endnote w:type="continuationSeparator" w:id="0">
    <w:p w14:paraId="5FD5EB25" w14:textId="77777777" w:rsidR="00CE130F" w:rsidRDefault="00CE130F" w:rsidP="001852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Segoe UI">
    <w:altName w:val="Sylfaen"/>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0E688A" w14:textId="77777777" w:rsidR="00CE130F" w:rsidRDefault="00CE130F" w:rsidP="0018521B">
      <w:r>
        <w:separator/>
      </w:r>
    </w:p>
  </w:footnote>
  <w:footnote w:type="continuationSeparator" w:id="0">
    <w:p w14:paraId="3F086C85" w14:textId="77777777" w:rsidR="00CE130F" w:rsidRDefault="00CE130F" w:rsidP="001852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7BC6C402"/>
    <w:lvl w:ilvl="0">
      <w:start w:val="1"/>
      <w:numFmt w:val="decimal"/>
      <w:lvlText w:val="%1."/>
      <w:lvlJc w:val="left"/>
      <w:pPr>
        <w:tabs>
          <w:tab w:val="num" w:pos="1080"/>
        </w:tabs>
        <w:ind w:left="1080" w:hanging="360"/>
      </w:pPr>
    </w:lvl>
  </w:abstractNum>
  <w:abstractNum w:abstractNumId="1" w15:restartNumberingAfterBreak="0">
    <w:nsid w:val="FFFFFF7F"/>
    <w:multiLevelType w:val="singleLevel"/>
    <w:tmpl w:val="7D06C5DE"/>
    <w:lvl w:ilvl="0">
      <w:start w:val="1"/>
      <w:numFmt w:val="decimal"/>
      <w:lvlText w:val="%1."/>
      <w:lvlJc w:val="left"/>
      <w:pPr>
        <w:tabs>
          <w:tab w:val="num" w:pos="720"/>
        </w:tabs>
        <w:ind w:left="720" w:hanging="360"/>
      </w:pPr>
    </w:lvl>
  </w:abstractNum>
  <w:abstractNum w:abstractNumId="2" w15:restartNumberingAfterBreak="0">
    <w:nsid w:val="FFFFFF88"/>
    <w:multiLevelType w:val="singleLevel"/>
    <w:tmpl w:val="4176A48E"/>
    <w:lvl w:ilvl="0">
      <w:start w:val="1"/>
      <w:numFmt w:val="decimal"/>
      <w:lvlText w:val="%1."/>
      <w:lvlJc w:val="left"/>
      <w:pPr>
        <w:tabs>
          <w:tab w:val="num" w:pos="360"/>
        </w:tabs>
        <w:ind w:left="360" w:hanging="360"/>
      </w:pPr>
    </w:lvl>
  </w:abstractNum>
  <w:abstractNum w:abstractNumId="3" w15:restartNumberingAfterBreak="0">
    <w:nsid w:val="FFFFFF89"/>
    <w:multiLevelType w:val="singleLevel"/>
    <w:tmpl w:val="F61AF22C"/>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3E0611A"/>
    <w:multiLevelType w:val="hybridMultilevel"/>
    <w:tmpl w:val="2452DC60"/>
    <w:lvl w:ilvl="0" w:tplc="591E4024">
      <w:start w:val="1"/>
      <w:numFmt w:val="decimal"/>
      <w:pStyle w:val="ListParagraph"/>
      <w:lvlText w:val="%1."/>
      <w:lvlJc w:val="left"/>
      <w:pPr>
        <w:ind w:left="720" w:hanging="360"/>
      </w:pPr>
      <w:rPr>
        <w:rFonts w:ascii="Franklin Gothic Heavy" w:hAnsi="Franklin Gothic Heavy" w:hint="default"/>
        <w:b w:val="0"/>
        <w:i w:val="0"/>
        <w:color w:val="1F497D" w:themeColor="text2"/>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EF04E0"/>
    <w:multiLevelType w:val="multilevel"/>
    <w:tmpl w:val="930471AA"/>
    <w:numStyleLink w:val="NumberedList1"/>
  </w:abstractNum>
  <w:abstractNum w:abstractNumId="6" w15:restartNumberingAfterBreak="0">
    <w:nsid w:val="21770E24"/>
    <w:multiLevelType w:val="multilevel"/>
    <w:tmpl w:val="930471AA"/>
    <w:numStyleLink w:val="NumberedList1"/>
  </w:abstractNum>
  <w:abstractNum w:abstractNumId="7" w15:restartNumberingAfterBreak="0">
    <w:nsid w:val="26D02F0A"/>
    <w:multiLevelType w:val="multilevel"/>
    <w:tmpl w:val="930471AA"/>
    <w:styleLink w:val="NumberedList1"/>
    <w:lvl w:ilvl="0">
      <w:start w:val="1"/>
      <w:numFmt w:val="decimal"/>
      <w:pStyle w:val="ListNumber"/>
      <w:lvlText w:val="%1."/>
      <w:lvlJc w:val="left"/>
      <w:pPr>
        <w:tabs>
          <w:tab w:val="num" w:pos="432"/>
        </w:tabs>
        <w:ind w:left="432" w:hanging="432"/>
      </w:pPr>
      <w:rPr>
        <w:rFonts w:ascii="Franklin Gothic Heavy" w:hAnsi="Franklin Gothic Heavy" w:hint="default"/>
        <w:color w:val="1F497D" w:themeColor="text2"/>
        <w:sz w:val="28"/>
      </w:rPr>
    </w:lvl>
    <w:lvl w:ilvl="1">
      <w:start w:val="1"/>
      <w:numFmt w:val="lowerLetter"/>
      <w:pStyle w:val="ListNumber2"/>
      <w:lvlText w:val="%2."/>
      <w:lvlJc w:val="left"/>
      <w:pPr>
        <w:ind w:left="1440" w:hanging="360"/>
      </w:pPr>
      <w:rPr>
        <w:rFonts w:hint="default"/>
      </w:rPr>
    </w:lvl>
    <w:lvl w:ilvl="2">
      <w:start w:val="1"/>
      <w:numFmt w:val="lowerRoman"/>
      <w:pStyle w:val="ListNumber3"/>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8103566"/>
    <w:multiLevelType w:val="multilevel"/>
    <w:tmpl w:val="1026BD8C"/>
    <w:numStyleLink w:val="NumberedList2"/>
  </w:abstractNum>
  <w:abstractNum w:abstractNumId="9" w15:restartNumberingAfterBreak="0">
    <w:nsid w:val="2CBD03E4"/>
    <w:multiLevelType w:val="multilevel"/>
    <w:tmpl w:val="1026BD8C"/>
    <w:styleLink w:val="NumberedList2"/>
    <w:lvl w:ilvl="0">
      <w:start w:val="1"/>
      <w:numFmt w:val="decimal"/>
      <w:pStyle w:val="ListContinue"/>
      <w:lvlText w:val="%1."/>
      <w:lvlJc w:val="left"/>
      <w:pPr>
        <w:ind w:left="360" w:hanging="360"/>
      </w:pPr>
      <w:rPr>
        <w:rFonts w:ascii="Franklin Gothic Heavy" w:hAnsi="Franklin Gothic Heavy" w:hint="default"/>
        <w:color w:val="1F497D" w:themeColor="text2"/>
        <w:sz w:val="28"/>
      </w:rPr>
    </w:lvl>
    <w:lvl w:ilvl="1">
      <w:start w:val="1"/>
      <w:numFmt w:val="lowerLetter"/>
      <w:pStyle w:val="ListContinue2"/>
      <w:lvlText w:val="%2)"/>
      <w:lvlJc w:val="left"/>
      <w:pPr>
        <w:ind w:left="720" w:hanging="360"/>
      </w:pPr>
      <w:rPr>
        <w:rFonts w:hint="default"/>
      </w:rPr>
    </w:lvl>
    <w:lvl w:ilvl="2">
      <w:start w:val="1"/>
      <w:numFmt w:val="lowerRoman"/>
      <w:pStyle w:val="ListContinue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4A4E46F9"/>
    <w:multiLevelType w:val="hybridMultilevel"/>
    <w:tmpl w:val="ECCCD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37628BC"/>
    <w:multiLevelType w:val="hybridMultilevel"/>
    <w:tmpl w:val="FED4BA2E"/>
    <w:lvl w:ilvl="0" w:tplc="8BC0ECFA">
      <w:start w:val="1"/>
      <w:numFmt w:val="decimal"/>
      <w:lvlText w:val="%1."/>
      <w:lvlJc w:val="left"/>
      <w:pPr>
        <w:ind w:left="360" w:hanging="360"/>
      </w:pPr>
      <w:rPr>
        <w:rFonts w:ascii="Franklin Gothic Heavy" w:hAnsi="Franklin Gothic Heavy" w:hint="default"/>
        <w:b w:val="0"/>
        <w:i w:val="0"/>
        <w:color w:val="1F497D" w:themeColor="text2"/>
        <w:sz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E6A4856"/>
    <w:multiLevelType w:val="hybridMultilevel"/>
    <w:tmpl w:val="BBA2DE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797C6AFB"/>
    <w:multiLevelType w:val="hybridMultilevel"/>
    <w:tmpl w:val="DC22853E"/>
    <w:lvl w:ilvl="0" w:tplc="1A6AC5DE">
      <w:start w:val="1"/>
      <w:numFmt w:val="decimal"/>
      <w:lvlText w:val="%1."/>
      <w:lvlJc w:val="left"/>
      <w:pPr>
        <w:tabs>
          <w:tab w:val="num" w:pos="720"/>
        </w:tabs>
        <w:ind w:left="720" w:hanging="360"/>
      </w:pPr>
    </w:lvl>
    <w:lvl w:ilvl="1" w:tplc="798ED9BA" w:tentative="1">
      <w:start w:val="1"/>
      <w:numFmt w:val="decimal"/>
      <w:lvlText w:val="%2."/>
      <w:lvlJc w:val="left"/>
      <w:pPr>
        <w:tabs>
          <w:tab w:val="num" w:pos="1440"/>
        </w:tabs>
        <w:ind w:left="1440" w:hanging="360"/>
      </w:pPr>
    </w:lvl>
    <w:lvl w:ilvl="2" w:tplc="586ED95A" w:tentative="1">
      <w:start w:val="1"/>
      <w:numFmt w:val="decimal"/>
      <w:lvlText w:val="%3."/>
      <w:lvlJc w:val="left"/>
      <w:pPr>
        <w:tabs>
          <w:tab w:val="num" w:pos="2160"/>
        </w:tabs>
        <w:ind w:left="2160" w:hanging="360"/>
      </w:pPr>
    </w:lvl>
    <w:lvl w:ilvl="3" w:tplc="113446B4" w:tentative="1">
      <w:start w:val="1"/>
      <w:numFmt w:val="decimal"/>
      <w:lvlText w:val="%4."/>
      <w:lvlJc w:val="left"/>
      <w:pPr>
        <w:tabs>
          <w:tab w:val="num" w:pos="2880"/>
        </w:tabs>
        <w:ind w:left="2880" w:hanging="360"/>
      </w:pPr>
    </w:lvl>
    <w:lvl w:ilvl="4" w:tplc="F3E40F32" w:tentative="1">
      <w:start w:val="1"/>
      <w:numFmt w:val="decimal"/>
      <w:lvlText w:val="%5."/>
      <w:lvlJc w:val="left"/>
      <w:pPr>
        <w:tabs>
          <w:tab w:val="num" w:pos="3600"/>
        </w:tabs>
        <w:ind w:left="3600" w:hanging="360"/>
      </w:pPr>
    </w:lvl>
    <w:lvl w:ilvl="5" w:tplc="317012FE" w:tentative="1">
      <w:start w:val="1"/>
      <w:numFmt w:val="decimal"/>
      <w:lvlText w:val="%6."/>
      <w:lvlJc w:val="left"/>
      <w:pPr>
        <w:tabs>
          <w:tab w:val="num" w:pos="4320"/>
        </w:tabs>
        <w:ind w:left="4320" w:hanging="360"/>
      </w:pPr>
    </w:lvl>
    <w:lvl w:ilvl="6" w:tplc="1E400132" w:tentative="1">
      <w:start w:val="1"/>
      <w:numFmt w:val="decimal"/>
      <w:lvlText w:val="%7."/>
      <w:lvlJc w:val="left"/>
      <w:pPr>
        <w:tabs>
          <w:tab w:val="num" w:pos="5040"/>
        </w:tabs>
        <w:ind w:left="5040" w:hanging="360"/>
      </w:pPr>
    </w:lvl>
    <w:lvl w:ilvl="7" w:tplc="1C0AEF64" w:tentative="1">
      <w:start w:val="1"/>
      <w:numFmt w:val="decimal"/>
      <w:lvlText w:val="%8."/>
      <w:lvlJc w:val="left"/>
      <w:pPr>
        <w:tabs>
          <w:tab w:val="num" w:pos="5760"/>
        </w:tabs>
        <w:ind w:left="5760" w:hanging="360"/>
      </w:pPr>
    </w:lvl>
    <w:lvl w:ilvl="8" w:tplc="97CE25A6" w:tentative="1">
      <w:start w:val="1"/>
      <w:numFmt w:val="decimal"/>
      <w:lvlText w:val="%9."/>
      <w:lvlJc w:val="left"/>
      <w:pPr>
        <w:tabs>
          <w:tab w:val="num" w:pos="6480"/>
        </w:tabs>
        <w:ind w:left="6480" w:hanging="360"/>
      </w:pPr>
    </w:lvl>
  </w:abstractNum>
  <w:num w:numId="1" w16cid:durableId="1844975650">
    <w:abstractNumId w:val="13"/>
  </w:num>
  <w:num w:numId="2" w16cid:durableId="565457202">
    <w:abstractNumId w:val="4"/>
  </w:num>
  <w:num w:numId="3" w16cid:durableId="678972711">
    <w:abstractNumId w:val="10"/>
  </w:num>
  <w:num w:numId="4" w16cid:durableId="1975792732">
    <w:abstractNumId w:val="12"/>
  </w:num>
  <w:num w:numId="5" w16cid:durableId="1327634380">
    <w:abstractNumId w:val="11"/>
  </w:num>
  <w:num w:numId="6" w16cid:durableId="354507154">
    <w:abstractNumId w:val="3"/>
  </w:num>
  <w:num w:numId="7" w16cid:durableId="1463384592">
    <w:abstractNumId w:val="2"/>
  </w:num>
  <w:num w:numId="8" w16cid:durableId="1381512219">
    <w:abstractNumId w:val="7"/>
  </w:num>
  <w:num w:numId="9" w16cid:durableId="1301882385">
    <w:abstractNumId w:val="1"/>
  </w:num>
  <w:num w:numId="10" w16cid:durableId="1551990495">
    <w:abstractNumId w:val="0"/>
  </w:num>
  <w:num w:numId="11" w16cid:durableId="902984143">
    <w:abstractNumId w:val="6"/>
  </w:num>
  <w:num w:numId="12" w16cid:durableId="1833525702">
    <w:abstractNumId w:val="5"/>
  </w:num>
  <w:num w:numId="13" w16cid:durableId="1240990128">
    <w:abstractNumId w:val="9"/>
  </w:num>
  <w:num w:numId="14" w16cid:durableId="7476502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ttachedTemplate r:id="rId1"/>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NDQ1MLAwMjIAUpYWRko6SsGpxcWZ+XkgBRa1ABTvnOgsAAAA"/>
  </w:docVars>
  <w:rsids>
    <w:rsidRoot w:val="00CE130F"/>
    <w:rsid w:val="000131D5"/>
    <w:rsid w:val="00076677"/>
    <w:rsid w:val="00084384"/>
    <w:rsid w:val="00090F21"/>
    <w:rsid w:val="000E076E"/>
    <w:rsid w:val="000F7E5C"/>
    <w:rsid w:val="00112137"/>
    <w:rsid w:val="001549CD"/>
    <w:rsid w:val="00172A4E"/>
    <w:rsid w:val="001757AF"/>
    <w:rsid w:val="0018521B"/>
    <w:rsid w:val="00191764"/>
    <w:rsid w:val="001A0130"/>
    <w:rsid w:val="001A0EEB"/>
    <w:rsid w:val="001B2A40"/>
    <w:rsid w:val="001D39E7"/>
    <w:rsid w:val="001F6623"/>
    <w:rsid w:val="00223897"/>
    <w:rsid w:val="002309AC"/>
    <w:rsid w:val="00251505"/>
    <w:rsid w:val="00251AAB"/>
    <w:rsid w:val="00267116"/>
    <w:rsid w:val="002710C0"/>
    <w:rsid w:val="00274A0C"/>
    <w:rsid w:val="002B2609"/>
    <w:rsid w:val="002F31FA"/>
    <w:rsid w:val="00317ACB"/>
    <w:rsid w:val="003A0009"/>
    <w:rsid w:val="003A0FE2"/>
    <w:rsid w:val="003B1688"/>
    <w:rsid w:val="003C4AE8"/>
    <w:rsid w:val="003D69F4"/>
    <w:rsid w:val="00402433"/>
    <w:rsid w:val="00426E04"/>
    <w:rsid w:val="004A16E3"/>
    <w:rsid w:val="004C08D1"/>
    <w:rsid w:val="004D1DFD"/>
    <w:rsid w:val="005165E1"/>
    <w:rsid w:val="005246F6"/>
    <w:rsid w:val="005A20B8"/>
    <w:rsid w:val="005A329A"/>
    <w:rsid w:val="005C7559"/>
    <w:rsid w:val="005E6FA8"/>
    <w:rsid w:val="005F26AD"/>
    <w:rsid w:val="005F2735"/>
    <w:rsid w:val="006074A9"/>
    <w:rsid w:val="006374C5"/>
    <w:rsid w:val="0064357E"/>
    <w:rsid w:val="00653E76"/>
    <w:rsid w:val="006662D2"/>
    <w:rsid w:val="006B07B6"/>
    <w:rsid w:val="006B68CC"/>
    <w:rsid w:val="007011B2"/>
    <w:rsid w:val="00704A15"/>
    <w:rsid w:val="00714F2B"/>
    <w:rsid w:val="0071633C"/>
    <w:rsid w:val="0071795D"/>
    <w:rsid w:val="007718C6"/>
    <w:rsid w:val="007851FF"/>
    <w:rsid w:val="00790422"/>
    <w:rsid w:val="00794F48"/>
    <w:rsid w:val="007A74B5"/>
    <w:rsid w:val="007B0AC5"/>
    <w:rsid w:val="007B71B2"/>
    <w:rsid w:val="007C10D6"/>
    <w:rsid w:val="007C5EFB"/>
    <w:rsid w:val="008045C5"/>
    <w:rsid w:val="00812CF5"/>
    <w:rsid w:val="00823DE4"/>
    <w:rsid w:val="00835F7E"/>
    <w:rsid w:val="00866BB6"/>
    <w:rsid w:val="00867B8C"/>
    <w:rsid w:val="00881E27"/>
    <w:rsid w:val="008C2ABC"/>
    <w:rsid w:val="008D79D4"/>
    <w:rsid w:val="008E2753"/>
    <w:rsid w:val="00910059"/>
    <w:rsid w:val="00924B76"/>
    <w:rsid w:val="00942519"/>
    <w:rsid w:val="00957E4A"/>
    <w:rsid w:val="00970C1B"/>
    <w:rsid w:val="009A4EED"/>
    <w:rsid w:val="009B5A02"/>
    <w:rsid w:val="009E06C8"/>
    <w:rsid w:val="009E211D"/>
    <w:rsid w:val="009E70CA"/>
    <w:rsid w:val="009F6587"/>
    <w:rsid w:val="00A248AE"/>
    <w:rsid w:val="00A8337F"/>
    <w:rsid w:val="00A95DD9"/>
    <w:rsid w:val="00AA77A8"/>
    <w:rsid w:val="00AC63E8"/>
    <w:rsid w:val="00AD2A5B"/>
    <w:rsid w:val="00AD2EB5"/>
    <w:rsid w:val="00AE3B9F"/>
    <w:rsid w:val="00AF4030"/>
    <w:rsid w:val="00AF7F60"/>
    <w:rsid w:val="00B00637"/>
    <w:rsid w:val="00B079EA"/>
    <w:rsid w:val="00B55ED5"/>
    <w:rsid w:val="00B73103"/>
    <w:rsid w:val="00BA7834"/>
    <w:rsid w:val="00BB1F6F"/>
    <w:rsid w:val="00BD0D52"/>
    <w:rsid w:val="00C1368E"/>
    <w:rsid w:val="00C22F3F"/>
    <w:rsid w:val="00C2468B"/>
    <w:rsid w:val="00C3475D"/>
    <w:rsid w:val="00C516CC"/>
    <w:rsid w:val="00C5506C"/>
    <w:rsid w:val="00C772D9"/>
    <w:rsid w:val="00C94744"/>
    <w:rsid w:val="00CD5B0D"/>
    <w:rsid w:val="00CE130F"/>
    <w:rsid w:val="00CE4402"/>
    <w:rsid w:val="00CF7D4E"/>
    <w:rsid w:val="00D14168"/>
    <w:rsid w:val="00D24661"/>
    <w:rsid w:val="00D35961"/>
    <w:rsid w:val="00D431FE"/>
    <w:rsid w:val="00D502F1"/>
    <w:rsid w:val="00D70E06"/>
    <w:rsid w:val="00DA7DE7"/>
    <w:rsid w:val="00DB1546"/>
    <w:rsid w:val="00DF4EB6"/>
    <w:rsid w:val="00E413DD"/>
    <w:rsid w:val="00E473F7"/>
    <w:rsid w:val="00E474DC"/>
    <w:rsid w:val="00E57079"/>
    <w:rsid w:val="00E84C68"/>
    <w:rsid w:val="00EC7646"/>
    <w:rsid w:val="00ED1436"/>
    <w:rsid w:val="00EE4B2B"/>
    <w:rsid w:val="00EF4A85"/>
    <w:rsid w:val="00F633CE"/>
    <w:rsid w:val="00F707E7"/>
    <w:rsid w:val="00F771D6"/>
    <w:rsid w:val="00FA24D8"/>
    <w:rsid w:val="00FD48AC"/>
    <w:rsid w:val="00FD578A"/>
    <w:rsid w:val="00FD692F"/>
    <w:rsid w:val="00FE0D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E6068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76" w:lineRule="auto"/>
        <w:ind w:left="3542"/>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uiPriority="14"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uiPriority="16"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13"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46F6"/>
    <w:pPr>
      <w:spacing w:after="0" w:line="240" w:lineRule="auto"/>
      <w:ind w:left="0"/>
    </w:pPr>
  </w:style>
  <w:style w:type="paragraph" w:styleId="Heading1">
    <w:name w:val="heading 1"/>
    <w:basedOn w:val="Normal"/>
    <w:next w:val="Normal"/>
    <w:link w:val="Heading1Char"/>
    <w:uiPriority w:val="9"/>
    <w:qFormat/>
    <w:rsid w:val="001D39E7"/>
    <w:pPr>
      <w:ind w:left="288"/>
      <w:outlineLvl w:val="0"/>
    </w:pPr>
    <w:rPr>
      <w:b/>
      <w:noProof/>
      <w:color w:val="1F497D" w:themeColor="text2"/>
      <w:sz w:val="30"/>
      <w:szCs w:val="30"/>
    </w:rPr>
  </w:style>
  <w:style w:type="paragraph" w:styleId="Heading2">
    <w:name w:val="heading 2"/>
    <w:basedOn w:val="Heading1"/>
    <w:next w:val="Normal"/>
    <w:link w:val="Heading2Char"/>
    <w:uiPriority w:val="9"/>
    <w:unhideWhenUsed/>
    <w:qFormat/>
    <w:rsid w:val="0018521B"/>
    <w:pPr>
      <w:spacing w:line="720" w:lineRule="exact"/>
      <w:ind w:left="0"/>
      <w:outlineLvl w:val="1"/>
    </w:pPr>
    <w:rPr>
      <w:rFonts w:asciiTheme="majorHAnsi" w:hAnsiTheme="majorHAnsi"/>
      <w:b w:val="0"/>
      <w:sz w:val="72"/>
    </w:rPr>
  </w:style>
  <w:style w:type="paragraph" w:styleId="Heading3">
    <w:name w:val="heading 3"/>
    <w:basedOn w:val="Normal"/>
    <w:next w:val="Normal"/>
    <w:link w:val="Heading3Char"/>
    <w:uiPriority w:val="9"/>
    <w:unhideWhenUsed/>
    <w:qFormat/>
    <w:rsid w:val="0018521B"/>
    <w:pPr>
      <w:keepNext/>
      <w:keepLines/>
      <w:outlineLvl w:val="2"/>
    </w:pPr>
    <w:rPr>
      <w:rFonts w:eastAsiaTheme="majorEastAsia" w:cstheme="majorBidi"/>
      <w:b/>
      <w:color w:val="1F497D" w:themeColor="text2"/>
      <w:sz w:val="30"/>
      <w:szCs w:val="24"/>
    </w:rPr>
  </w:style>
  <w:style w:type="paragraph" w:styleId="Heading4">
    <w:name w:val="heading 4"/>
    <w:basedOn w:val="Normal"/>
    <w:next w:val="Normal"/>
    <w:link w:val="Heading4Char"/>
    <w:uiPriority w:val="9"/>
    <w:unhideWhenUsed/>
    <w:qFormat/>
    <w:rsid w:val="0064357E"/>
    <w:pPr>
      <w:keepNext/>
      <w:keepLines/>
      <w:spacing w:before="240" w:line="600" w:lineRule="exact"/>
      <w:outlineLvl w:val="3"/>
    </w:pPr>
    <w:rPr>
      <w:rFonts w:asciiTheme="majorHAnsi" w:eastAsiaTheme="majorEastAsia" w:hAnsiTheme="majorHAnsi" w:cstheme="majorBidi"/>
      <w:iCs/>
      <w:color w:val="1F497D" w:themeColor="text2"/>
      <w:sz w:val="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E474DC"/>
  </w:style>
  <w:style w:type="character" w:customStyle="1" w:styleId="HeaderChar">
    <w:name w:val="Header Char"/>
    <w:basedOn w:val="DefaultParagraphFont"/>
    <w:link w:val="Header"/>
    <w:uiPriority w:val="99"/>
    <w:semiHidden/>
    <w:rsid w:val="008C2ABC"/>
  </w:style>
  <w:style w:type="paragraph" w:styleId="Footer">
    <w:name w:val="footer"/>
    <w:basedOn w:val="Normal"/>
    <w:link w:val="FooterChar"/>
    <w:uiPriority w:val="99"/>
    <w:semiHidden/>
    <w:rsid w:val="00E474DC"/>
  </w:style>
  <w:style w:type="character" w:customStyle="1" w:styleId="FooterChar">
    <w:name w:val="Footer Char"/>
    <w:basedOn w:val="DefaultParagraphFont"/>
    <w:link w:val="Footer"/>
    <w:uiPriority w:val="99"/>
    <w:semiHidden/>
    <w:rsid w:val="008C2ABC"/>
  </w:style>
  <w:style w:type="paragraph" w:styleId="NormalWeb">
    <w:name w:val="Normal (Web)"/>
    <w:basedOn w:val="Normal"/>
    <w:uiPriority w:val="99"/>
    <w:semiHidden/>
    <w:unhideWhenUsed/>
    <w:rsid w:val="001A0130"/>
    <w:pPr>
      <w:spacing w:before="100" w:beforeAutospacing="1" w:after="100" w:afterAutospacing="1"/>
    </w:pPr>
    <w:rPr>
      <w:rFonts w:ascii="Times New Roman" w:eastAsiaTheme="minorEastAsia" w:hAnsi="Times New Roman" w:cs="Times New Roman"/>
      <w:sz w:val="24"/>
      <w:szCs w:val="24"/>
    </w:rPr>
  </w:style>
  <w:style w:type="paragraph" w:styleId="ListParagraph">
    <w:name w:val="List Paragraph"/>
    <w:basedOn w:val="Normal"/>
    <w:uiPriority w:val="34"/>
    <w:semiHidden/>
    <w:rsid w:val="00E84C68"/>
    <w:pPr>
      <w:numPr>
        <w:numId w:val="2"/>
      </w:numPr>
      <w:spacing w:after="240"/>
    </w:pPr>
    <w:rPr>
      <w:rFonts w:eastAsiaTheme="minorEastAsia" w:cs="Times New Roman"/>
      <w:color w:val="000000" w:themeColor="text1"/>
      <w:sz w:val="28"/>
      <w:szCs w:val="24"/>
      <w:lang w:val="en-ZA"/>
    </w:rPr>
  </w:style>
  <w:style w:type="character" w:styleId="PlaceholderText">
    <w:name w:val="Placeholder Text"/>
    <w:basedOn w:val="DefaultParagraphFont"/>
    <w:uiPriority w:val="99"/>
    <w:semiHidden/>
    <w:rsid w:val="002F31FA"/>
    <w:rPr>
      <w:color w:val="808080"/>
    </w:rPr>
  </w:style>
  <w:style w:type="character" w:customStyle="1" w:styleId="Heading1Char">
    <w:name w:val="Heading 1 Char"/>
    <w:basedOn w:val="DefaultParagraphFont"/>
    <w:link w:val="Heading1"/>
    <w:uiPriority w:val="9"/>
    <w:rsid w:val="001D39E7"/>
    <w:rPr>
      <w:b/>
      <w:noProof/>
      <w:color w:val="1F497D" w:themeColor="text2"/>
      <w:sz w:val="30"/>
      <w:szCs w:val="30"/>
    </w:rPr>
  </w:style>
  <w:style w:type="character" w:styleId="SubtleEmphasis">
    <w:name w:val="Subtle Emphasis"/>
    <w:basedOn w:val="DefaultParagraphFont"/>
    <w:uiPriority w:val="19"/>
    <w:semiHidden/>
    <w:rsid w:val="002F31FA"/>
    <w:rPr>
      <w:rFonts w:asciiTheme="minorHAnsi" w:hAnsiTheme="minorHAnsi"/>
      <w:i/>
      <w:iCs/>
      <w:color w:val="404040" w:themeColor="text1" w:themeTint="BF"/>
    </w:rPr>
  </w:style>
  <w:style w:type="character" w:customStyle="1" w:styleId="Heading2Char">
    <w:name w:val="Heading 2 Char"/>
    <w:basedOn w:val="DefaultParagraphFont"/>
    <w:link w:val="Heading2"/>
    <w:uiPriority w:val="9"/>
    <w:rsid w:val="0018521B"/>
    <w:rPr>
      <w:rFonts w:asciiTheme="majorHAnsi" w:hAnsiTheme="majorHAnsi"/>
      <w:noProof/>
      <w:color w:val="1F497D" w:themeColor="text2"/>
      <w:sz w:val="72"/>
      <w:szCs w:val="30"/>
    </w:rPr>
  </w:style>
  <w:style w:type="character" w:customStyle="1" w:styleId="Heading3Char">
    <w:name w:val="Heading 3 Char"/>
    <w:basedOn w:val="DefaultParagraphFont"/>
    <w:link w:val="Heading3"/>
    <w:uiPriority w:val="9"/>
    <w:rsid w:val="0018521B"/>
    <w:rPr>
      <w:rFonts w:eastAsiaTheme="majorEastAsia" w:cstheme="majorBidi"/>
      <w:b/>
      <w:color w:val="1F497D" w:themeColor="text2"/>
      <w:sz w:val="30"/>
      <w:szCs w:val="24"/>
    </w:rPr>
  </w:style>
  <w:style w:type="character" w:styleId="Strong">
    <w:name w:val="Strong"/>
    <w:basedOn w:val="DefaultParagraphFont"/>
    <w:semiHidden/>
    <w:rsid w:val="00E84C68"/>
    <w:rPr>
      <w:b/>
      <w:bCs/>
    </w:rPr>
  </w:style>
  <w:style w:type="character" w:styleId="Hyperlink">
    <w:name w:val="Hyperlink"/>
    <w:basedOn w:val="DefaultParagraphFont"/>
    <w:uiPriority w:val="99"/>
    <w:unhideWhenUsed/>
    <w:rsid w:val="00090F21"/>
    <w:rPr>
      <w:color w:val="1F497D" w:themeColor="text2"/>
      <w:u w:val="single"/>
      <w:lang w:val="en-US"/>
    </w:rPr>
  </w:style>
  <w:style w:type="character" w:styleId="UnresolvedMention">
    <w:name w:val="Unresolved Mention"/>
    <w:basedOn w:val="DefaultParagraphFont"/>
    <w:uiPriority w:val="99"/>
    <w:semiHidden/>
    <w:unhideWhenUsed/>
    <w:rsid w:val="00BD0D52"/>
    <w:rPr>
      <w:color w:val="605E5C"/>
      <w:shd w:val="clear" w:color="auto" w:fill="E1DFDD"/>
    </w:rPr>
  </w:style>
  <w:style w:type="table" w:styleId="TableGrid">
    <w:name w:val="Table Grid"/>
    <w:basedOn w:val="TableNormal"/>
    <w:uiPriority w:val="39"/>
    <w:rsid w:val="00C347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A95DD9"/>
    <w:pPr>
      <w:spacing w:line="560" w:lineRule="exact"/>
      <w:contextualSpacing/>
    </w:pPr>
    <w:rPr>
      <w:rFonts w:asciiTheme="majorHAnsi" w:eastAsiaTheme="majorEastAsia" w:hAnsiTheme="majorHAnsi" w:cstheme="majorBidi"/>
      <w:b/>
      <w:color w:val="FFFFFF" w:themeColor="background1"/>
      <w:kern w:val="28"/>
      <w:sz w:val="60"/>
      <w:szCs w:val="56"/>
    </w:rPr>
  </w:style>
  <w:style w:type="character" w:customStyle="1" w:styleId="TitleChar">
    <w:name w:val="Title Char"/>
    <w:basedOn w:val="DefaultParagraphFont"/>
    <w:link w:val="Title"/>
    <w:uiPriority w:val="10"/>
    <w:rsid w:val="00A95DD9"/>
    <w:rPr>
      <w:rFonts w:asciiTheme="majorHAnsi" w:eastAsiaTheme="majorEastAsia" w:hAnsiTheme="majorHAnsi" w:cstheme="majorBidi"/>
      <w:b/>
      <w:color w:val="FFFFFF" w:themeColor="background1"/>
      <w:kern w:val="28"/>
      <w:sz w:val="60"/>
      <w:szCs w:val="56"/>
    </w:rPr>
  </w:style>
  <w:style w:type="paragraph" w:styleId="Subtitle">
    <w:name w:val="Subtitle"/>
    <w:basedOn w:val="Normal"/>
    <w:next w:val="Normal"/>
    <w:link w:val="SubtitleChar"/>
    <w:uiPriority w:val="11"/>
    <w:qFormat/>
    <w:rsid w:val="00A95DD9"/>
    <w:pPr>
      <w:numPr>
        <w:ilvl w:val="1"/>
      </w:numPr>
      <w:spacing w:line="252" w:lineRule="auto"/>
      <w:ind w:left="3542"/>
    </w:pPr>
    <w:rPr>
      <w:rFonts w:eastAsiaTheme="minorEastAsia"/>
      <w:color w:val="FFFFFF" w:themeColor="background1"/>
    </w:rPr>
  </w:style>
  <w:style w:type="character" w:customStyle="1" w:styleId="SubtitleChar">
    <w:name w:val="Subtitle Char"/>
    <w:basedOn w:val="DefaultParagraphFont"/>
    <w:link w:val="Subtitle"/>
    <w:uiPriority w:val="11"/>
    <w:rsid w:val="00A95DD9"/>
    <w:rPr>
      <w:rFonts w:eastAsiaTheme="minorEastAsia"/>
      <w:color w:val="FFFFFF" w:themeColor="background1"/>
    </w:rPr>
  </w:style>
  <w:style w:type="paragraph" w:customStyle="1" w:styleId="Introduction">
    <w:name w:val="Introduction"/>
    <w:basedOn w:val="Normal"/>
    <w:next w:val="Normal"/>
    <w:link w:val="IntroductionChar"/>
    <w:uiPriority w:val="12"/>
    <w:qFormat/>
    <w:rsid w:val="00924B76"/>
    <w:pPr>
      <w:spacing w:after="600"/>
      <w:ind w:left="288"/>
    </w:pPr>
    <w:rPr>
      <w:sz w:val="30"/>
      <w:szCs w:val="30"/>
    </w:rPr>
  </w:style>
  <w:style w:type="paragraph" w:styleId="Quote">
    <w:name w:val="Quote"/>
    <w:basedOn w:val="Normal"/>
    <w:next w:val="Normal"/>
    <w:link w:val="QuoteChar"/>
    <w:uiPriority w:val="13"/>
    <w:qFormat/>
    <w:rsid w:val="001D39E7"/>
    <w:pPr>
      <w:spacing w:line="259" w:lineRule="auto"/>
    </w:pPr>
    <w:rPr>
      <w:i/>
      <w:iCs/>
      <w:color w:val="1F497D" w:themeColor="text2"/>
      <w:sz w:val="26"/>
    </w:rPr>
  </w:style>
  <w:style w:type="character" w:customStyle="1" w:styleId="IntroductionChar">
    <w:name w:val="Introduction Char"/>
    <w:basedOn w:val="DefaultParagraphFont"/>
    <w:link w:val="Introduction"/>
    <w:uiPriority w:val="12"/>
    <w:rsid w:val="008C2ABC"/>
    <w:rPr>
      <w:sz w:val="30"/>
      <w:szCs w:val="30"/>
    </w:rPr>
  </w:style>
  <w:style w:type="character" w:customStyle="1" w:styleId="QuoteChar">
    <w:name w:val="Quote Char"/>
    <w:basedOn w:val="DefaultParagraphFont"/>
    <w:link w:val="Quote"/>
    <w:uiPriority w:val="13"/>
    <w:rsid w:val="001D39E7"/>
    <w:rPr>
      <w:i/>
      <w:iCs/>
      <w:color w:val="1F497D" w:themeColor="text2"/>
      <w:sz w:val="26"/>
    </w:rPr>
  </w:style>
  <w:style w:type="paragraph" w:customStyle="1" w:styleId="Quote2">
    <w:name w:val="Quote 2"/>
    <w:basedOn w:val="Normal"/>
    <w:link w:val="Quote2Char"/>
    <w:uiPriority w:val="15"/>
    <w:qFormat/>
    <w:rsid w:val="00EE4B2B"/>
    <w:pPr>
      <w:spacing w:before="240"/>
      <w:ind w:left="144" w:right="144"/>
    </w:pPr>
    <w:rPr>
      <w:rFonts w:asciiTheme="majorHAnsi" w:hAnsiTheme="majorHAnsi"/>
      <w:color w:val="FFFFFF" w:themeColor="background1"/>
      <w:sz w:val="32"/>
    </w:rPr>
  </w:style>
  <w:style w:type="paragraph" w:styleId="ListNumber">
    <w:name w:val="List Number"/>
    <w:basedOn w:val="Normal"/>
    <w:uiPriority w:val="14"/>
    <w:qFormat/>
    <w:rsid w:val="009B5A02"/>
    <w:pPr>
      <w:numPr>
        <w:numId w:val="12"/>
      </w:numPr>
      <w:spacing w:after="240"/>
    </w:pPr>
    <w:rPr>
      <w:sz w:val="28"/>
    </w:rPr>
  </w:style>
  <w:style w:type="character" w:customStyle="1" w:styleId="Quote2Char">
    <w:name w:val="Quote 2 Char"/>
    <w:basedOn w:val="DefaultParagraphFont"/>
    <w:link w:val="Quote2"/>
    <w:uiPriority w:val="15"/>
    <w:rsid w:val="008C2ABC"/>
    <w:rPr>
      <w:rFonts w:asciiTheme="majorHAnsi" w:hAnsiTheme="majorHAnsi"/>
      <w:color w:val="FFFFFF" w:themeColor="background1"/>
      <w:sz w:val="32"/>
    </w:rPr>
  </w:style>
  <w:style w:type="numbering" w:customStyle="1" w:styleId="NumberedList1">
    <w:name w:val="NumberedList1"/>
    <w:uiPriority w:val="99"/>
    <w:rsid w:val="009B5A02"/>
    <w:pPr>
      <w:numPr>
        <w:numId w:val="8"/>
      </w:numPr>
    </w:pPr>
  </w:style>
  <w:style w:type="paragraph" w:styleId="ListContinue">
    <w:name w:val="List Continue"/>
    <w:basedOn w:val="Normal"/>
    <w:uiPriority w:val="16"/>
    <w:qFormat/>
    <w:rsid w:val="00924B76"/>
    <w:pPr>
      <w:numPr>
        <w:numId w:val="14"/>
      </w:numPr>
      <w:spacing w:after="240"/>
    </w:pPr>
  </w:style>
  <w:style w:type="paragraph" w:styleId="ListNumber2">
    <w:name w:val="List Number 2"/>
    <w:basedOn w:val="Normal"/>
    <w:uiPriority w:val="99"/>
    <w:semiHidden/>
    <w:unhideWhenUsed/>
    <w:rsid w:val="009B5A02"/>
    <w:pPr>
      <w:numPr>
        <w:ilvl w:val="1"/>
        <w:numId w:val="12"/>
      </w:numPr>
      <w:contextualSpacing/>
    </w:pPr>
  </w:style>
  <w:style w:type="paragraph" w:styleId="ListNumber3">
    <w:name w:val="List Number 3"/>
    <w:basedOn w:val="Normal"/>
    <w:uiPriority w:val="99"/>
    <w:semiHidden/>
    <w:unhideWhenUsed/>
    <w:rsid w:val="009B5A02"/>
    <w:pPr>
      <w:numPr>
        <w:ilvl w:val="2"/>
        <w:numId w:val="12"/>
      </w:numPr>
      <w:contextualSpacing/>
    </w:pPr>
  </w:style>
  <w:style w:type="numbering" w:customStyle="1" w:styleId="NumberedList2">
    <w:name w:val="NumberedList2"/>
    <w:uiPriority w:val="99"/>
    <w:rsid w:val="00924B76"/>
    <w:pPr>
      <w:numPr>
        <w:numId w:val="13"/>
      </w:numPr>
    </w:pPr>
  </w:style>
  <w:style w:type="paragraph" w:customStyle="1" w:styleId="Contacts">
    <w:name w:val="Contacts"/>
    <w:basedOn w:val="Normal"/>
    <w:next w:val="Normal"/>
    <w:link w:val="ContactsChar"/>
    <w:uiPriority w:val="18"/>
    <w:qFormat/>
    <w:rsid w:val="00D70E06"/>
    <w:pPr>
      <w:spacing w:line="259" w:lineRule="auto"/>
    </w:pPr>
  </w:style>
  <w:style w:type="paragraph" w:styleId="ListContinue2">
    <w:name w:val="List Continue 2"/>
    <w:basedOn w:val="Normal"/>
    <w:uiPriority w:val="99"/>
    <w:semiHidden/>
    <w:unhideWhenUsed/>
    <w:rsid w:val="00924B76"/>
    <w:pPr>
      <w:numPr>
        <w:ilvl w:val="1"/>
        <w:numId w:val="14"/>
      </w:numPr>
      <w:spacing w:after="120"/>
      <w:contextualSpacing/>
    </w:pPr>
  </w:style>
  <w:style w:type="paragraph" w:styleId="ListContinue3">
    <w:name w:val="List Continue 3"/>
    <w:basedOn w:val="Normal"/>
    <w:uiPriority w:val="99"/>
    <w:semiHidden/>
    <w:unhideWhenUsed/>
    <w:rsid w:val="00924B76"/>
    <w:pPr>
      <w:numPr>
        <w:ilvl w:val="2"/>
        <w:numId w:val="14"/>
      </w:numPr>
      <w:spacing w:after="120"/>
      <w:contextualSpacing/>
    </w:pPr>
  </w:style>
  <w:style w:type="character" w:customStyle="1" w:styleId="Heading4Char">
    <w:name w:val="Heading 4 Char"/>
    <w:basedOn w:val="DefaultParagraphFont"/>
    <w:link w:val="Heading4"/>
    <w:uiPriority w:val="9"/>
    <w:rsid w:val="0064357E"/>
    <w:rPr>
      <w:rFonts w:asciiTheme="majorHAnsi" w:eastAsiaTheme="majorEastAsia" w:hAnsiTheme="majorHAnsi" w:cstheme="majorBidi"/>
      <w:iCs/>
      <w:color w:val="1F497D" w:themeColor="text2"/>
      <w:sz w:val="60"/>
    </w:rPr>
  </w:style>
  <w:style w:type="character" w:customStyle="1" w:styleId="ContactsChar">
    <w:name w:val="Contacts Char"/>
    <w:basedOn w:val="DefaultParagraphFont"/>
    <w:link w:val="Contacts"/>
    <w:uiPriority w:val="18"/>
    <w:rsid w:val="008C2ABC"/>
  </w:style>
  <w:style w:type="paragraph" w:customStyle="1" w:styleId="CalloutText">
    <w:name w:val="Callout Text"/>
    <w:basedOn w:val="Normal"/>
    <w:next w:val="Normal"/>
    <w:link w:val="CalloutTextChar"/>
    <w:uiPriority w:val="17"/>
    <w:qFormat/>
    <w:rsid w:val="005246F6"/>
    <w:pPr>
      <w:spacing w:line="259" w:lineRule="auto"/>
    </w:pPr>
    <w:rPr>
      <w:i/>
      <w:color w:val="1F497D" w:themeColor="text2"/>
    </w:rPr>
  </w:style>
  <w:style w:type="paragraph" w:styleId="IntenseQuote">
    <w:name w:val="Intense Quote"/>
    <w:basedOn w:val="Normal"/>
    <w:next w:val="Normal"/>
    <w:link w:val="IntenseQuoteChar"/>
    <w:uiPriority w:val="30"/>
    <w:semiHidden/>
    <w:rsid w:val="008C2ABC"/>
    <w:pPr>
      <w:pBdr>
        <w:top w:val="single" w:sz="4" w:space="10" w:color="F7F5E6" w:themeColor="accent1"/>
        <w:bottom w:val="single" w:sz="4" w:space="10" w:color="F7F5E6" w:themeColor="accent1"/>
      </w:pBdr>
      <w:spacing w:before="360" w:after="360"/>
      <w:ind w:left="864" w:right="864"/>
      <w:jc w:val="center"/>
    </w:pPr>
    <w:rPr>
      <w:i/>
      <w:iCs/>
      <w:color w:val="F7F5E6" w:themeColor="accent1"/>
    </w:rPr>
  </w:style>
  <w:style w:type="character" w:customStyle="1" w:styleId="CalloutTextChar">
    <w:name w:val="Callout Text Char"/>
    <w:basedOn w:val="DefaultParagraphFont"/>
    <w:link w:val="CalloutText"/>
    <w:uiPriority w:val="17"/>
    <w:rsid w:val="005246F6"/>
    <w:rPr>
      <w:i/>
      <w:color w:val="1F497D" w:themeColor="text2"/>
    </w:rPr>
  </w:style>
  <w:style w:type="character" w:customStyle="1" w:styleId="IntenseQuoteChar">
    <w:name w:val="Intense Quote Char"/>
    <w:basedOn w:val="DefaultParagraphFont"/>
    <w:link w:val="IntenseQuote"/>
    <w:uiPriority w:val="30"/>
    <w:semiHidden/>
    <w:rsid w:val="008C2ABC"/>
    <w:rPr>
      <w:i/>
      <w:iCs/>
      <w:color w:val="F7F5E6" w:themeColor="accent1"/>
    </w:rPr>
  </w:style>
  <w:style w:type="character" w:styleId="CommentReference">
    <w:name w:val="annotation reference"/>
    <w:basedOn w:val="DefaultParagraphFont"/>
    <w:uiPriority w:val="99"/>
    <w:semiHidden/>
    <w:unhideWhenUsed/>
    <w:rsid w:val="001D39E7"/>
    <w:rPr>
      <w:sz w:val="16"/>
      <w:szCs w:val="16"/>
    </w:rPr>
  </w:style>
  <w:style w:type="paragraph" w:styleId="CommentText">
    <w:name w:val="annotation text"/>
    <w:basedOn w:val="Normal"/>
    <w:link w:val="CommentTextChar"/>
    <w:uiPriority w:val="99"/>
    <w:semiHidden/>
    <w:unhideWhenUsed/>
    <w:rsid w:val="001D39E7"/>
    <w:rPr>
      <w:sz w:val="20"/>
      <w:szCs w:val="20"/>
    </w:rPr>
  </w:style>
  <w:style w:type="character" w:customStyle="1" w:styleId="CommentTextChar">
    <w:name w:val="Comment Text Char"/>
    <w:basedOn w:val="DefaultParagraphFont"/>
    <w:link w:val="CommentText"/>
    <w:uiPriority w:val="99"/>
    <w:semiHidden/>
    <w:rsid w:val="001D39E7"/>
    <w:rPr>
      <w:sz w:val="20"/>
      <w:szCs w:val="20"/>
    </w:rPr>
  </w:style>
  <w:style w:type="paragraph" w:styleId="CommentSubject">
    <w:name w:val="annotation subject"/>
    <w:basedOn w:val="CommentText"/>
    <w:next w:val="CommentText"/>
    <w:link w:val="CommentSubjectChar"/>
    <w:uiPriority w:val="99"/>
    <w:semiHidden/>
    <w:unhideWhenUsed/>
    <w:rsid w:val="001D39E7"/>
    <w:rPr>
      <w:b/>
      <w:bCs/>
    </w:rPr>
  </w:style>
  <w:style w:type="character" w:customStyle="1" w:styleId="CommentSubjectChar">
    <w:name w:val="Comment Subject Char"/>
    <w:basedOn w:val="CommentTextChar"/>
    <w:link w:val="CommentSubject"/>
    <w:uiPriority w:val="99"/>
    <w:semiHidden/>
    <w:rsid w:val="001D39E7"/>
    <w:rPr>
      <w:b/>
      <w:bCs/>
      <w:sz w:val="20"/>
      <w:szCs w:val="20"/>
    </w:rPr>
  </w:style>
  <w:style w:type="paragraph" w:styleId="BalloonText">
    <w:name w:val="Balloon Text"/>
    <w:basedOn w:val="Normal"/>
    <w:link w:val="BalloonTextChar"/>
    <w:uiPriority w:val="99"/>
    <w:semiHidden/>
    <w:unhideWhenUsed/>
    <w:rsid w:val="001D39E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39E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663145">
      <w:bodyDiv w:val="1"/>
      <w:marLeft w:val="0"/>
      <w:marRight w:val="0"/>
      <w:marTop w:val="0"/>
      <w:marBottom w:val="0"/>
      <w:divBdr>
        <w:top w:val="none" w:sz="0" w:space="0" w:color="auto"/>
        <w:left w:val="none" w:sz="0" w:space="0" w:color="auto"/>
        <w:bottom w:val="none" w:sz="0" w:space="0" w:color="auto"/>
        <w:right w:val="none" w:sz="0" w:space="0" w:color="auto"/>
      </w:divBdr>
    </w:div>
    <w:div w:id="306479005">
      <w:bodyDiv w:val="1"/>
      <w:marLeft w:val="0"/>
      <w:marRight w:val="0"/>
      <w:marTop w:val="0"/>
      <w:marBottom w:val="0"/>
      <w:divBdr>
        <w:top w:val="none" w:sz="0" w:space="0" w:color="auto"/>
        <w:left w:val="none" w:sz="0" w:space="0" w:color="auto"/>
        <w:bottom w:val="none" w:sz="0" w:space="0" w:color="auto"/>
        <w:right w:val="none" w:sz="0" w:space="0" w:color="auto"/>
      </w:divBdr>
    </w:div>
    <w:div w:id="519853126">
      <w:bodyDiv w:val="1"/>
      <w:marLeft w:val="0"/>
      <w:marRight w:val="0"/>
      <w:marTop w:val="0"/>
      <w:marBottom w:val="0"/>
      <w:divBdr>
        <w:top w:val="none" w:sz="0" w:space="0" w:color="auto"/>
        <w:left w:val="none" w:sz="0" w:space="0" w:color="auto"/>
        <w:bottom w:val="none" w:sz="0" w:space="0" w:color="auto"/>
        <w:right w:val="none" w:sz="0" w:space="0" w:color="auto"/>
      </w:divBdr>
    </w:div>
    <w:div w:id="694691472">
      <w:bodyDiv w:val="1"/>
      <w:marLeft w:val="0"/>
      <w:marRight w:val="0"/>
      <w:marTop w:val="0"/>
      <w:marBottom w:val="0"/>
      <w:divBdr>
        <w:top w:val="none" w:sz="0" w:space="0" w:color="auto"/>
        <w:left w:val="none" w:sz="0" w:space="0" w:color="auto"/>
        <w:bottom w:val="none" w:sz="0" w:space="0" w:color="auto"/>
        <w:right w:val="none" w:sz="0" w:space="0" w:color="auto"/>
      </w:divBdr>
    </w:div>
    <w:div w:id="694767970">
      <w:bodyDiv w:val="1"/>
      <w:marLeft w:val="0"/>
      <w:marRight w:val="0"/>
      <w:marTop w:val="0"/>
      <w:marBottom w:val="0"/>
      <w:divBdr>
        <w:top w:val="none" w:sz="0" w:space="0" w:color="auto"/>
        <w:left w:val="none" w:sz="0" w:space="0" w:color="auto"/>
        <w:bottom w:val="none" w:sz="0" w:space="0" w:color="auto"/>
        <w:right w:val="none" w:sz="0" w:space="0" w:color="auto"/>
      </w:divBdr>
    </w:div>
    <w:div w:id="716004512">
      <w:bodyDiv w:val="1"/>
      <w:marLeft w:val="0"/>
      <w:marRight w:val="0"/>
      <w:marTop w:val="0"/>
      <w:marBottom w:val="0"/>
      <w:divBdr>
        <w:top w:val="none" w:sz="0" w:space="0" w:color="auto"/>
        <w:left w:val="none" w:sz="0" w:space="0" w:color="auto"/>
        <w:bottom w:val="none" w:sz="0" w:space="0" w:color="auto"/>
        <w:right w:val="none" w:sz="0" w:space="0" w:color="auto"/>
      </w:divBdr>
    </w:div>
    <w:div w:id="1128282522">
      <w:bodyDiv w:val="1"/>
      <w:marLeft w:val="0"/>
      <w:marRight w:val="0"/>
      <w:marTop w:val="0"/>
      <w:marBottom w:val="0"/>
      <w:divBdr>
        <w:top w:val="none" w:sz="0" w:space="0" w:color="auto"/>
        <w:left w:val="none" w:sz="0" w:space="0" w:color="auto"/>
        <w:bottom w:val="none" w:sz="0" w:space="0" w:color="auto"/>
        <w:right w:val="none" w:sz="0" w:space="0" w:color="auto"/>
      </w:divBdr>
    </w:div>
    <w:div w:id="1479033127">
      <w:bodyDiv w:val="1"/>
      <w:marLeft w:val="0"/>
      <w:marRight w:val="0"/>
      <w:marTop w:val="0"/>
      <w:marBottom w:val="0"/>
      <w:divBdr>
        <w:top w:val="none" w:sz="0" w:space="0" w:color="auto"/>
        <w:left w:val="none" w:sz="0" w:space="0" w:color="auto"/>
        <w:bottom w:val="none" w:sz="0" w:space="0" w:color="auto"/>
        <w:right w:val="none" w:sz="0" w:space="0" w:color="auto"/>
      </w:divBdr>
    </w:div>
    <w:div w:id="1532449761">
      <w:bodyDiv w:val="1"/>
      <w:marLeft w:val="0"/>
      <w:marRight w:val="0"/>
      <w:marTop w:val="0"/>
      <w:marBottom w:val="0"/>
      <w:divBdr>
        <w:top w:val="none" w:sz="0" w:space="0" w:color="auto"/>
        <w:left w:val="none" w:sz="0" w:space="0" w:color="auto"/>
        <w:bottom w:val="none" w:sz="0" w:space="0" w:color="auto"/>
        <w:right w:val="none" w:sz="0" w:space="0" w:color="auto"/>
      </w:divBdr>
    </w:div>
    <w:div w:id="1949465664">
      <w:bodyDiv w:val="1"/>
      <w:marLeft w:val="0"/>
      <w:marRight w:val="0"/>
      <w:marTop w:val="0"/>
      <w:marBottom w:val="0"/>
      <w:divBdr>
        <w:top w:val="none" w:sz="0" w:space="0" w:color="auto"/>
        <w:left w:val="none" w:sz="0" w:space="0" w:color="auto"/>
        <w:bottom w:val="none" w:sz="0" w:space="0" w:color="auto"/>
        <w:right w:val="none" w:sz="0" w:space="0" w:color="auto"/>
      </w:divBdr>
    </w:div>
    <w:div w:id="2140417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hyperlink" Target="mailto:youremail@email.com?subject=CONTACT"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hyperlink" Target="mailto:youremail@email.com?subject=FEEDBACK" TargetMode="External"/><Relationship Id="rId2" Type="http://schemas.openxmlformats.org/officeDocument/2006/relationships/customXml" Target="../customXml/item2.xml"/><Relationship Id="rId16" Type="http://schemas.openxmlformats.org/officeDocument/2006/relationships/hyperlink" Target="mailto:youremail@email.com?subject=Unsubscribe"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chart" Target="charts/chart1.xml"/><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b_a\AppData\Roaming\Microsoft\Templates\Small%20business%20email%20marketing%20template.dotx"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100"/>
              <a:t>Charts</a:t>
            </a:r>
            <a:r>
              <a:rPr lang="en-US" sz="1100" baseline="0"/>
              <a:t> and Graphics</a:t>
            </a:r>
            <a:endParaRPr lang="en-US" sz="1100"/>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spPr>
            <a:ln>
              <a:noFill/>
            </a:ln>
          </c:spPr>
          <c:dPt>
            <c:idx val="0"/>
            <c:bubble3D val="0"/>
            <c:spPr>
              <a:solidFill>
                <a:schemeClr val="accent1"/>
              </a:solidFill>
              <a:ln w="25400">
                <a:noFill/>
              </a:ln>
              <a:effectLst/>
              <a:sp3d/>
            </c:spPr>
            <c:extLst>
              <c:ext xmlns:c16="http://schemas.microsoft.com/office/drawing/2014/chart" uri="{C3380CC4-5D6E-409C-BE32-E72D297353CC}">
                <c16:uniqueId val="{00000001-A064-4084-A004-3E668823ACD8}"/>
              </c:ext>
            </c:extLst>
          </c:dPt>
          <c:dPt>
            <c:idx val="1"/>
            <c:bubble3D val="0"/>
            <c:spPr>
              <a:solidFill>
                <a:schemeClr val="accent2"/>
              </a:solidFill>
              <a:ln w="25400">
                <a:noFill/>
              </a:ln>
              <a:effectLst/>
              <a:sp3d/>
            </c:spPr>
            <c:extLst>
              <c:ext xmlns:c16="http://schemas.microsoft.com/office/drawing/2014/chart" uri="{C3380CC4-5D6E-409C-BE32-E72D297353CC}">
                <c16:uniqueId val="{00000003-A064-4084-A004-3E668823ACD8}"/>
              </c:ext>
            </c:extLst>
          </c:dPt>
          <c:dPt>
            <c:idx val="2"/>
            <c:bubble3D val="0"/>
            <c:spPr>
              <a:solidFill>
                <a:schemeClr val="accent3"/>
              </a:solidFill>
              <a:ln w="25400">
                <a:noFill/>
              </a:ln>
              <a:effectLst/>
              <a:sp3d/>
            </c:spPr>
            <c:extLst>
              <c:ext xmlns:c16="http://schemas.microsoft.com/office/drawing/2014/chart" uri="{C3380CC4-5D6E-409C-BE32-E72D297353CC}">
                <c16:uniqueId val="{00000005-A064-4084-A004-3E668823ACD8}"/>
              </c:ext>
            </c:extLst>
          </c:dPt>
          <c:dPt>
            <c:idx val="3"/>
            <c:bubble3D val="0"/>
            <c:spPr>
              <a:solidFill>
                <a:schemeClr val="accent4"/>
              </a:solidFill>
              <a:ln w="25400">
                <a:noFill/>
              </a:ln>
              <a:effectLst/>
              <a:sp3d/>
            </c:spPr>
            <c:extLst>
              <c:ext xmlns:c16="http://schemas.microsoft.com/office/drawing/2014/chart" uri="{C3380CC4-5D6E-409C-BE32-E72D297353CC}">
                <c16:uniqueId val="{00000007-A064-4084-A004-3E668823ACD8}"/>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val>
            <c:numRef>
              <c:f>Sheet1!$B$2:$B$5</c:f>
              <c:numCache>
                <c:formatCode>General</c:formatCode>
                <c:ptCount val="4"/>
                <c:pt idx="0">
                  <c:v>8.1999999999999993</c:v>
                </c:pt>
                <c:pt idx="1">
                  <c:v>3.2</c:v>
                </c:pt>
                <c:pt idx="2">
                  <c:v>1.4</c:v>
                </c:pt>
                <c:pt idx="3">
                  <c:v>1.2</c:v>
                </c:pt>
              </c:numCache>
            </c:numRef>
          </c:val>
          <c:extLst>
            <c:ext xmlns:c15="http://schemas.microsoft.com/office/drawing/2012/chart" uri="{02D57815-91ED-43cb-92C2-25804820EDAC}">
              <c15:filteredSeriesTitle>
                <c15:tx>
                  <c:strRef>
                    <c:extLst>
                      <c:ext uri="{02D57815-91ED-43cb-92C2-25804820EDAC}">
                        <c15:formulaRef>
                          <c15:sqref>Sheet1!$B$1</c15:sqref>
                        </c15:formulaRef>
                      </c:ext>
                    </c:extLst>
                    <c:strCache>
                      <c:ptCount val="1"/>
                      <c:pt idx="0">
                        <c:v>Sales</c:v>
                      </c:pt>
                    </c:strCache>
                  </c:strRef>
                </c15:tx>
              </c15:filteredSeriesTitle>
            </c:ext>
            <c:ext xmlns:c15="http://schemas.microsoft.com/office/drawing/2012/chart" uri="{02D57815-91ED-43cb-92C2-25804820EDAC}">
              <c15:filteredCategoryTitle>
                <c15:cat>
                  <c:strRef>
                    <c:extLst>
                      <c:ext uri="{02D57815-91ED-43cb-92C2-25804820EDAC}">
                        <c15:formulaRef>
                          <c15:sqref>Sheet1!$A$2:$A$5</c15:sqref>
                        </c15:formulaRef>
                      </c:ext>
                    </c:extLst>
                    <c:strCache>
                      <c:ptCount val="4"/>
                      <c:pt idx="0">
                        <c:v>1st Qtr</c:v>
                      </c:pt>
                      <c:pt idx="1">
                        <c:v>2nd Qtr</c:v>
                      </c:pt>
                      <c:pt idx="2">
                        <c:v>3rd Qtr</c:v>
                      </c:pt>
                      <c:pt idx="3">
                        <c:v>4th Qtr</c:v>
                      </c:pt>
                    </c:strCache>
                  </c:strRef>
                </c15:cat>
              </c15:filteredCategoryTitle>
            </c:ext>
            <c:ext xmlns:c16="http://schemas.microsoft.com/office/drawing/2014/chart" uri="{C3380CC4-5D6E-409C-BE32-E72D297353CC}">
              <c16:uniqueId val="{00000008-A064-4084-A004-3E668823ACD8}"/>
            </c:ext>
          </c:extLst>
        </c:ser>
        <c:dLbls>
          <c:dLblPos val="bestFit"/>
          <c:showLegendKey val="0"/>
          <c:showVal val="1"/>
          <c:showCatName val="0"/>
          <c:showSerName val="0"/>
          <c:showPercent val="0"/>
          <c:showBubbleSize val="0"/>
          <c:showLeaderLines val="1"/>
        </c:dLbls>
      </c:pie3DChart>
      <c:spPr>
        <a:noFill/>
        <a:ln>
          <a:noFill/>
        </a:ln>
        <a:effectLst/>
      </c:spPr>
    </c:plotArea>
    <c:legend>
      <c:legendPos val="b"/>
      <c:overlay val="0"/>
      <c:spPr>
        <a:noFill/>
        <a:ln>
          <a:noFill/>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noFill/>
    <a:ln w="9525" cap="flat" cmpd="sng" algn="ctr">
      <a:no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DA328B7A8DF4873912E538B98EA57C6"/>
        <w:category>
          <w:name w:val="General"/>
          <w:gallery w:val="placeholder"/>
        </w:category>
        <w:types>
          <w:type w:val="bbPlcHdr"/>
        </w:types>
        <w:behaviors>
          <w:behavior w:val="content"/>
        </w:behaviors>
        <w:guid w:val="{15C1368F-BF09-4702-85D8-2660F456651E}"/>
      </w:docPartPr>
      <w:docPartBody>
        <w:p w:rsidR="00000000" w:rsidRDefault="002433F0">
          <w:pPr>
            <w:pStyle w:val="1DA328B7A8DF4873912E538B98EA57C6"/>
          </w:pPr>
          <w:r w:rsidRPr="005246F6">
            <w:rPr>
              <w:rStyle w:val="TitleChar"/>
            </w:rPr>
            <w:t>Email Newsletter</w:t>
          </w:r>
        </w:p>
      </w:docPartBody>
    </w:docPart>
    <w:docPart>
      <w:docPartPr>
        <w:name w:val="2A1ADD7918484CB686497DFACC56E2C6"/>
        <w:category>
          <w:name w:val="General"/>
          <w:gallery w:val="placeholder"/>
        </w:category>
        <w:types>
          <w:type w:val="bbPlcHdr"/>
        </w:types>
        <w:behaviors>
          <w:behavior w:val="content"/>
        </w:behaviors>
        <w:guid w:val="{4E5B9D74-B8EE-44D6-99F6-BEE8D37EDB91}"/>
      </w:docPartPr>
      <w:docPartBody>
        <w:p w:rsidR="00000000" w:rsidRDefault="002433F0">
          <w:pPr>
            <w:pStyle w:val="2A1ADD7918484CB686497DFACC56E2C6"/>
          </w:pPr>
          <w:r w:rsidRPr="005246F6">
            <w:t>MMMM YYYY  |  Volume 1, Number 1</w:t>
          </w:r>
        </w:p>
      </w:docPartBody>
    </w:docPart>
    <w:docPart>
      <w:docPartPr>
        <w:name w:val="4658ACC31572455DBFD1D772A8D08171"/>
        <w:category>
          <w:name w:val="General"/>
          <w:gallery w:val="placeholder"/>
        </w:category>
        <w:types>
          <w:type w:val="bbPlcHdr"/>
        </w:types>
        <w:behaviors>
          <w:behavior w:val="content"/>
        </w:behaviors>
        <w:guid w:val="{A963156B-4834-4AEF-9E82-6AF128EE416C}"/>
      </w:docPartPr>
      <w:docPartBody>
        <w:p w:rsidR="00000000" w:rsidRDefault="002433F0">
          <w:pPr>
            <w:pStyle w:val="4658ACC31572455DBFD1D772A8D08171"/>
          </w:pPr>
          <w:r w:rsidRPr="005246F6">
            <w:t>Staying in Touch with Customers</w:t>
          </w:r>
        </w:p>
      </w:docPartBody>
    </w:docPart>
    <w:docPart>
      <w:docPartPr>
        <w:name w:val="8A6EAEA7834B4FA68A8605B196F373FB"/>
        <w:category>
          <w:name w:val="General"/>
          <w:gallery w:val="placeholder"/>
        </w:category>
        <w:types>
          <w:type w:val="bbPlcHdr"/>
        </w:types>
        <w:behaviors>
          <w:behavior w:val="content"/>
        </w:behaviors>
        <w:guid w:val="{C86630C7-399D-414A-98AE-2ADE70F30005}"/>
      </w:docPartPr>
      <w:docPartBody>
        <w:p w:rsidR="00000000" w:rsidRDefault="002433F0">
          <w:pPr>
            <w:pStyle w:val="8A6EAEA7834B4FA68A8605B196F373FB"/>
          </w:pPr>
          <w:r w:rsidRPr="005246F6">
            <w:t>Often businesses spend as much time and effort gathering new customers as they do on anything else. It is also one of the costliest functions of doing business. So, it is important to make sure you do not lose the customers you have spent so much energy to acquire. The alternative is to continue with the time-consuming process of finding new customers from an ever-shrinking pool of prospects. Since it costs much less to keep existing customers instead of constantly replacing them, it makes good business sense to do what it takes to keep customers coming back.</w:t>
          </w:r>
        </w:p>
      </w:docPartBody>
    </w:docPart>
    <w:docPart>
      <w:docPartPr>
        <w:name w:val="72EE9F74CA4F4DCB84EDD9BB283D6568"/>
        <w:category>
          <w:name w:val="General"/>
          <w:gallery w:val="placeholder"/>
        </w:category>
        <w:types>
          <w:type w:val="bbPlcHdr"/>
        </w:types>
        <w:behaviors>
          <w:behavior w:val="content"/>
        </w:behaviors>
        <w:guid w:val="{4F9D416F-2DE2-48E8-B0B6-25ADAC241F5D}"/>
      </w:docPartPr>
      <w:docPartBody>
        <w:p w:rsidR="00000000" w:rsidRDefault="002433F0">
          <w:pPr>
            <w:pStyle w:val="72EE9F74CA4F4DCB84EDD9BB283D6568"/>
          </w:pPr>
          <w:r w:rsidRPr="005246F6">
            <w:t>“Make sure you do not lose the customers you have spent so much energy to acquire.”</w:t>
          </w:r>
        </w:p>
      </w:docPartBody>
    </w:docPart>
    <w:docPart>
      <w:docPartPr>
        <w:name w:val="D0F2049F73CB4DE6A27EC16C219345A6"/>
        <w:category>
          <w:name w:val="General"/>
          <w:gallery w:val="placeholder"/>
        </w:category>
        <w:types>
          <w:type w:val="bbPlcHdr"/>
        </w:types>
        <w:behaviors>
          <w:behavior w:val="content"/>
        </w:behaviors>
        <w:guid w:val="{690C05FA-6487-45D8-B589-0DBDA580A273}"/>
      </w:docPartPr>
      <w:docPartBody>
        <w:p w:rsidR="002433F0" w:rsidRPr="005246F6" w:rsidRDefault="002433F0" w:rsidP="008D79D4">
          <w:pPr>
            <w:pStyle w:val="ListNumber"/>
          </w:pPr>
          <w:r w:rsidRPr="005246F6">
            <w:t>Use big headlines.</w:t>
          </w:r>
        </w:p>
        <w:p w:rsidR="002433F0" w:rsidRPr="005246F6" w:rsidRDefault="002433F0" w:rsidP="008D79D4">
          <w:pPr>
            <w:pStyle w:val="ListNumber"/>
          </w:pPr>
          <w:r w:rsidRPr="005246F6">
            <w:t>Make your articles short and to the point.</w:t>
          </w:r>
        </w:p>
        <w:p w:rsidR="00000000" w:rsidRDefault="002433F0">
          <w:pPr>
            <w:pStyle w:val="D0F2049F73CB4DE6A27EC16C219345A6"/>
          </w:pPr>
          <w:r w:rsidRPr="005246F6">
            <w:t>All information should be of value to the customer.</w:t>
          </w:r>
        </w:p>
      </w:docPartBody>
    </w:docPart>
    <w:docPart>
      <w:docPartPr>
        <w:name w:val="472356DDA18E467ABED1A7AA22F537DA"/>
        <w:category>
          <w:name w:val="General"/>
          <w:gallery w:val="placeholder"/>
        </w:category>
        <w:types>
          <w:type w:val="bbPlcHdr"/>
        </w:types>
        <w:behaviors>
          <w:behavior w:val="content"/>
        </w:behaviors>
        <w:guid w:val="{9069D96B-92FD-445B-A80A-84BFF0494174}"/>
      </w:docPartPr>
      <w:docPartBody>
        <w:p w:rsidR="00000000" w:rsidRDefault="002433F0">
          <w:pPr>
            <w:pStyle w:val="472356DDA18E467ABED1A7AA22F537DA"/>
          </w:pPr>
          <w:r w:rsidRPr="005246F6">
            <w:t>Regular communication with your customers lets them know how much you value them and their business. Show them that you care by offering valuable information such as tips on how to use your products and services more effectively, event announcements, information on upcoming new products and expanded services, and special discounts on existing ones.</w:t>
          </w:r>
        </w:p>
      </w:docPartBody>
    </w:docPart>
    <w:docPart>
      <w:docPartPr>
        <w:name w:val="79106931EC9C4F0E86E1631330C1CEFB"/>
        <w:category>
          <w:name w:val="General"/>
          <w:gallery w:val="placeholder"/>
        </w:category>
        <w:types>
          <w:type w:val="bbPlcHdr"/>
        </w:types>
        <w:behaviors>
          <w:behavior w:val="content"/>
        </w:behaviors>
        <w:guid w:val="{DF2079B2-A85C-41F6-9930-8FBD8AD77F7B}"/>
      </w:docPartPr>
      <w:docPartBody>
        <w:p w:rsidR="00000000" w:rsidRDefault="002433F0">
          <w:pPr>
            <w:pStyle w:val="79106931EC9C4F0E86E1631330C1CEFB"/>
          </w:pPr>
          <w:r w:rsidRPr="005246F6">
            <w:t>E-mail newsletters —quick, easy</w:t>
          </w:r>
        </w:p>
      </w:docPartBody>
    </w:docPart>
    <w:docPart>
      <w:docPartPr>
        <w:name w:val="24D4B78391CB486E91D17C5467324C03"/>
        <w:category>
          <w:name w:val="General"/>
          <w:gallery w:val="placeholder"/>
        </w:category>
        <w:types>
          <w:type w:val="bbPlcHdr"/>
        </w:types>
        <w:behaviors>
          <w:behavior w:val="content"/>
        </w:behaviors>
        <w:guid w:val="{A73FA57F-E82C-4676-8DA6-03CE1135E1CF}"/>
      </w:docPartPr>
      <w:docPartBody>
        <w:p w:rsidR="002433F0" w:rsidRPr="005246F6" w:rsidRDefault="002433F0" w:rsidP="001549CD">
          <w:r w:rsidRPr="005246F6">
            <w:t>Using an e-mail newsletter can be an effective, low-cost method for staying in touch with your customers. It helps reduce churn and can easily generate more business from customers you have already spent a great deal of effort to win. Since there are no mailing and printing costs involved, it is also very gentle to your bottom-line. Another benefit is the almost instantaneous delivery that e-mail affords. You do not have to worry whether the Post Office will get the newsletter to your customers in time for them to take advantage of a special offer.</w:t>
          </w:r>
        </w:p>
        <w:p w:rsidR="00000000" w:rsidRDefault="002433F0">
          <w:pPr>
            <w:pStyle w:val="24D4B78391CB486E91D17C5467324C03"/>
          </w:pPr>
          <w:r w:rsidRPr="005246F6">
            <w:t>Microsoft Office Word makes it simple to create and send e-mail newsletters. Customers will appreciate the regular communication and you could be rewarded with more business from your existing customer base.</w:t>
          </w:r>
        </w:p>
      </w:docPartBody>
    </w:docPart>
    <w:docPart>
      <w:docPartPr>
        <w:name w:val="02977E48E908494E9939FB12B574ED88"/>
        <w:category>
          <w:name w:val="General"/>
          <w:gallery w:val="placeholder"/>
        </w:category>
        <w:types>
          <w:type w:val="bbPlcHdr"/>
        </w:types>
        <w:behaviors>
          <w:behavior w:val="content"/>
        </w:behaviors>
        <w:guid w:val="{5FB7F2E9-8D64-4CBB-AA18-6791CE38C7F4}"/>
      </w:docPartPr>
      <w:docPartBody>
        <w:p w:rsidR="00000000" w:rsidRDefault="002433F0">
          <w:pPr>
            <w:pStyle w:val="02977E48E908494E9939FB12B574ED88"/>
          </w:pPr>
          <w:r w:rsidRPr="005246F6">
            <w:t>Create a customized template</w:t>
          </w:r>
        </w:p>
      </w:docPartBody>
    </w:docPart>
    <w:docPart>
      <w:docPartPr>
        <w:name w:val="9B126E49F3374D269AF5AE81F2B95455"/>
        <w:category>
          <w:name w:val="General"/>
          <w:gallery w:val="placeholder"/>
        </w:category>
        <w:types>
          <w:type w:val="bbPlcHdr"/>
        </w:types>
        <w:behaviors>
          <w:behavior w:val="content"/>
        </w:behaviors>
        <w:guid w:val="{00039268-383D-4CB6-9168-8D50C32FF70C}"/>
      </w:docPartPr>
      <w:docPartBody>
        <w:p w:rsidR="00000000" w:rsidRDefault="002433F0">
          <w:pPr>
            <w:pStyle w:val="9B126E49F3374D269AF5AE81F2B95455"/>
          </w:pPr>
          <w:r w:rsidRPr="005246F6">
            <w:t>Add your company logo, change the colors to reflect the ones your business uses, put in your business address, phone numbers, and web site address—in other words, develop a basic template reflecting your company’s look that will stay the same for each issue.</w:t>
          </w:r>
        </w:p>
      </w:docPartBody>
    </w:docPart>
    <w:docPart>
      <w:docPartPr>
        <w:name w:val="66EE8EE25D924CE88D66E8464BE66BD9"/>
        <w:category>
          <w:name w:val="General"/>
          <w:gallery w:val="placeholder"/>
        </w:category>
        <w:types>
          <w:type w:val="bbPlcHdr"/>
        </w:types>
        <w:behaviors>
          <w:behavior w:val="content"/>
        </w:behaviors>
        <w:guid w:val="{D39CB8B6-7148-48F0-B400-9C03DF10C74E}"/>
      </w:docPartPr>
      <w:docPartBody>
        <w:p w:rsidR="00000000" w:rsidRDefault="002433F0">
          <w:pPr>
            <w:pStyle w:val="66EE8EE25D924CE88D66E8464BE66BD9"/>
          </w:pPr>
          <w:r w:rsidRPr="005246F6">
            <w:rPr>
              <w:rFonts w:asciiTheme="majorHAnsi" w:hAnsiTheme="majorHAnsi"/>
              <w:color w:val="FFFFFF" w:themeColor="background1"/>
              <w:sz w:val="32"/>
            </w:rPr>
            <w:t>Here’s an easy way to use text you have already formatted as the basis for a new paragraph, character, or list style:</w:t>
          </w:r>
        </w:p>
      </w:docPartBody>
    </w:docPart>
    <w:docPart>
      <w:docPartPr>
        <w:name w:val="166A6299F21B42CF83B7760B76DADF70"/>
        <w:category>
          <w:name w:val="General"/>
          <w:gallery w:val="placeholder"/>
        </w:category>
        <w:types>
          <w:type w:val="bbPlcHdr"/>
        </w:types>
        <w:behaviors>
          <w:behavior w:val="content"/>
        </w:behaviors>
        <w:guid w:val="{69CD5436-777F-439B-B09A-62B2D8F79522}"/>
      </w:docPartPr>
      <w:docPartBody>
        <w:p w:rsidR="002433F0" w:rsidRPr="005246F6" w:rsidRDefault="002433F0" w:rsidP="00E57079">
          <w:pPr>
            <w:pStyle w:val="ListContinue"/>
          </w:pPr>
          <w:r w:rsidRPr="005246F6">
            <w:t>Select the text. On the Home ribbon, expand the Style gallery and select Create a Style.</w:t>
          </w:r>
        </w:p>
        <w:p w:rsidR="00000000" w:rsidRDefault="002433F0">
          <w:pPr>
            <w:pStyle w:val="166A6299F21B42CF83B7760B76DADF70"/>
          </w:pPr>
          <w:r w:rsidRPr="005246F6">
            <w:t>Name your new style and click OK.</w:t>
          </w:r>
        </w:p>
      </w:docPartBody>
    </w:docPart>
    <w:docPart>
      <w:docPartPr>
        <w:name w:val="E77A94F89CF24133BD0A75ED907DACE1"/>
        <w:category>
          <w:name w:val="General"/>
          <w:gallery w:val="placeholder"/>
        </w:category>
        <w:types>
          <w:type w:val="bbPlcHdr"/>
        </w:types>
        <w:behaviors>
          <w:behavior w:val="content"/>
        </w:behaviors>
        <w:guid w:val="{62C6D929-B0E6-45D1-9497-BE2B6EF29B43}"/>
      </w:docPartPr>
      <w:docPartBody>
        <w:p w:rsidR="00000000" w:rsidRDefault="002433F0">
          <w:pPr>
            <w:pStyle w:val="E77A94F89CF24133BD0A75ED907DACE1"/>
          </w:pPr>
          <w:r w:rsidRPr="005246F6">
            <w:rPr>
              <w:rStyle w:val="Heading3Char"/>
            </w:rPr>
            <w:t>Fonts</w:t>
          </w:r>
        </w:p>
      </w:docPartBody>
    </w:docPart>
    <w:docPart>
      <w:docPartPr>
        <w:name w:val="B2BC91598BB04809B0E6FABCDAD4F791"/>
        <w:category>
          <w:name w:val="General"/>
          <w:gallery w:val="placeholder"/>
        </w:category>
        <w:types>
          <w:type w:val="bbPlcHdr"/>
        </w:types>
        <w:behaviors>
          <w:behavior w:val="content"/>
        </w:behaviors>
        <w:guid w:val="{C29D53B9-76F5-411A-8A0A-91F2EEC20FEB}"/>
      </w:docPartPr>
      <w:docPartBody>
        <w:p w:rsidR="00000000" w:rsidRDefault="002433F0">
          <w:pPr>
            <w:pStyle w:val="B2BC91598BB04809B0E6FABCDAD4F791"/>
          </w:pPr>
          <w:r w:rsidRPr="005246F6">
            <w:t>When choosing the fonts that you will be using for headlines and body text, a good rule is to never use more than two to three fonts in a newsletter. Too many fonts cause confusion and make your efforts look less professional. Be creative with the fonts you do choose, though. Use different sizes, colors, bold, and italics to add variety without confusing the look of the newsletter. You can add these custom styles to your template’s style palette so that they are instantly available.</w:t>
          </w:r>
        </w:p>
      </w:docPartBody>
    </w:docPart>
    <w:docPart>
      <w:docPartPr>
        <w:name w:val="39494B961C8644CA8A77E727340946D6"/>
        <w:category>
          <w:name w:val="General"/>
          <w:gallery w:val="placeholder"/>
        </w:category>
        <w:types>
          <w:type w:val="bbPlcHdr"/>
        </w:types>
        <w:behaviors>
          <w:behavior w:val="content"/>
        </w:behaviors>
        <w:guid w:val="{E7CF02F4-7D69-4390-9194-B6769EBEDFAD}"/>
      </w:docPartPr>
      <w:docPartBody>
        <w:p w:rsidR="00000000" w:rsidRDefault="002433F0">
          <w:pPr>
            <w:pStyle w:val="39494B961C8644CA8A77E727340946D6"/>
          </w:pPr>
          <w:r w:rsidRPr="005246F6">
            <w:t>Finally, delete any features that you will not be using. Once you are done with these general changes, save the result as a Word template.</w:t>
          </w:r>
        </w:p>
      </w:docPartBody>
    </w:docPart>
    <w:docPart>
      <w:docPartPr>
        <w:name w:val="20E5B8F0F4B64D5F8CB1CCFF9B346623"/>
        <w:category>
          <w:name w:val="General"/>
          <w:gallery w:val="placeholder"/>
        </w:category>
        <w:types>
          <w:type w:val="bbPlcHdr"/>
        </w:types>
        <w:behaviors>
          <w:behavior w:val="content"/>
        </w:behaviors>
        <w:guid w:val="{F9CD269F-9B0E-47FA-BCAD-CBFEE938D6A2}"/>
      </w:docPartPr>
      <w:docPartBody>
        <w:p w:rsidR="00000000" w:rsidRDefault="002433F0">
          <w:pPr>
            <w:pStyle w:val="20E5B8F0F4B64D5F8CB1CCFF9B346623"/>
          </w:pPr>
          <w:r w:rsidRPr="005246F6">
            <w:t>Add Graphics</w:t>
          </w:r>
          <w:r w:rsidRPr="005246F6">
            <w:rPr>
              <w:rStyle w:val="PlaceholderText"/>
              <w:color w:val="0E2841" w:themeColor="text2"/>
            </w:rPr>
            <w:t xml:space="preserve"> </w:t>
          </w:r>
        </w:p>
      </w:docPartBody>
    </w:docPart>
    <w:docPart>
      <w:docPartPr>
        <w:name w:val="7A4D24591E264891A82E16C2B35833FE"/>
        <w:category>
          <w:name w:val="General"/>
          <w:gallery w:val="placeholder"/>
        </w:category>
        <w:types>
          <w:type w:val="bbPlcHdr"/>
        </w:types>
        <w:behaviors>
          <w:behavior w:val="content"/>
        </w:behaviors>
        <w:guid w:val="{308B9C27-B5CB-4C56-833A-83BB8303856F}"/>
      </w:docPartPr>
      <w:docPartBody>
        <w:p w:rsidR="00000000" w:rsidRDefault="002433F0">
          <w:pPr>
            <w:pStyle w:val="7A4D24591E264891A82E16C2B35833FE"/>
          </w:pPr>
          <w:r w:rsidRPr="005246F6">
            <w:t>Add graphics or pictures with captions to help break up the text and create some visual interest. But make sure that whatever you add relates to the adjacent text.</w:t>
          </w:r>
        </w:p>
      </w:docPartBody>
    </w:docPart>
    <w:docPart>
      <w:docPartPr>
        <w:name w:val="467BD7684372438BACB27D62D183E6F7"/>
        <w:category>
          <w:name w:val="General"/>
          <w:gallery w:val="placeholder"/>
        </w:category>
        <w:types>
          <w:type w:val="bbPlcHdr"/>
        </w:types>
        <w:behaviors>
          <w:behavior w:val="content"/>
        </w:behaviors>
        <w:guid w:val="{D4E302D3-14C3-498D-9998-53B985826B67}"/>
      </w:docPartPr>
      <w:docPartBody>
        <w:p w:rsidR="002433F0" w:rsidRPr="005246F6" w:rsidRDefault="002433F0" w:rsidP="008D79D4">
          <w:pPr>
            <w:pStyle w:val="Contacts"/>
            <w:spacing w:line="360" w:lineRule="auto"/>
          </w:pPr>
          <w:r w:rsidRPr="005246F6">
            <w:t>Company Address</w:t>
          </w:r>
        </w:p>
        <w:p w:rsidR="002433F0" w:rsidRPr="005246F6" w:rsidRDefault="002433F0" w:rsidP="008D79D4">
          <w:pPr>
            <w:pStyle w:val="Contacts"/>
            <w:spacing w:line="360" w:lineRule="auto"/>
          </w:pPr>
          <w:r w:rsidRPr="005246F6">
            <w:t>Phone Number</w:t>
          </w:r>
        </w:p>
        <w:p w:rsidR="002433F0" w:rsidRPr="005246F6" w:rsidRDefault="002433F0" w:rsidP="008D79D4">
          <w:pPr>
            <w:pStyle w:val="Contacts"/>
            <w:spacing w:line="360" w:lineRule="auto"/>
          </w:pPr>
          <w:r w:rsidRPr="005246F6">
            <w:t>Fax</w:t>
          </w:r>
        </w:p>
        <w:p w:rsidR="00000000" w:rsidRDefault="002433F0">
          <w:pPr>
            <w:pStyle w:val="467BD7684372438BACB27D62D183E6F7"/>
          </w:pPr>
          <w:r w:rsidRPr="005246F6">
            <w:t>Email</w:t>
          </w:r>
        </w:p>
      </w:docPartBody>
    </w:docPart>
    <w:docPart>
      <w:docPartPr>
        <w:name w:val="472C04A9DBD44D309BA3EE24BB952B0B"/>
        <w:category>
          <w:name w:val="General"/>
          <w:gallery w:val="placeholder"/>
        </w:category>
        <w:types>
          <w:type w:val="bbPlcHdr"/>
        </w:types>
        <w:behaviors>
          <w:behavior w:val="content"/>
        </w:behaviors>
        <w:guid w:val="{24CFF26E-72E5-4552-893F-563F2CCD9EAC}"/>
      </w:docPartPr>
      <w:docPartBody>
        <w:p w:rsidR="00000000" w:rsidRDefault="002433F0">
          <w:pPr>
            <w:pStyle w:val="472C04A9DBD44D309BA3EE24BB952B0B"/>
          </w:pPr>
          <w:r w:rsidRPr="005246F6">
            <w:t>Add articles and graphics</w:t>
          </w:r>
        </w:p>
      </w:docPartBody>
    </w:docPart>
    <w:docPart>
      <w:docPartPr>
        <w:name w:val="005017311BAD43E69181DB62C47201DF"/>
        <w:category>
          <w:name w:val="General"/>
          <w:gallery w:val="placeholder"/>
        </w:category>
        <w:types>
          <w:type w:val="bbPlcHdr"/>
        </w:types>
        <w:behaviors>
          <w:behavior w:val="content"/>
        </w:behaviors>
        <w:guid w:val="{1FEF7C38-5DE5-49C7-8332-95F9DAAE8760}"/>
      </w:docPartPr>
      <w:docPartBody>
        <w:p w:rsidR="00000000" w:rsidRDefault="002433F0">
          <w:pPr>
            <w:pStyle w:val="005017311BAD43E69181DB62C47201DF"/>
          </w:pPr>
          <w:r w:rsidRPr="005246F6">
            <w:t>One distinct difference between a printed newsletter and an e-mail version is the amount of text to include. Unless you know that all your readers will be interested in a longer version, you should keep the amount of information to about 1,000 words or less.</w:t>
          </w:r>
        </w:p>
      </w:docPartBody>
    </w:docPart>
    <w:docPart>
      <w:docPartPr>
        <w:name w:val="ABBAE3B259CB483BA35A610431A7F95F"/>
        <w:category>
          <w:name w:val="General"/>
          <w:gallery w:val="placeholder"/>
        </w:category>
        <w:types>
          <w:type w:val="bbPlcHdr"/>
        </w:types>
        <w:behaviors>
          <w:behavior w:val="content"/>
        </w:behaviors>
        <w:guid w:val="{F22E80AD-E7F8-403D-8C05-74C201C5D568}"/>
      </w:docPartPr>
      <w:docPartBody>
        <w:p w:rsidR="00000000" w:rsidRDefault="002433F0">
          <w:pPr>
            <w:pStyle w:val="ABBAE3B259CB483BA35A610431A7F95F"/>
          </w:pPr>
          <w:r w:rsidRPr="005246F6">
            <w:t>What to include</w:t>
          </w:r>
        </w:p>
      </w:docPartBody>
    </w:docPart>
    <w:docPart>
      <w:docPartPr>
        <w:name w:val="84E411AAE94746709578363BCC442199"/>
        <w:category>
          <w:name w:val="General"/>
          <w:gallery w:val="placeholder"/>
        </w:category>
        <w:types>
          <w:type w:val="bbPlcHdr"/>
        </w:types>
        <w:behaviors>
          <w:behavior w:val="content"/>
        </w:behaviors>
        <w:guid w:val="{A4933499-DCEB-4E1E-8C58-FA0B48FFA06D}"/>
      </w:docPartPr>
      <w:docPartBody>
        <w:p w:rsidR="00000000" w:rsidRDefault="002433F0">
          <w:pPr>
            <w:pStyle w:val="84E411AAE94746709578363BCC442199"/>
          </w:pPr>
          <w:r w:rsidRPr="005246F6">
            <w:t>Some items to think about including might be introductions to new employees, recent awards presented to your company, specials and discounts on products or services, announcements of new products, and information on new ways to take advantage of your products or services. Do not include items that might be of interest to only a few customers.</w:t>
          </w:r>
        </w:p>
      </w:docPartBody>
    </w:docPart>
    <w:docPart>
      <w:docPartPr>
        <w:name w:val="66BBDC429DBF40089D4302003273FD53"/>
        <w:category>
          <w:name w:val="General"/>
          <w:gallery w:val="placeholder"/>
        </w:category>
        <w:types>
          <w:type w:val="bbPlcHdr"/>
        </w:types>
        <w:behaviors>
          <w:behavior w:val="content"/>
        </w:behaviors>
        <w:guid w:val="{831B1DA3-FC77-452F-8EB6-5E609B23B97E}"/>
      </w:docPartPr>
      <w:docPartBody>
        <w:p w:rsidR="00000000" w:rsidRDefault="002433F0">
          <w:pPr>
            <w:pStyle w:val="66BBDC429DBF40089D4302003273FD53"/>
          </w:pPr>
          <w:r w:rsidRPr="005246F6">
            <w:t>Contact information</w:t>
          </w:r>
        </w:p>
      </w:docPartBody>
    </w:docPart>
    <w:docPart>
      <w:docPartPr>
        <w:name w:val="DAD88167AEF144C89E0E7073EB4B760B"/>
        <w:category>
          <w:name w:val="General"/>
          <w:gallery w:val="placeholder"/>
        </w:category>
        <w:types>
          <w:type w:val="bbPlcHdr"/>
        </w:types>
        <w:behaviors>
          <w:behavior w:val="content"/>
        </w:behaviors>
        <w:guid w:val="{40B5618E-DFFD-4B0B-8FCF-DBB4CC372791}"/>
      </w:docPartPr>
      <w:docPartBody>
        <w:p w:rsidR="00000000" w:rsidRDefault="002433F0">
          <w:pPr>
            <w:pStyle w:val="DAD88167AEF144C89E0E7073EB4B760B"/>
          </w:pPr>
          <w:r w:rsidRPr="005246F6">
            <w:t>Be sure to include contact information in more than one place. Not only should it be part of your master template, you should include “For more information…” contacts in every article where it is appropriate.</w:t>
          </w:r>
        </w:p>
      </w:docPartBody>
    </w:docPart>
    <w:docPart>
      <w:docPartPr>
        <w:name w:val="722695C89B0B469D9FA65E06461667C5"/>
        <w:category>
          <w:name w:val="General"/>
          <w:gallery w:val="placeholder"/>
        </w:category>
        <w:types>
          <w:type w:val="bbPlcHdr"/>
        </w:types>
        <w:behaviors>
          <w:behavior w:val="content"/>
        </w:behaviors>
        <w:guid w:val="{53E5F803-AE10-472E-B630-E83E4EDB6E6B}"/>
      </w:docPartPr>
      <w:docPartBody>
        <w:p w:rsidR="00000000" w:rsidRDefault="002433F0">
          <w:pPr>
            <w:pStyle w:val="722695C89B0B469D9FA65E06461667C5"/>
          </w:pPr>
          <w:r w:rsidRPr="005246F6">
            <w:t>Proofread</w:t>
          </w:r>
        </w:p>
      </w:docPartBody>
    </w:docPart>
    <w:docPart>
      <w:docPartPr>
        <w:name w:val="76E1DC4C8C424DFB87B331635EDE1343"/>
        <w:category>
          <w:name w:val="General"/>
          <w:gallery w:val="placeholder"/>
        </w:category>
        <w:types>
          <w:type w:val="bbPlcHdr"/>
        </w:types>
        <w:behaviors>
          <w:behavior w:val="content"/>
        </w:behaviors>
        <w:guid w:val="{E0A12C82-957A-4546-8B70-5F194ED45B2A}"/>
      </w:docPartPr>
      <w:docPartBody>
        <w:p w:rsidR="00000000" w:rsidRDefault="002433F0">
          <w:pPr>
            <w:pStyle w:val="76E1DC4C8C424DFB87B331635EDE1343"/>
          </w:pPr>
          <w:r w:rsidRPr="005246F6">
            <w:t>When you have completed your newsletter, it is time for one of the most important steps of all—proofreading. Take several passes through the material, looking for different things each time.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Segoe UI">
    <w:altName w:val="Sylfaen"/>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F04E0"/>
    <w:multiLevelType w:val="multilevel"/>
    <w:tmpl w:val="930471AA"/>
    <w:numStyleLink w:val="NumberedList1"/>
  </w:abstractNum>
  <w:abstractNum w:abstractNumId="1" w15:restartNumberingAfterBreak="0">
    <w:nsid w:val="26D02F0A"/>
    <w:multiLevelType w:val="multilevel"/>
    <w:tmpl w:val="930471AA"/>
    <w:styleLink w:val="NumberedList1"/>
    <w:lvl w:ilvl="0">
      <w:start w:val="1"/>
      <w:numFmt w:val="decimal"/>
      <w:pStyle w:val="ListNumber"/>
      <w:lvlText w:val="%1."/>
      <w:lvlJc w:val="left"/>
      <w:pPr>
        <w:tabs>
          <w:tab w:val="num" w:pos="432"/>
        </w:tabs>
        <w:ind w:left="432" w:hanging="432"/>
      </w:pPr>
      <w:rPr>
        <w:rFonts w:ascii="Franklin Gothic Heavy" w:hAnsi="Franklin Gothic Heavy" w:hint="default"/>
        <w:color w:val="0E2841" w:themeColor="text2"/>
        <w:sz w:val="28"/>
      </w:rPr>
    </w:lvl>
    <w:lvl w:ilvl="1">
      <w:start w:val="1"/>
      <w:numFmt w:val="lowerLetter"/>
      <w:pStyle w:val="ListNumber2"/>
      <w:lvlText w:val="%2."/>
      <w:lvlJc w:val="left"/>
      <w:pPr>
        <w:ind w:left="1440" w:hanging="360"/>
      </w:pPr>
      <w:rPr>
        <w:rFonts w:hint="default"/>
      </w:rPr>
    </w:lvl>
    <w:lvl w:ilvl="2">
      <w:start w:val="1"/>
      <w:numFmt w:val="lowerRoman"/>
      <w:pStyle w:val="ListNumber3"/>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28103566"/>
    <w:multiLevelType w:val="multilevel"/>
    <w:tmpl w:val="1026BD8C"/>
    <w:numStyleLink w:val="NumberedList2"/>
  </w:abstractNum>
  <w:abstractNum w:abstractNumId="3" w15:restartNumberingAfterBreak="0">
    <w:nsid w:val="2CBD03E4"/>
    <w:multiLevelType w:val="multilevel"/>
    <w:tmpl w:val="1026BD8C"/>
    <w:styleLink w:val="NumberedList2"/>
    <w:lvl w:ilvl="0">
      <w:start w:val="1"/>
      <w:numFmt w:val="decimal"/>
      <w:pStyle w:val="ListContinue"/>
      <w:lvlText w:val="%1."/>
      <w:lvlJc w:val="left"/>
      <w:pPr>
        <w:ind w:left="360" w:hanging="360"/>
      </w:pPr>
      <w:rPr>
        <w:rFonts w:ascii="Franklin Gothic Heavy" w:hAnsi="Franklin Gothic Heavy" w:hint="default"/>
        <w:color w:val="0E2841" w:themeColor="text2"/>
        <w:sz w:val="28"/>
      </w:rPr>
    </w:lvl>
    <w:lvl w:ilvl="1">
      <w:start w:val="1"/>
      <w:numFmt w:val="lowerLetter"/>
      <w:pStyle w:val="ListContinue2"/>
      <w:lvlText w:val="%2)"/>
      <w:lvlJc w:val="left"/>
      <w:pPr>
        <w:ind w:left="720" w:hanging="360"/>
      </w:pPr>
      <w:rPr>
        <w:rFonts w:hint="default"/>
      </w:rPr>
    </w:lvl>
    <w:lvl w:ilvl="2">
      <w:start w:val="1"/>
      <w:numFmt w:val="lowerRoman"/>
      <w:pStyle w:val="ListContinue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357735747">
    <w:abstractNumId w:val="1"/>
  </w:num>
  <w:num w:numId="2" w16cid:durableId="877160669">
    <w:abstractNumId w:val="0"/>
  </w:num>
  <w:num w:numId="3" w16cid:durableId="1702128061">
    <w:abstractNumId w:val="3"/>
  </w:num>
  <w:num w:numId="4" w16cid:durableId="1054550381">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4"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16"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unhideWhenUsed/>
    <w:qFormat/>
    <w:pPr>
      <w:keepNext/>
      <w:keepLines/>
      <w:spacing w:after="0" w:line="240" w:lineRule="auto"/>
      <w:outlineLvl w:val="2"/>
    </w:pPr>
    <w:rPr>
      <w:rFonts w:eastAsiaTheme="majorEastAsia" w:cstheme="majorBidi"/>
      <w:b/>
      <w:color w:val="0E2841" w:themeColor="text2"/>
      <w:kern w:val="0"/>
      <w:sz w:val="3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pPr>
      <w:spacing w:after="0" w:line="560" w:lineRule="exact"/>
      <w:contextualSpacing/>
    </w:pPr>
    <w:rPr>
      <w:rFonts w:asciiTheme="majorHAnsi" w:eastAsiaTheme="majorEastAsia" w:hAnsiTheme="majorHAnsi" w:cstheme="majorBidi"/>
      <w:b/>
      <w:color w:val="FFFFFF" w:themeColor="background1"/>
      <w:kern w:val="28"/>
      <w:sz w:val="60"/>
      <w:szCs w:val="56"/>
      <w14:ligatures w14:val="none"/>
    </w:rPr>
  </w:style>
  <w:style w:type="character" w:customStyle="1" w:styleId="TitleChar">
    <w:name w:val="Title Char"/>
    <w:basedOn w:val="DefaultParagraphFont"/>
    <w:link w:val="Title"/>
    <w:uiPriority w:val="10"/>
    <w:rPr>
      <w:rFonts w:asciiTheme="majorHAnsi" w:eastAsiaTheme="majorEastAsia" w:hAnsiTheme="majorHAnsi" w:cstheme="majorBidi"/>
      <w:b/>
      <w:color w:val="FFFFFF" w:themeColor="background1"/>
      <w:kern w:val="28"/>
      <w:sz w:val="60"/>
      <w:szCs w:val="56"/>
      <w14:ligatures w14:val="none"/>
    </w:rPr>
  </w:style>
  <w:style w:type="paragraph" w:customStyle="1" w:styleId="1DA328B7A8DF4873912E538B98EA57C6">
    <w:name w:val="1DA328B7A8DF4873912E538B98EA57C6"/>
  </w:style>
  <w:style w:type="paragraph" w:customStyle="1" w:styleId="2A1ADD7918484CB686497DFACC56E2C6">
    <w:name w:val="2A1ADD7918484CB686497DFACC56E2C6"/>
  </w:style>
  <w:style w:type="paragraph" w:customStyle="1" w:styleId="4658ACC31572455DBFD1D772A8D08171">
    <w:name w:val="4658ACC31572455DBFD1D772A8D08171"/>
  </w:style>
  <w:style w:type="paragraph" w:customStyle="1" w:styleId="8A6EAEA7834B4FA68A8605B196F373FB">
    <w:name w:val="8A6EAEA7834B4FA68A8605B196F373FB"/>
  </w:style>
  <w:style w:type="paragraph" w:customStyle="1" w:styleId="72EE9F74CA4F4DCB84EDD9BB283D6568">
    <w:name w:val="72EE9F74CA4F4DCB84EDD9BB283D6568"/>
  </w:style>
  <w:style w:type="paragraph" w:styleId="ListNumber">
    <w:name w:val="List Number"/>
    <w:basedOn w:val="Normal"/>
    <w:uiPriority w:val="14"/>
    <w:qFormat/>
    <w:pPr>
      <w:numPr>
        <w:numId w:val="2"/>
      </w:numPr>
      <w:spacing w:after="240" w:line="240" w:lineRule="auto"/>
    </w:pPr>
    <w:rPr>
      <w:rFonts w:eastAsiaTheme="minorHAnsi"/>
      <w:kern w:val="0"/>
      <w:sz w:val="28"/>
      <w:szCs w:val="22"/>
      <w14:ligatures w14:val="none"/>
    </w:rPr>
  </w:style>
  <w:style w:type="numbering" w:customStyle="1" w:styleId="NumberedList1">
    <w:name w:val="NumberedList1"/>
    <w:uiPriority w:val="99"/>
    <w:pPr>
      <w:numPr>
        <w:numId w:val="1"/>
      </w:numPr>
    </w:pPr>
  </w:style>
  <w:style w:type="paragraph" w:styleId="ListNumber2">
    <w:name w:val="List Number 2"/>
    <w:basedOn w:val="Normal"/>
    <w:uiPriority w:val="99"/>
    <w:semiHidden/>
    <w:unhideWhenUsed/>
    <w:pPr>
      <w:numPr>
        <w:ilvl w:val="1"/>
        <w:numId w:val="2"/>
      </w:numPr>
      <w:spacing w:after="0" w:line="240" w:lineRule="auto"/>
      <w:contextualSpacing/>
    </w:pPr>
    <w:rPr>
      <w:rFonts w:eastAsiaTheme="minorHAnsi"/>
      <w:kern w:val="0"/>
      <w:sz w:val="22"/>
      <w:szCs w:val="22"/>
      <w14:ligatures w14:val="none"/>
    </w:rPr>
  </w:style>
  <w:style w:type="paragraph" w:styleId="ListNumber3">
    <w:name w:val="List Number 3"/>
    <w:basedOn w:val="Normal"/>
    <w:uiPriority w:val="99"/>
    <w:semiHidden/>
    <w:unhideWhenUsed/>
    <w:pPr>
      <w:numPr>
        <w:ilvl w:val="2"/>
        <w:numId w:val="2"/>
      </w:numPr>
      <w:spacing w:after="0" w:line="240" w:lineRule="auto"/>
      <w:contextualSpacing/>
    </w:pPr>
    <w:rPr>
      <w:rFonts w:eastAsiaTheme="minorHAnsi"/>
      <w:kern w:val="0"/>
      <w:sz w:val="22"/>
      <w:szCs w:val="22"/>
      <w14:ligatures w14:val="none"/>
    </w:rPr>
  </w:style>
  <w:style w:type="paragraph" w:customStyle="1" w:styleId="D0F2049F73CB4DE6A27EC16C219345A6">
    <w:name w:val="D0F2049F73CB4DE6A27EC16C219345A6"/>
  </w:style>
  <w:style w:type="paragraph" w:customStyle="1" w:styleId="472356DDA18E467ABED1A7AA22F537DA">
    <w:name w:val="472356DDA18E467ABED1A7AA22F537DA"/>
  </w:style>
  <w:style w:type="paragraph" w:customStyle="1" w:styleId="79106931EC9C4F0E86E1631330C1CEFB">
    <w:name w:val="79106931EC9C4F0E86E1631330C1CEFB"/>
  </w:style>
  <w:style w:type="paragraph" w:customStyle="1" w:styleId="24D4B78391CB486E91D17C5467324C03">
    <w:name w:val="24D4B78391CB486E91D17C5467324C03"/>
  </w:style>
  <w:style w:type="paragraph" w:customStyle="1" w:styleId="02977E48E908494E9939FB12B574ED88">
    <w:name w:val="02977E48E908494E9939FB12B574ED88"/>
  </w:style>
  <w:style w:type="paragraph" w:customStyle="1" w:styleId="9B126E49F3374D269AF5AE81F2B95455">
    <w:name w:val="9B126E49F3374D269AF5AE81F2B95455"/>
  </w:style>
  <w:style w:type="paragraph" w:customStyle="1" w:styleId="66EE8EE25D924CE88D66E8464BE66BD9">
    <w:name w:val="66EE8EE25D924CE88D66E8464BE66BD9"/>
  </w:style>
  <w:style w:type="paragraph" w:styleId="ListContinue">
    <w:name w:val="List Continue"/>
    <w:basedOn w:val="Normal"/>
    <w:uiPriority w:val="16"/>
    <w:qFormat/>
    <w:pPr>
      <w:numPr>
        <w:numId w:val="4"/>
      </w:numPr>
      <w:spacing w:after="240" w:line="240" w:lineRule="auto"/>
    </w:pPr>
    <w:rPr>
      <w:rFonts w:eastAsiaTheme="minorHAnsi"/>
      <w:kern w:val="0"/>
      <w:sz w:val="22"/>
      <w:szCs w:val="22"/>
      <w14:ligatures w14:val="none"/>
    </w:rPr>
  </w:style>
  <w:style w:type="numbering" w:customStyle="1" w:styleId="NumberedList2">
    <w:name w:val="NumberedList2"/>
    <w:uiPriority w:val="99"/>
    <w:pPr>
      <w:numPr>
        <w:numId w:val="3"/>
      </w:numPr>
    </w:pPr>
  </w:style>
  <w:style w:type="paragraph" w:styleId="ListContinue2">
    <w:name w:val="List Continue 2"/>
    <w:basedOn w:val="Normal"/>
    <w:uiPriority w:val="99"/>
    <w:semiHidden/>
    <w:unhideWhenUsed/>
    <w:pPr>
      <w:numPr>
        <w:ilvl w:val="1"/>
        <w:numId w:val="4"/>
      </w:numPr>
      <w:spacing w:after="120" w:line="240" w:lineRule="auto"/>
      <w:contextualSpacing/>
    </w:pPr>
    <w:rPr>
      <w:rFonts w:eastAsiaTheme="minorHAnsi"/>
      <w:kern w:val="0"/>
      <w:sz w:val="22"/>
      <w:szCs w:val="22"/>
      <w14:ligatures w14:val="none"/>
    </w:rPr>
  </w:style>
  <w:style w:type="paragraph" w:styleId="ListContinue3">
    <w:name w:val="List Continue 3"/>
    <w:basedOn w:val="Normal"/>
    <w:uiPriority w:val="99"/>
    <w:semiHidden/>
    <w:unhideWhenUsed/>
    <w:pPr>
      <w:numPr>
        <w:ilvl w:val="2"/>
        <w:numId w:val="4"/>
      </w:numPr>
      <w:spacing w:after="120" w:line="240" w:lineRule="auto"/>
      <w:contextualSpacing/>
    </w:pPr>
    <w:rPr>
      <w:rFonts w:eastAsiaTheme="minorHAnsi"/>
      <w:kern w:val="0"/>
      <w:sz w:val="22"/>
      <w:szCs w:val="22"/>
      <w14:ligatures w14:val="none"/>
    </w:rPr>
  </w:style>
  <w:style w:type="paragraph" w:customStyle="1" w:styleId="166A6299F21B42CF83B7760B76DADF70">
    <w:name w:val="166A6299F21B42CF83B7760B76DADF70"/>
  </w:style>
  <w:style w:type="character" w:customStyle="1" w:styleId="Heading3Char">
    <w:name w:val="Heading 3 Char"/>
    <w:basedOn w:val="DefaultParagraphFont"/>
    <w:link w:val="Heading3"/>
    <w:uiPriority w:val="9"/>
    <w:rPr>
      <w:rFonts w:eastAsiaTheme="majorEastAsia" w:cstheme="majorBidi"/>
      <w:b/>
      <w:color w:val="0E2841" w:themeColor="text2"/>
      <w:kern w:val="0"/>
      <w:sz w:val="30"/>
      <w14:ligatures w14:val="none"/>
    </w:rPr>
  </w:style>
  <w:style w:type="paragraph" w:customStyle="1" w:styleId="E77A94F89CF24133BD0A75ED907DACE1">
    <w:name w:val="E77A94F89CF24133BD0A75ED907DACE1"/>
  </w:style>
  <w:style w:type="paragraph" w:customStyle="1" w:styleId="B2BC91598BB04809B0E6FABCDAD4F791">
    <w:name w:val="B2BC91598BB04809B0E6FABCDAD4F791"/>
  </w:style>
  <w:style w:type="paragraph" w:customStyle="1" w:styleId="39494B961C8644CA8A77E727340946D6">
    <w:name w:val="39494B961C8644CA8A77E727340946D6"/>
  </w:style>
  <w:style w:type="character" w:styleId="PlaceholderText">
    <w:name w:val="Placeholder Text"/>
    <w:basedOn w:val="DefaultParagraphFont"/>
    <w:uiPriority w:val="99"/>
    <w:semiHidden/>
    <w:rPr>
      <w:color w:val="808080"/>
    </w:rPr>
  </w:style>
  <w:style w:type="paragraph" w:customStyle="1" w:styleId="20E5B8F0F4B64D5F8CB1CCFF9B346623">
    <w:name w:val="20E5B8F0F4B64D5F8CB1CCFF9B346623"/>
  </w:style>
  <w:style w:type="paragraph" w:customStyle="1" w:styleId="7A4D24591E264891A82E16C2B35833FE">
    <w:name w:val="7A4D24591E264891A82E16C2B35833FE"/>
  </w:style>
  <w:style w:type="paragraph" w:customStyle="1" w:styleId="Contacts">
    <w:name w:val="Contacts"/>
    <w:basedOn w:val="Normal"/>
    <w:next w:val="Normal"/>
    <w:link w:val="ContactsChar"/>
    <w:uiPriority w:val="18"/>
    <w:qFormat/>
    <w:pPr>
      <w:spacing w:after="0" w:line="259" w:lineRule="auto"/>
    </w:pPr>
    <w:rPr>
      <w:rFonts w:eastAsiaTheme="minorHAnsi"/>
      <w:kern w:val="0"/>
      <w:sz w:val="22"/>
      <w:szCs w:val="22"/>
      <w14:ligatures w14:val="none"/>
    </w:rPr>
  </w:style>
  <w:style w:type="character" w:customStyle="1" w:styleId="ContactsChar">
    <w:name w:val="Contacts Char"/>
    <w:basedOn w:val="DefaultParagraphFont"/>
    <w:link w:val="Contacts"/>
    <w:uiPriority w:val="18"/>
    <w:rPr>
      <w:rFonts w:eastAsiaTheme="minorHAnsi"/>
      <w:kern w:val="0"/>
      <w:sz w:val="22"/>
      <w:szCs w:val="22"/>
      <w14:ligatures w14:val="none"/>
    </w:rPr>
  </w:style>
  <w:style w:type="paragraph" w:customStyle="1" w:styleId="467BD7684372438BACB27D62D183E6F7">
    <w:name w:val="467BD7684372438BACB27D62D183E6F7"/>
  </w:style>
  <w:style w:type="paragraph" w:customStyle="1" w:styleId="472C04A9DBD44D309BA3EE24BB952B0B">
    <w:name w:val="472C04A9DBD44D309BA3EE24BB952B0B"/>
  </w:style>
  <w:style w:type="paragraph" w:customStyle="1" w:styleId="005017311BAD43E69181DB62C47201DF">
    <w:name w:val="005017311BAD43E69181DB62C47201DF"/>
  </w:style>
  <w:style w:type="paragraph" w:customStyle="1" w:styleId="ABBAE3B259CB483BA35A610431A7F95F">
    <w:name w:val="ABBAE3B259CB483BA35A610431A7F95F"/>
  </w:style>
  <w:style w:type="paragraph" w:customStyle="1" w:styleId="84E411AAE94746709578363BCC442199">
    <w:name w:val="84E411AAE94746709578363BCC442199"/>
  </w:style>
  <w:style w:type="paragraph" w:customStyle="1" w:styleId="66BBDC429DBF40089D4302003273FD53">
    <w:name w:val="66BBDC429DBF40089D4302003273FD53"/>
  </w:style>
  <w:style w:type="paragraph" w:customStyle="1" w:styleId="DAD88167AEF144C89E0E7073EB4B760B">
    <w:name w:val="DAD88167AEF144C89E0E7073EB4B760B"/>
  </w:style>
  <w:style w:type="paragraph" w:customStyle="1" w:styleId="722695C89B0B469D9FA65E06461667C5">
    <w:name w:val="722695C89B0B469D9FA65E06461667C5"/>
  </w:style>
  <w:style w:type="paragraph" w:customStyle="1" w:styleId="76E1DC4C8C424DFB87B331635EDE1343">
    <w:name w:val="76E1DC4C8C424DFB87B331635EDE134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Business Theme to use">
  <a:themeElements>
    <a:clrScheme name="BUS_Activity Based Cost Tracker">
      <a:dk1>
        <a:sysClr val="windowText" lastClr="000000"/>
      </a:dk1>
      <a:lt1>
        <a:sysClr val="window" lastClr="FFFFFF"/>
      </a:lt1>
      <a:dk2>
        <a:srgbClr val="1F497D"/>
      </a:dk2>
      <a:lt2>
        <a:srgbClr val="EEECE1"/>
      </a:lt2>
      <a:accent1>
        <a:srgbClr val="F7F5E6"/>
      </a:accent1>
      <a:accent2>
        <a:srgbClr val="333A56"/>
      </a:accent2>
      <a:accent3>
        <a:srgbClr val="52658F"/>
      </a:accent3>
      <a:accent4>
        <a:srgbClr val="E8E8E8"/>
      </a:accent4>
      <a:accent5>
        <a:srgbClr val="000000"/>
      </a:accent5>
      <a:accent6>
        <a:srgbClr val="8A8A8A"/>
      </a:accent6>
      <a:hlink>
        <a:srgbClr val="0096D2"/>
      </a:hlink>
      <a:folHlink>
        <a:srgbClr val="00578B"/>
      </a:folHlink>
    </a:clrScheme>
    <a:fontScheme name="BUS_Activity Based Cost Tracker">
      <a:majorFont>
        <a:latin typeface="Constantia"/>
        <a:ea typeface=""/>
        <a:cs typeface=""/>
      </a:majorFont>
      <a:minorFont>
        <a:latin typeface="Franklin Gothic Book"/>
        <a:ea typeface=""/>
        <a:cs typeface=""/>
      </a:minorFont>
    </a:fontScheme>
    <a:fmtScheme name="Office">
      <a:fillStyleLst>
        <a:solidFill>
          <a:schemeClr val="phClr"/>
        </a:solidFill>
        <a:gradFill rotWithShape="1">
          <a:gsLst>
            <a:gs pos="0">
              <a:schemeClr val="phClr">
                <a:tint val="67000"/>
                <a:satMod val="105000"/>
                <a:lumMod val="110000"/>
              </a:schemeClr>
            </a:gs>
            <a:gs pos="50000">
              <a:schemeClr val="phClr">
                <a:tint val="73000"/>
                <a:satMod val="103000"/>
                <a:lumMod val="105000"/>
              </a:schemeClr>
            </a:gs>
            <a:gs pos="100000">
              <a:schemeClr val="phClr">
                <a:tint val="81000"/>
                <a:satMod val="109000"/>
                <a:lumMod val="105000"/>
              </a:schemeClr>
            </a:gs>
          </a:gsLst>
          <a:lin ang="5400000" scaled="0"/>
        </a:gradFill>
        <a:gradFill rotWithShape="1">
          <a:gsLst>
            <a:gs pos="0">
              <a:schemeClr val="phClr">
                <a:tint val="94000"/>
                <a:satMod val="103000"/>
                <a:lumMod val="102000"/>
              </a:schemeClr>
            </a:gs>
            <a:gs pos="50000">
              <a:schemeClr val="phClr">
                <a:shade val="100000"/>
                <a:satMod val="110000"/>
                <a:lumMod val="100000"/>
              </a:schemeClr>
            </a:gs>
            <a:gs pos="100000">
              <a:schemeClr val="phClr">
                <a:shade val="78000"/>
                <a:satMod val="120000"/>
                <a:lumMod val="99000"/>
              </a:schemeClr>
            </a:gs>
          </a:gsLst>
          <a:lin ang="5400000" scaled="0"/>
        </a:gradFill>
      </a:fillStyleLst>
      <a:lnStyleLst>
        <a:ln w="6350"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hade val="98000"/>
                <a:satMod val="150000"/>
                <a:lumMod val="102000"/>
              </a:schemeClr>
            </a:gs>
            <a:gs pos="50000">
              <a:schemeClr val="phClr">
                <a:tint val="98000"/>
                <a:shade val="90000"/>
                <a:satMod val="13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Dark" id="{D39323B7-B2D6-4C10-818B-A5CD4ACE85BD}" vid="{15FD9199-0511-4D87-8BFB-2FF3F0C5B55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24" ma:contentTypeDescription="Create a new document." ma:contentTypeScope="" ma:versionID="2d714a3296df14eba7a100bb665443ca">
  <xsd:schema xmlns:xsd="http://www.w3.org/2001/XMLSchema" xmlns:xs="http://www.w3.org/2001/XMLSchema" xmlns:p="http://schemas.microsoft.com/office/2006/metadata/properties" xmlns:ns1="http://schemas.microsoft.com/sharepoint/v3" xmlns:ns2="71af3243-3dd4-4a8d-8c0d-dd76da1f02a5" xmlns:ns3="16c05727-aa75-4e4a-9b5f-8a80a1165891" xmlns:ns4="230e9df3-be65-4c73-a93b-d1236ebd677e" targetNamespace="http://schemas.microsoft.com/office/2006/metadata/properties" ma:root="true" ma:fieldsID="49549bf45bfbbfb6cffed527380e77e1" ns1:_="" ns2:_="" ns3:_="" ns4:_="">
    <xsd:import namespace="http://schemas.microsoft.com/sharepoint/v3"/>
    <xsd:import namespace="71af3243-3dd4-4a8d-8c0d-dd76da1f02a5"/>
    <xsd:import namespace="16c05727-aa75-4e4a-9b5f-8a80a1165891"/>
    <xsd:import namespace="230e9df3-be65-4c73-a93b-d1236ebd677e"/>
    <xsd:element name="properties">
      <xsd:complexType>
        <xsd:sequence>
          <xsd:element name="documentManagement">
            <xsd:complexType>
              <xsd:all>
                <xsd:element ref="ns2:Status" minOccurs="0"/>
                <xsd:element ref="ns2:Image" minOccurs="0"/>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element ref="ns1:_ip_UnifiedCompliancePolicyProperties" minOccurs="0"/>
                <xsd:element ref="ns1:_ip_UnifiedCompliancePolicyUIAction" minOccurs="0"/>
                <xsd:element ref="ns4:TaxCatchAll" minOccurs="0"/>
                <xsd:element ref="ns2:ImageTagsTaxHTField" minOccurs="0"/>
                <xsd:element ref="ns2:MediaServiceLocation" minOccurs="0"/>
                <xsd:element ref="ns2:MediaLengthInSeconds" minOccurs="0"/>
                <xsd:element ref="ns2:Backgrou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ma:readOnly="false">
      <xsd:simpleType>
        <xsd:restriction base="dms:Note"/>
      </xsd:simpleType>
    </xsd:element>
    <xsd:element name="_ip_UnifiedCompliancePolicyUIAction" ma:index="21" nillable="true" ma:displayName="Unified Compliance Policy UI Action" ma:hidden="true" ma:internalName="_ip_UnifiedCompliancePolicyUIAc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Status" ma:index="2" nillable="true" ma:displayName="Status" ma:default="Not started" ma:format="Dropdown" ma:internalName="Status" ma:readOnly="false">
      <xsd:simpleType>
        <xsd:restriction base="dms:Choice">
          <xsd:enumeration value="Not started"/>
          <xsd:enumeration value="In Progress"/>
          <xsd:enumeration value="Completed"/>
        </xsd:restriction>
      </xsd:simpleType>
    </xsd:element>
    <xsd:element name="Image" ma:index="3" nillable="true" ma:displayName="Image" ma:format="Image" ma:internalName="Image"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hidden="true" ma:internalName="MediaServiceOCR" ma:readOnly="true">
      <xsd:simpleType>
        <xsd:restriction base="dms:Note"/>
      </xsd:simpleType>
    </xsd:element>
    <xsd:element name="MediaServiceAutoTags" ma:index="11" nillable="true" ma:displayName="MediaServiceAutoTags" ma:hidden="true"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hidden="true" ma:internalName="MediaServiceKeyPoints" ma:readOnly="false">
      <xsd:simpleType>
        <xsd:restriction base="dms:Note"/>
      </xsd:simpleType>
    </xsd:element>
    <xsd:element name="MediaServiceDateTaken" ma:index="18" nillable="true" ma:displayName="MediaServiceDateTaken" ma:hidden="true" ma:internalName="MediaServiceDateTaken" ma:readOnly="true">
      <xsd:simpleType>
        <xsd:restriction base="dms:Text"/>
      </xsd:simpleType>
    </xsd:element>
    <xsd:element name="ImageTagsTaxHTField" ma:index="25" nillable="true" ma:taxonomy="true" ma:internalName="ImageTagsTaxHTField" ma:taxonomyFieldName="MediaServiceImageTags" ma:displayName="Image Tags" ma:readOnly="false" ma:fieldId="{5cf76f15-5ced-4ddc-b409-7134ff3c332f}" ma:taxonomyMulti="true" ma:sspId="e385fb40-52d4-4fae-9c5b-3e8ff8a5878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Background" ma:index="28" nillable="true" ma:displayName="Background" ma:default="0" ma:format="Dropdown" ma:internalName="Background">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hidden="true" ma:internalName="SharedWithDetail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3f6bfcbc-3db3-4ae6-bd76-326f0798ad28}" ma:internalName="TaxCatchAll" ma:readOnly="false" ma:showField="CatchAllData" ma:web="16c05727-aa75-4e4a-9b5f-8a80a11658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Image xmlns="71af3243-3dd4-4a8d-8c0d-dd76da1f02a5">
      <Url xsi:nil="true"/>
      <Description xsi:nil="true"/>
    </Image>
    <Status xmlns="71af3243-3dd4-4a8d-8c0d-dd76da1f02a5">Not started</Status>
    <Background xmlns="71af3243-3dd4-4a8d-8c0d-dd76da1f02a5">false</Background>
    <_ip_UnifiedCompliancePolicyProperties xmlns="http://schemas.microsoft.com/sharepoint/v3" xsi:nil="true"/>
    <ImageTagsTaxHTField xmlns="71af3243-3dd4-4a8d-8c0d-dd76da1f02a5">
      <Terms xmlns="http://schemas.microsoft.com/office/infopath/2007/PartnerControls"/>
    </ImageTagsTaxHTField>
    <TaxCatchAll xmlns="230e9df3-be65-4c73-a93b-d1236ebd677e" xsi:nil="true"/>
    <MediaServiceKeyPoints xmlns="71af3243-3dd4-4a8d-8c0d-dd76da1f02a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4D5A415-6066-423E-B948-E6CCC1DF76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1af3243-3dd4-4a8d-8c0d-dd76da1f02a5"/>
    <ds:schemaRef ds:uri="16c05727-aa75-4e4a-9b5f-8a80a1165891"/>
    <ds:schemaRef ds:uri="230e9df3-be65-4c73-a93b-d1236ebd67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D3A591-B1B4-44A7-BFE0-C53C7E991552}">
  <ds:schemaRefs>
    <ds:schemaRef ds:uri="http://schemas.microsoft.com/office/2006/metadata/properties"/>
    <ds:schemaRef ds:uri="http://schemas.microsoft.com/office/infopath/2007/PartnerControls"/>
    <ds:schemaRef ds:uri="http://schemas.microsoft.com/sharepoint/v3"/>
    <ds:schemaRef ds:uri="71af3243-3dd4-4a8d-8c0d-dd76da1f02a5"/>
    <ds:schemaRef ds:uri="230e9df3-be65-4c73-a93b-d1236ebd677e"/>
  </ds:schemaRefs>
</ds:datastoreItem>
</file>

<file path=customXml/itemProps3.xml><?xml version="1.0" encoding="utf-8"?>
<ds:datastoreItem xmlns:ds="http://schemas.openxmlformats.org/officeDocument/2006/customXml" ds:itemID="{F7924ABB-2F38-4475-97FE-C462FD31413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Small business email marketing template.dotx</Template>
  <TotalTime>0</TotalTime>
  <Pages>2</Pages>
  <Words>710</Words>
  <Characters>4050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2023-08-07T13:14:00Z</dcterms:created>
  <dcterms:modified xsi:type="dcterms:W3CDTF">2023-08-07T13:15:00Z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